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E52DC" w14:textId="1DA56353" w:rsidR="00E84825" w:rsidRPr="00681FCA" w:rsidRDefault="00514309" w:rsidP="00E84825">
      <w:pPr>
        <w:ind w:left="5245"/>
        <w:rPr>
          <w:rFonts w:asciiTheme="majorHAnsi" w:hAnsiTheme="majorHAnsi" w:cstheme="majorHAnsi"/>
          <w:sz w:val="22"/>
          <w:lang w:eastAsia="lt-LT"/>
        </w:rPr>
      </w:pPr>
      <w:bookmarkStart w:id="0" w:name="_Hlk156488346"/>
      <w:r w:rsidRPr="00514309">
        <w:rPr>
          <w:rFonts w:ascii="Tahoma" w:eastAsia="Times New Roman" w:hAnsi="Tahoma" w:cs="Tahoma"/>
          <w:b/>
          <w:i/>
          <w:color w:val="05D091"/>
          <w:sz w:val="22"/>
          <w:lang w:eastAsia="en-GB"/>
        </w:rPr>
        <w:t>ESPBI IS modernizavimo (</w:t>
      </w:r>
      <w:proofErr w:type="spellStart"/>
      <w:r w:rsidRPr="00514309">
        <w:rPr>
          <w:rFonts w:ascii="Tahoma" w:eastAsia="Times New Roman" w:hAnsi="Tahoma" w:cs="Tahoma"/>
          <w:b/>
          <w:i/>
          <w:color w:val="05D091"/>
          <w:sz w:val="22"/>
          <w:lang w:eastAsia="en-GB"/>
        </w:rPr>
        <w:t>dekomponavimo</w:t>
      </w:r>
      <w:proofErr w:type="spellEnd"/>
      <w:r w:rsidRPr="00514309">
        <w:rPr>
          <w:rFonts w:ascii="Tahoma" w:eastAsia="Times New Roman" w:hAnsi="Tahoma" w:cs="Tahoma"/>
          <w:b/>
          <w:i/>
          <w:color w:val="05D091"/>
          <w:sz w:val="22"/>
          <w:lang w:eastAsia="en-GB"/>
        </w:rPr>
        <w:t>) projekto programinė</w:t>
      </w:r>
      <w:r>
        <w:rPr>
          <w:rFonts w:ascii="Tahoma" w:eastAsia="Times New Roman" w:hAnsi="Tahoma" w:cs="Tahoma"/>
          <w:b/>
          <w:i/>
          <w:color w:val="05D091"/>
          <w:sz w:val="22"/>
          <w:lang w:eastAsia="en-GB"/>
        </w:rPr>
        <w:t>s</w:t>
      </w:r>
      <w:r w:rsidRPr="00514309">
        <w:rPr>
          <w:rFonts w:ascii="Tahoma" w:eastAsia="Times New Roman" w:hAnsi="Tahoma" w:cs="Tahoma"/>
          <w:b/>
          <w:i/>
          <w:color w:val="05D091"/>
          <w:sz w:val="22"/>
          <w:lang w:eastAsia="en-GB"/>
        </w:rPr>
        <w:t xml:space="preserve"> įrang</w:t>
      </w:r>
      <w:r>
        <w:rPr>
          <w:rFonts w:ascii="Tahoma" w:eastAsia="Times New Roman" w:hAnsi="Tahoma" w:cs="Tahoma"/>
          <w:b/>
          <w:i/>
          <w:color w:val="05D091"/>
          <w:sz w:val="22"/>
          <w:lang w:eastAsia="en-GB"/>
        </w:rPr>
        <w:t>os</w:t>
      </w:r>
      <w:r w:rsidRPr="00514309">
        <w:rPr>
          <w:rFonts w:ascii="Tahoma" w:eastAsia="Times New Roman" w:hAnsi="Tahoma" w:cs="Tahoma"/>
          <w:b/>
          <w:i/>
          <w:color w:val="05D091"/>
          <w:sz w:val="22"/>
          <w:lang w:eastAsia="en-GB"/>
        </w:rPr>
        <w:t xml:space="preserve"> ir programinės įrangos konfigūravimo paslaug</w:t>
      </w:r>
      <w:r>
        <w:rPr>
          <w:rFonts w:ascii="Tahoma" w:eastAsia="Times New Roman" w:hAnsi="Tahoma" w:cs="Tahoma"/>
          <w:b/>
          <w:i/>
          <w:color w:val="05D091"/>
          <w:sz w:val="22"/>
          <w:lang w:eastAsia="en-GB"/>
        </w:rPr>
        <w:t xml:space="preserve">ų </w:t>
      </w:r>
      <w:r w:rsidR="00E84825" w:rsidRPr="00681FCA">
        <w:rPr>
          <w:rFonts w:asciiTheme="majorHAnsi" w:hAnsiTheme="majorHAnsi" w:cstheme="majorHAnsi"/>
          <w:sz w:val="22"/>
          <w:lang w:eastAsia="lt-LT"/>
        </w:rPr>
        <w:t xml:space="preserve">viešojo pirkimo-pardavimo sutarties specialiosios dalies </w:t>
      </w:r>
    </w:p>
    <w:p w14:paraId="6BDD8355" w14:textId="703CBBE9" w:rsidR="00E84825" w:rsidRPr="00681FCA" w:rsidRDefault="00E84825" w:rsidP="00E84825">
      <w:pPr>
        <w:ind w:left="5245"/>
        <w:rPr>
          <w:rFonts w:asciiTheme="majorHAnsi" w:hAnsiTheme="majorHAnsi" w:cstheme="majorHAnsi"/>
          <w:sz w:val="22"/>
        </w:rPr>
      </w:pPr>
      <w:r>
        <w:rPr>
          <w:rFonts w:asciiTheme="majorHAnsi" w:hAnsiTheme="majorHAnsi" w:cstheme="majorHAnsi"/>
          <w:sz w:val="22"/>
        </w:rPr>
        <w:t>P</w:t>
      </w:r>
      <w:r w:rsidRPr="00681FCA">
        <w:rPr>
          <w:rFonts w:asciiTheme="majorHAnsi" w:hAnsiTheme="majorHAnsi" w:cstheme="majorHAnsi"/>
          <w:sz w:val="22"/>
        </w:rPr>
        <w:t>riedas</w:t>
      </w:r>
      <w:r>
        <w:rPr>
          <w:rFonts w:asciiTheme="majorHAnsi" w:hAnsiTheme="majorHAnsi" w:cstheme="majorHAnsi"/>
          <w:sz w:val="22"/>
        </w:rPr>
        <w:t xml:space="preserve"> Nr.</w:t>
      </w:r>
      <w:bookmarkEnd w:id="0"/>
      <w:r>
        <w:rPr>
          <w:rFonts w:asciiTheme="majorHAnsi" w:hAnsiTheme="majorHAnsi" w:cstheme="majorHAnsi"/>
          <w:sz w:val="22"/>
        </w:rPr>
        <w:t xml:space="preserve"> </w:t>
      </w:r>
      <w:r w:rsidR="00514309">
        <w:t>6</w:t>
      </w:r>
      <w:r>
        <w:rPr>
          <w:rFonts w:asciiTheme="majorHAnsi" w:hAnsiTheme="majorHAnsi" w:cstheme="majorHAnsi"/>
          <w:sz w:val="22"/>
        </w:rPr>
        <w:t xml:space="preserve"> </w:t>
      </w:r>
    </w:p>
    <w:p w14:paraId="2C0443AC" w14:textId="77777777" w:rsidR="00E84825" w:rsidRDefault="00E84825" w:rsidP="00DF77DB">
      <w:pPr>
        <w:spacing w:line="276" w:lineRule="auto"/>
        <w:jc w:val="center"/>
        <w:rPr>
          <w:rFonts w:ascii="Tahoma" w:hAnsi="Tahoma" w:cs="Tahoma"/>
          <w:b/>
          <w:sz w:val="22"/>
        </w:rPr>
      </w:pPr>
    </w:p>
    <w:p w14:paraId="3AA4F7A0" w14:textId="77777777" w:rsidR="00E84825" w:rsidRDefault="00E84825" w:rsidP="00DF77DB">
      <w:pPr>
        <w:spacing w:line="276" w:lineRule="auto"/>
        <w:jc w:val="center"/>
        <w:rPr>
          <w:rFonts w:ascii="Tahoma" w:hAnsi="Tahoma" w:cs="Tahoma"/>
          <w:b/>
          <w:sz w:val="22"/>
        </w:rPr>
      </w:pPr>
    </w:p>
    <w:p w14:paraId="65BC7C4E" w14:textId="77777777" w:rsidR="006748F3" w:rsidRPr="00F615E5" w:rsidRDefault="00545C43" w:rsidP="00DF77DB">
      <w:pPr>
        <w:spacing w:line="276" w:lineRule="auto"/>
        <w:jc w:val="center"/>
        <w:rPr>
          <w:rFonts w:ascii="Tahoma" w:hAnsi="Tahoma" w:cs="Tahoma"/>
          <w:b/>
          <w:sz w:val="22"/>
        </w:rPr>
      </w:pPr>
      <w:r w:rsidRPr="00F615E5">
        <w:rPr>
          <w:rFonts w:ascii="Tahoma" w:hAnsi="Tahoma" w:cs="Tahoma"/>
          <w:b/>
          <w:sz w:val="22"/>
        </w:rPr>
        <w:t>SUSITARIM</w:t>
      </w:r>
      <w:r w:rsidR="001F734C">
        <w:rPr>
          <w:rFonts w:ascii="Tahoma" w:hAnsi="Tahoma" w:cs="Tahoma"/>
          <w:b/>
          <w:sz w:val="22"/>
        </w:rPr>
        <w:t>AS</w:t>
      </w:r>
      <w:r w:rsidRPr="00F615E5">
        <w:rPr>
          <w:rFonts w:ascii="Tahoma" w:hAnsi="Tahoma" w:cs="Tahoma"/>
          <w:b/>
          <w:sz w:val="22"/>
        </w:rPr>
        <w:t xml:space="preserve"> </w:t>
      </w:r>
      <w:r w:rsidR="006748F3" w:rsidRPr="00F615E5">
        <w:rPr>
          <w:rFonts w:ascii="Tahoma" w:hAnsi="Tahoma" w:cs="Tahoma"/>
          <w:b/>
          <w:sz w:val="22"/>
        </w:rPr>
        <w:t>DĖL ASMENS DUOMENŲ TVARKYMO</w:t>
      </w:r>
    </w:p>
    <w:p w14:paraId="0AF9AB9C" w14:textId="77777777" w:rsidR="00545C43" w:rsidRPr="00F615E5" w:rsidRDefault="00545C43" w:rsidP="00DF77DB">
      <w:pPr>
        <w:spacing w:line="276" w:lineRule="auto"/>
        <w:jc w:val="center"/>
        <w:rPr>
          <w:rFonts w:ascii="Tahoma" w:hAnsi="Tahoma" w:cs="Tahoma"/>
          <w:b/>
          <w:sz w:val="22"/>
        </w:rPr>
      </w:pPr>
    </w:p>
    <w:p w14:paraId="27392909" w14:textId="77777777" w:rsidR="003E4B74" w:rsidRPr="00F615E5" w:rsidRDefault="003E4B74" w:rsidP="00DF77DB">
      <w:pPr>
        <w:spacing w:line="276" w:lineRule="auto"/>
        <w:jc w:val="center"/>
        <w:rPr>
          <w:rFonts w:ascii="Tahoma" w:hAnsi="Tahoma" w:cs="Tahoma"/>
          <w:b/>
          <w:sz w:val="22"/>
        </w:rPr>
      </w:pPr>
      <w:r w:rsidRPr="00F615E5">
        <w:rPr>
          <w:rFonts w:ascii="Tahoma" w:hAnsi="Tahoma" w:cs="Tahoma"/>
          <w:b/>
          <w:sz w:val="22"/>
        </w:rPr>
        <w:t>BENDROJI DALIS</w:t>
      </w:r>
    </w:p>
    <w:p w14:paraId="56E7FBEF" w14:textId="77777777" w:rsidR="006748F3" w:rsidRPr="00F615E5" w:rsidRDefault="006748F3" w:rsidP="00DF77DB">
      <w:pPr>
        <w:spacing w:line="276" w:lineRule="auto"/>
        <w:jc w:val="center"/>
        <w:rPr>
          <w:rFonts w:ascii="Tahoma" w:hAnsi="Tahoma" w:cs="Tahoma"/>
          <w:b/>
          <w:sz w:val="22"/>
        </w:rPr>
      </w:pPr>
    </w:p>
    <w:p w14:paraId="1CB8EC79" w14:textId="77777777" w:rsidR="006748F3" w:rsidRPr="00F615E5" w:rsidRDefault="00397994" w:rsidP="00DF77DB">
      <w:pPr>
        <w:spacing w:line="276" w:lineRule="auto"/>
        <w:jc w:val="center"/>
        <w:rPr>
          <w:rFonts w:ascii="Tahoma" w:hAnsi="Tahoma" w:cs="Tahoma"/>
          <w:b/>
          <w:sz w:val="22"/>
        </w:rPr>
      </w:pPr>
      <w:r w:rsidRPr="00F615E5">
        <w:rPr>
          <w:rFonts w:ascii="Tahoma" w:hAnsi="Tahoma" w:cs="Tahoma"/>
          <w:b/>
          <w:sz w:val="22"/>
        </w:rPr>
        <w:t>1. SĄVOKOS</w:t>
      </w:r>
    </w:p>
    <w:p w14:paraId="7D549FF7" w14:textId="77777777" w:rsidR="00597F9C" w:rsidRPr="00F615E5" w:rsidRDefault="00597F9C" w:rsidP="00C24C32">
      <w:pPr>
        <w:spacing w:line="276" w:lineRule="auto"/>
        <w:jc w:val="center"/>
        <w:rPr>
          <w:rFonts w:ascii="Tahoma" w:hAnsi="Tahoma" w:cs="Tahoma"/>
          <w:b/>
          <w:sz w:val="22"/>
        </w:rPr>
      </w:pPr>
    </w:p>
    <w:p w14:paraId="3289C7E8" w14:textId="77777777" w:rsidR="00397994" w:rsidRPr="00F615E5" w:rsidRDefault="00B7301C"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bCs/>
          <w:sz w:val="22"/>
          <w:szCs w:val="22"/>
        </w:rPr>
        <w:t>Asmens d</w:t>
      </w:r>
      <w:r w:rsidR="00397994" w:rsidRPr="00F615E5">
        <w:rPr>
          <w:rFonts w:ascii="Tahoma" w:hAnsi="Tahoma" w:cs="Tahoma"/>
          <w:b/>
          <w:bCs/>
          <w:sz w:val="22"/>
          <w:szCs w:val="22"/>
        </w:rPr>
        <w:t xml:space="preserve">uomenys </w:t>
      </w:r>
      <w:r w:rsidR="00397994" w:rsidRPr="00F615E5">
        <w:rPr>
          <w:rFonts w:ascii="Tahoma" w:hAnsi="Tahoma" w:cs="Tahoma"/>
          <w:sz w:val="22"/>
          <w:szCs w:val="22"/>
        </w:rPr>
        <w:t xml:space="preserve">– </w:t>
      </w:r>
      <w:r w:rsidRPr="00F615E5">
        <w:rPr>
          <w:rFonts w:ascii="Tahoma" w:hAnsi="Tahoma" w:cs="Tahoma"/>
          <w:sz w:val="22"/>
        </w:rPr>
        <w:t>Specialiojoje dalyje nurodyti asmens duomenys, kuri</w:t>
      </w:r>
      <w:r w:rsidR="001543EF" w:rsidRPr="00F615E5">
        <w:rPr>
          <w:rFonts w:ascii="Tahoma" w:hAnsi="Tahoma" w:cs="Tahoma"/>
          <w:sz w:val="22"/>
        </w:rPr>
        <w:t xml:space="preserve">uos Duomenų valdytojas </w:t>
      </w:r>
      <w:r w:rsidR="00751565" w:rsidRPr="00F615E5">
        <w:rPr>
          <w:rFonts w:ascii="Tahoma" w:hAnsi="Tahoma" w:cs="Tahoma"/>
          <w:sz w:val="22"/>
        </w:rPr>
        <w:t>suteikia teisę tvarkyti Duomenų tvarkytojui</w:t>
      </w:r>
      <w:r w:rsidR="001543EF" w:rsidRPr="00F615E5">
        <w:rPr>
          <w:rFonts w:ascii="Tahoma" w:hAnsi="Tahoma" w:cs="Tahoma"/>
          <w:sz w:val="22"/>
        </w:rPr>
        <w:t xml:space="preserve"> </w:t>
      </w:r>
      <w:r w:rsidR="00DB456E" w:rsidRPr="00F615E5">
        <w:rPr>
          <w:rFonts w:ascii="Tahoma" w:hAnsi="Tahoma" w:cs="Tahoma"/>
          <w:sz w:val="22"/>
        </w:rPr>
        <w:t>Specialiojoje dalyje</w:t>
      </w:r>
      <w:r w:rsidRPr="00F615E5">
        <w:rPr>
          <w:rFonts w:ascii="Tahoma" w:hAnsi="Tahoma" w:cs="Tahoma"/>
          <w:sz w:val="22"/>
        </w:rPr>
        <w:t xml:space="preserve"> nustatytu tikslu</w:t>
      </w:r>
      <w:r w:rsidR="009B6BEF" w:rsidRPr="00F615E5">
        <w:rPr>
          <w:rFonts w:ascii="Tahoma" w:hAnsi="Tahoma" w:cs="Tahoma"/>
          <w:sz w:val="22"/>
        </w:rPr>
        <w:t xml:space="preserve"> ir terminu</w:t>
      </w:r>
      <w:r w:rsidR="00397994" w:rsidRPr="00F615E5">
        <w:rPr>
          <w:rFonts w:ascii="Tahoma" w:hAnsi="Tahoma" w:cs="Tahoma"/>
          <w:sz w:val="22"/>
          <w:szCs w:val="22"/>
        </w:rPr>
        <w:t>.</w:t>
      </w:r>
    </w:p>
    <w:p w14:paraId="6AC6EED0" w14:textId="77777777" w:rsidR="00B02A94" w:rsidRPr="00F615E5" w:rsidRDefault="00B02A94" w:rsidP="00B02A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Duomenų tvarkytojas </w:t>
      </w:r>
      <w:r w:rsidRPr="00F615E5">
        <w:rPr>
          <w:rFonts w:ascii="Tahoma" w:hAnsi="Tahoma" w:cs="Tahoma"/>
          <w:sz w:val="22"/>
          <w:szCs w:val="22"/>
        </w:rPr>
        <w:t>– Specialiojoje dalyje nurodytas paslaugas teikiantis fizinis arba juridinis asmuo.</w:t>
      </w:r>
    </w:p>
    <w:p w14:paraId="6CC4921A" w14:textId="77777777" w:rsidR="00B02A94" w:rsidRPr="00F615E5" w:rsidRDefault="00B02A94"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Duomenų valdytojas </w:t>
      </w:r>
      <w:r w:rsidRPr="00F615E5">
        <w:rPr>
          <w:rFonts w:ascii="Tahoma" w:hAnsi="Tahoma" w:cs="Tahoma"/>
          <w:color w:val="auto"/>
          <w:sz w:val="22"/>
          <w:szCs w:val="22"/>
        </w:rPr>
        <w:t>– valstybės įmonė Registrų centras</w:t>
      </w:r>
      <w:r w:rsidR="00477B94">
        <w:rPr>
          <w:rFonts w:ascii="Tahoma" w:hAnsi="Tahoma" w:cs="Tahoma"/>
          <w:color w:val="auto"/>
          <w:sz w:val="22"/>
          <w:szCs w:val="22"/>
        </w:rPr>
        <w:t>, veikiantis kaip duomenų valdytojas arba duomenų valdytoją</w:t>
      </w:r>
      <w:r w:rsidR="00851485">
        <w:rPr>
          <w:rFonts w:ascii="Tahoma" w:hAnsi="Tahoma" w:cs="Tahoma"/>
          <w:color w:val="auto"/>
          <w:sz w:val="22"/>
          <w:szCs w:val="22"/>
        </w:rPr>
        <w:t>, nurodytą Specialiojoje dalyje,</w:t>
      </w:r>
      <w:r w:rsidR="00477B94">
        <w:rPr>
          <w:rFonts w:ascii="Tahoma" w:hAnsi="Tahoma" w:cs="Tahoma"/>
          <w:color w:val="auto"/>
          <w:sz w:val="22"/>
          <w:szCs w:val="22"/>
        </w:rPr>
        <w:t xml:space="preserve"> atstovaujantis duomenų tvarkytojas</w:t>
      </w:r>
      <w:r w:rsidRPr="00F615E5">
        <w:rPr>
          <w:rFonts w:ascii="Tahoma" w:hAnsi="Tahoma" w:cs="Tahoma"/>
          <w:color w:val="auto"/>
          <w:sz w:val="22"/>
          <w:szCs w:val="22"/>
        </w:rPr>
        <w:t>.</w:t>
      </w:r>
    </w:p>
    <w:p w14:paraId="4C25E90E" w14:textId="77777777" w:rsidR="00FC7B2F" w:rsidRPr="00F615E5" w:rsidRDefault="00FC7B2F" w:rsidP="00B02A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 xml:space="preserve">JIRA </w:t>
      </w:r>
      <w:r w:rsidR="00724FDA" w:rsidRPr="00F615E5">
        <w:rPr>
          <w:rFonts w:ascii="Tahoma" w:hAnsi="Tahoma" w:cs="Tahoma"/>
          <w:color w:val="auto"/>
          <w:sz w:val="22"/>
          <w:szCs w:val="22"/>
        </w:rPr>
        <w:t>–</w:t>
      </w:r>
      <w:r w:rsidRPr="00F615E5">
        <w:rPr>
          <w:rFonts w:ascii="Tahoma" w:hAnsi="Tahoma" w:cs="Tahoma"/>
          <w:color w:val="auto"/>
          <w:sz w:val="22"/>
          <w:szCs w:val="22"/>
        </w:rPr>
        <w:t xml:space="preserve"> </w:t>
      </w:r>
      <w:r w:rsidR="004259E1">
        <w:rPr>
          <w:rFonts w:ascii="Tahoma" w:hAnsi="Tahoma" w:cs="Tahoma"/>
          <w:color w:val="auto"/>
          <w:sz w:val="22"/>
          <w:szCs w:val="22"/>
        </w:rPr>
        <w:t>programinis įrankis</w:t>
      </w:r>
      <w:r w:rsidR="009F2DDC" w:rsidRPr="00F615E5">
        <w:rPr>
          <w:rFonts w:ascii="Tahoma" w:hAnsi="Tahoma" w:cs="Tahoma"/>
          <w:color w:val="auto"/>
          <w:sz w:val="22"/>
          <w:szCs w:val="22"/>
        </w:rPr>
        <w:t>, skirtas projekto, produkto bei programinės įrangos kūrimo, priežiūros užduotims ir resursams valdyti</w:t>
      </w:r>
      <w:r w:rsidR="00816E5D">
        <w:rPr>
          <w:rFonts w:ascii="Tahoma" w:hAnsi="Tahoma" w:cs="Tahoma"/>
          <w:color w:val="auto"/>
          <w:sz w:val="22"/>
          <w:szCs w:val="22"/>
        </w:rPr>
        <w:t>.</w:t>
      </w:r>
    </w:p>
    <w:p w14:paraId="656A906E"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rPr>
        <w:t>Konfidencialumo pasižadėjimas</w:t>
      </w:r>
      <w:r w:rsidR="00CF75CB" w:rsidRPr="00F615E5">
        <w:rPr>
          <w:rFonts w:ascii="Tahoma" w:hAnsi="Tahoma" w:cs="Tahoma"/>
          <w:b/>
          <w:sz w:val="22"/>
        </w:rPr>
        <w:t xml:space="preserve"> </w:t>
      </w:r>
      <w:r w:rsidRPr="00F615E5">
        <w:rPr>
          <w:rFonts w:ascii="Tahoma" w:hAnsi="Tahoma" w:cs="Tahoma"/>
          <w:sz w:val="22"/>
        </w:rPr>
        <w:t xml:space="preserve">– </w:t>
      </w:r>
      <w:r w:rsidR="00976B53" w:rsidRPr="00F615E5">
        <w:rPr>
          <w:rFonts w:ascii="Tahoma" w:hAnsi="Tahoma" w:cs="Tahoma"/>
          <w:sz w:val="22"/>
        </w:rPr>
        <w:t>Duomenų valdytojo nustatytos formos pasižadėjimas</w:t>
      </w:r>
      <w:r w:rsidR="003904AF" w:rsidRPr="00F615E5">
        <w:rPr>
          <w:rFonts w:ascii="Tahoma" w:hAnsi="Tahoma" w:cs="Tahoma"/>
          <w:sz w:val="22"/>
        </w:rPr>
        <w:t xml:space="preserve"> saugoti valstybės įmonės Registrų centro</w:t>
      </w:r>
      <w:r w:rsidR="00DC6D75">
        <w:rPr>
          <w:rFonts w:ascii="Tahoma" w:hAnsi="Tahoma" w:cs="Tahoma"/>
          <w:sz w:val="22"/>
        </w:rPr>
        <w:t xml:space="preserve"> </w:t>
      </w:r>
      <w:r w:rsidR="003904AF" w:rsidRPr="00F615E5">
        <w:rPr>
          <w:rFonts w:ascii="Tahoma" w:hAnsi="Tahoma" w:cs="Tahoma"/>
          <w:sz w:val="22"/>
        </w:rPr>
        <w:t>tvarkomų duomenų paslaptį ir laikytis duomenų saugos reikalavimų</w:t>
      </w:r>
      <w:r w:rsidR="00976B53" w:rsidRPr="00F615E5">
        <w:rPr>
          <w:rFonts w:ascii="Tahoma" w:hAnsi="Tahoma" w:cs="Tahoma"/>
          <w:sz w:val="22"/>
        </w:rPr>
        <w:t>, kurį pasirašo Duomenų tvarkytojo įgalioti asmenys, prieš pradedant tvarkyti asmens duomenis.</w:t>
      </w:r>
    </w:p>
    <w:p w14:paraId="4433BDB4"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Reglamentas</w:t>
      </w:r>
      <w:r w:rsidRPr="00F615E5">
        <w:rPr>
          <w:rFonts w:ascii="Tahoma" w:hAnsi="Tahoma" w:cs="Tahoma"/>
          <w:sz w:val="22"/>
          <w:szCs w:val="22"/>
        </w:rPr>
        <w:t xml:space="preserve"> </w:t>
      </w:r>
      <w:r w:rsidRPr="00F615E5">
        <w:rPr>
          <w:rFonts w:ascii="Tahoma" w:hAnsi="Tahoma" w:cs="Tahoma"/>
          <w:b/>
          <w:sz w:val="22"/>
        </w:rPr>
        <w:t xml:space="preserve">(ES) 2016/679 </w:t>
      </w:r>
      <w:r w:rsidRPr="00F615E5">
        <w:rPr>
          <w:rFonts w:ascii="Tahoma" w:hAnsi="Tahoma" w:cs="Tahoma"/>
          <w:sz w:val="22"/>
          <w:szCs w:val="22"/>
        </w:rPr>
        <w:t>– 2016 m. balandžio 27 d. Europos Parlamento ir Tarybos reglamentas (ES) 2016/679 dėl fizinių asmenų apsaugos tvarkant asmens duomenis ir dėl laisvo tokių duomenų judėjimo ir kuriuo panaikinama Direktyva 95/46/EB (Bendrasis duomenų apsaugos reglamentas).</w:t>
      </w:r>
    </w:p>
    <w:p w14:paraId="100171E5" w14:textId="77777777" w:rsidR="009E7E82" w:rsidRPr="00F615E5" w:rsidRDefault="009E7E82" w:rsidP="009E7E82">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Paslaugų teikimo sutartis</w:t>
      </w:r>
      <w:r w:rsidRPr="00F615E5">
        <w:rPr>
          <w:rFonts w:ascii="Tahoma" w:hAnsi="Tahoma" w:cs="Tahoma"/>
          <w:sz w:val="22"/>
          <w:szCs w:val="22"/>
        </w:rPr>
        <w:t xml:space="preserve"> – </w:t>
      </w:r>
      <w:r w:rsidRPr="00F615E5">
        <w:rPr>
          <w:rFonts w:ascii="Tahoma" w:hAnsi="Tahoma" w:cs="Tahoma"/>
          <w:sz w:val="22"/>
        </w:rPr>
        <w:t xml:space="preserve">Specialiojoje dalyje nurodyta tarp Paslaugos teikėjo ir Paslaugos gavėjo pasirašyta sutartis dėl paslaugų teikimo, kurios pagrindu yra sudarytas Susitarimas, kaip sudėtinė jos dalis. </w:t>
      </w:r>
    </w:p>
    <w:p w14:paraId="227B06F4"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gavėjas </w:t>
      </w:r>
      <w:r w:rsidRPr="00F615E5">
        <w:rPr>
          <w:rFonts w:ascii="Tahoma" w:hAnsi="Tahoma" w:cs="Tahoma"/>
          <w:sz w:val="22"/>
          <w:szCs w:val="22"/>
        </w:rPr>
        <w:t>– valstybės įmonė Registrų centras.</w:t>
      </w:r>
    </w:p>
    <w:p w14:paraId="64C69149" w14:textId="77777777" w:rsidR="00397994" w:rsidRPr="00F615E5" w:rsidRDefault="00397994" w:rsidP="00397994">
      <w:pPr>
        <w:pStyle w:val="Default"/>
        <w:numPr>
          <w:ilvl w:val="1"/>
          <w:numId w:val="9"/>
        </w:numPr>
        <w:tabs>
          <w:tab w:val="left" w:pos="568"/>
        </w:tabs>
        <w:ind w:left="0" w:firstLine="567"/>
        <w:jc w:val="both"/>
        <w:rPr>
          <w:rFonts w:ascii="Tahoma" w:hAnsi="Tahoma" w:cs="Tahoma"/>
          <w:sz w:val="22"/>
          <w:szCs w:val="22"/>
        </w:rPr>
      </w:pPr>
      <w:r w:rsidRPr="00F615E5">
        <w:rPr>
          <w:rFonts w:ascii="Tahoma" w:hAnsi="Tahoma" w:cs="Tahoma"/>
          <w:b/>
          <w:sz w:val="22"/>
          <w:szCs w:val="22"/>
        </w:rPr>
        <w:t xml:space="preserve">Paslaugos teikėjas </w:t>
      </w:r>
      <w:r w:rsidRPr="00F615E5">
        <w:rPr>
          <w:rFonts w:ascii="Tahoma" w:hAnsi="Tahoma" w:cs="Tahoma"/>
          <w:sz w:val="22"/>
          <w:szCs w:val="22"/>
        </w:rPr>
        <w:t>– Specialiojoje dalyje nurodytas paslaugas teikiantis fizinis arba juridinis asmuo.</w:t>
      </w:r>
    </w:p>
    <w:p w14:paraId="30C084C6" w14:textId="77777777" w:rsidR="009E7E82" w:rsidRPr="00F615E5" w:rsidRDefault="009E7E82"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sz w:val="22"/>
          <w:szCs w:val="22"/>
        </w:rPr>
        <w:t xml:space="preserve">Susitarimas </w:t>
      </w:r>
      <w:r w:rsidRPr="00F615E5">
        <w:rPr>
          <w:rFonts w:ascii="Tahoma" w:hAnsi="Tahoma" w:cs="Tahoma"/>
          <w:sz w:val="22"/>
          <w:szCs w:val="22"/>
        </w:rPr>
        <w:t xml:space="preserve">– </w:t>
      </w:r>
      <w:r w:rsidRPr="00F615E5">
        <w:rPr>
          <w:rFonts w:ascii="Tahoma" w:hAnsi="Tahoma" w:cs="Tahoma"/>
          <w:sz w:val="22"/>
        </w:rPr>
        <w:t>sudėtinė Paslaugų teikimo sutarties dalis, sudaryta</w:t>
      </w:r>
      <w:r w:rsidR="00B726BF" w:rsidRPr="00F615E5">
        <w:rPr>
          <w:rFonts w:ascii="Tahoma" w:hAnsi="Tahoma" w:cs="Tahoma"/>
          <w:sz w:val="22"/>
        </w:rPr>
        <w:t xml:space="preserve"> iš Bendrosios ir S</w:t>
      </w:r>
      <w:r w:rsidR="00C627C3" w:rsidRPr="00F615E5">
        <w:rPr>
          <w:rFonts w:ascii="Tahoma" w:hAnsi="Tahoma" w:cs="Tahoma"/>
          <w:sz w:val="22"/>
        </w:rPr>
        <w:t>pecialios dalies,</w:t>
      </w:r>
      <w:r w:rsidRPr="00F615E5">
        <w:rPr>
          <w:rFonts w:ascii="Tahoma" w:hAnsi="Tahoma" w:cs="Tahoma"/>
          <w:sz w:val="22"/>
        </w:rPr>
        <w:t xml:space="preserve"> </w:t>
      </w:r>
      <w:r w:rsidR="006A3B12" w:rsidRPr="00F615E5">
        <w:rPr>
          <w:rFonts w:ascii="Tahoma" w:hAnsi="Tahoma" w:cs="Tahoma"/>
          <w:sz w:val="22"/>
        </w:rPr>
        <w:t xml:space="preserve">kuriame </w:t>
      </w:r>
      <w:r w:rsidRPr="00F615E5">
        <w:rPr>
          <w:rFonts w:ascii="Tahoma" w:hAnsi="Tahoma" w:cs="Tahoma"/>
          <w:sz w:val="22"/>
        </w:rPr>
        <w:t xml:space="preserve">vadovaujantis Reglamento (ES) 2016/679 28 straipsniu, </w:t>
      </w:r>
      <w:r w:rsidR="00483EEE" w:rsidRPr="00F615E5">
        <w:rPr>
          <w:rFonts w:ascii="Tahoma" w:hAnsi="Tahoma" w:cs="Tahoma"/>
          <w:sz w:val="22"/>
          <w:szCs w:val="22"/>
        </w:rPr>
        <w:t>nustatomos  duomenų valdytojo ir duomenų tvarkytojo teisės bei pareigos, duomenų valdytojo vardu tvarkant asmens duomenis</w:t>
      </w:r>
      <w:r w:rsidRPr="00F615E5">
        <w:rPr>
          <w:rFonts w:ascii="Tahoma" w:hAnsi="Tahoma" w:cs="Tahoma"/>
          <w:sz w:val="22"/>
        </w:rPr>
        <w:t>.</w:t>
      </w:r>
    </w:p>
    <w:p w14:paraId="64B25EF1"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B</w:t>
      </w:r>
      <w:r w:rsidR="00397994" w:rsidRPr="00F615E5">
        <w:rPr>
          <w:rFonts w:ascii="Tahoma" w:hAnsi="Tahoma" w:cs="Tahoma"/>
          <w:b/>
          <w:color w:val="auto"/>
          <w:sz w:val="22"/>
          <w:szCs w:val="22"/>
        </w:rPr>
        <w:t>endroji dalis</w:t>
      </w:r>
      <w:r w:rsidR="002C5445" w:rsidRPr="00F615E5">
        <w:rPr>
          <w:rFonts w:ascii="Tahoma" w:hAnsi="Tahoma" w:cs="Tahoma"/>
          <w:b/>
          <w:color w:val="auto"/>
          <w:sz w:val="22"/>
          <w:szCs w:val="22"/>
        </w:rPr>
        <w:t xml:space="preserve">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 nustato bendrą</w:t>
      </w:r>
      <w:r w:rsidR="00137412" w:rsidRPr="00F615E5">
        <w:rPr>
          <w:rFonts w:ascii="Tahoma" w:hAnsi="Tahoma" w:cs="Tahoma"/>
          <w:color w:val="auto"/>
          <w:sz w:val="22"/>
          <w:szCs w:val="22"/>
        </w:rPr>
        <w:t>sias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 xml:space="preserve">asmens </w:t>
      </w:r>
      <w:r w:rsidR="00397994" w:rsidRPr="00F615E5">
        <w:rPr>
          <w:rFonts w:ascii="Tahoma" w:hAnsi="Tahoma" w:cs="Tahoma"/>
          <w:color w:val="auto"/>
          <w:sz w:val="22"/>
          <w:szCs w:val="22"/>
        </w:rPr>
        <w:t xml:space="preserve">duomenų </w:t>
      </w:r>
      <w:r w:rsidR="00C10106" w:rsidRPr="00F615E5">
        <w:rPr>
          <w:rFonts w:ascii="Tahoma" w:hAnsi="Tahoma" w:cs="Tahoma"/>
          <w:color w:val="auto"/>
          <w:sz w:val="22"/>
          <w:szCs w:val="22"/>
        </w:rPr>
        <w:t>tvarkymo</w:t>
      </w:r>
      <w:r w:rsidR="00397994" w:rsidRPr="00F615E5">
        <w:rPr>
          <w:rFonts w:ascii="Tahoma" w:hAnsi="Tahoma" w:cs="Tahoma"/>
          <w:color w:val="auto"/>
          <w:sz w:val="22"/>
          <w:szCs w:val="22"/>
        </w:rPr>
        <w:t xml:space="preserve"> </w:t>
      </w:r>
      <w:r w:rsidR="00137412" w:rsidRPr="00F615E5">
        <w:rPr>
          <w:rFonts w:ascii="Tahoma" w:hAnsi="Tahoma" w:cs="Tahoma"/>
          <w:color w:val="auto"/>
          <w:sz w:val="22"/>
          <w:szCs w:val="22"/>
        </w:rPr>
        <w:t xml:space="preserve"> sąlygas</w:t>
      </w:r>
      <w:r w:rsidR="00397994" w:rsidRPr="00F615E5">
        <w:rPr>
          <w:rFonts w:ascii="Tahoma" w:hAnsi="Tahoma" w:cs="Tahoma"/>
          <w:color w:val="auto"/>
          <w:sz w:val="22"/>
          <w:szCs w:val="22"/>
        </w:rPr>
        <w:t>, taikom</w:t>
      </w:r>
      <w:r w:rsidR="00137412" w:rsidRPr="00F615E5">
        <w:rPr>
          <w:rFonts w:ascii="Tahoma" w:hAnsi="Tahoma" w:cs="Tahoma"/>
          <w:color w:val="auto"/>
          <w:sz w:val="22"/>
          <w:szCs w:val="22"/>
        </w:rPr>
        <w:t>as</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Šalims.  </w:t>
      </w:r>
    </w:p>
    <w:p w14:paraId="29F13A8A" w14:textId="77777777" w:rsidR="00397994" w:rsidRPr="00F615E5" w:rsidRDefault="00A713DE" w:rsidP="00397994">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S</w:t>
      </w:r>
      <w:r w:rsidR="00397994" w:rsidRPr="00F615E5">
        <w:rPr>
          <w:rFonts w:ascii="Tahoma" w:hAnsi="Tahoma" w:cs="Tahoma"/>
          <w:b/>
          <w:color w:val="auto"/>
          <w:sz w:val="22"/>
          <w:szCs w:val="22"/>
        </w:rPr>
        <w:t xml:space="preserve">pecialioji dalis  </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Susitarimo</w:t>
      </w:r>
      <w:r w:rsidR="00397994" w:rsidRPr="00F615E5">
        <w:rPr>
          <w:rFonts w:ascii="Tahoma" w:hAnsi="Tahoma" w:cs="Tahoma"/>
          <w:color w:val="auto"/>
          <w:sz w:val="22"/>
          <w:szCs w:val="22"/>
        </w:rPr>
        <w:t xml:space="preserve"> dalis, kurioje nustatomos konkreči</w:t>
      </w:r>
      <w:r w:rsidR="00C10106" w:rsidRPr="00F615E5">
        <w:rPr>
          <w:rFonts w:ascii="Tahoma" w:hAnsi="Tahoma" w:cs="Tahoma"/>
          <w:color w:val="auto"/>
          <w:sz w:val="22"/>
          <w:szCs w:val="22"/>
        </w:rPr>
        <w:t>am</w:t>
      </w:r>
      <w:r w:rsidR="00397994" w:rsidRPr="00F615E5">
        <w:rPr>
          <w:rFonts w:ascii="Tahoma" w:hAnsi="Tahoma" w:cs="Tahoma"/>
          <w:color w:val="auto"/>
          <w:sz w:val="22"/>
          <w:szCs w:val="22"/>
        </w:rPr>
        <w:t xml:space="preserve"> </w:t>
      </w:r>
      <w:r w:rsidR="00C10106" w:rsidRPr="00F615E5">
        <w:rPr>
          <w:rFonts w:ascii="Tahoma" w:hAnsi="Tahoma" w:cs="Tahoma"/>
          <w:color w:val="auto"/>
          <w:sz w:val="22"/>
          <w:szCs w:val="22"/>
        </w:rPr>
        <w:t>Duomenų tvarkytojui taikomos specialios asmens duomenų tvarkymo sąlygos</w:t>
      </w:r>
      <w:r w:rsidR="00397994" w:rsidRPr="00F615E5">
        <w:rPr>
          <w:rFonts w:ascii="Tahoma" w:hAnsi="Tahoma" w:cs="Tahoma"/>
          <w:color w:val="auto"/>
          <w:sz w:val="22"/>
          <w:szCs w:val="22"/>
        </w:rPr>
        <w:t>.</w:t>
      </w:r>
    </w:p>
    <w:p w14:paraId="265F84B2" w14:textId="77777777" w:rsidR="00200DEA" w:rsidRPr="00F615E5" w:rsidRDefault="00200DEA" w:rsidP="00200DEA">
      <w:pPr>
        <w:pStyle w:val="Default"/>
        <w:numPr>
          <w:ilvl w:val="1"/>
          <w:numId w:val="9"/>
        </w:numPr>
        <w:tabs>
          <w:tab w:val="left" w:pos="568"/>
        </w:tabs>
        <w:ind w:left="0" w:firstLine="567"/>
        <w:jc w:val="both"/>
        <w:rPr>
          <w:rFonts w:ascii="Tahoma" w:hAnsi="Tahoma" w:cs="Tahoma"/>
          <w:color w:val="auto"/>
          <w:sz w:val="22"/>
          <w:szCs w:val="22"/>
        </w:rPr>
      </w:pPr>
      <w:r w:rsidRPr="00F615E5">
        <w:rPr>
          <w:rFonts w:ascii="Tahoma" w:hAnsi="Tahoma" w:cs="Tahoma"/>
          <w:b/>
          <w:color w:val="auto"/>
          <w:sz w:val="22"/>
          <w:szCs w:val="22"/>
        </w:rPr>
        <w:t>Šalys</w:t>
      </w:r>
      <w:r w:rsidRPr="00F615E5">
        <w:rPr>
          <w:rFonts w:ascii="Tahoma" w:hAnsi="Tahoma" w:cs="Tahoma"/>
          <w:color w:val="auto"/>
          <w:sz w:val="22"/>
          <w:szCs w:val="22"/>
        </w:rPr>
        <w:t xml:space="preserve"> – </w:t>
      </w:r>
      <w:r w:rsidR="00010A8C" w:rsidRPr="00F615E5">
        <w:rPr>
          <w:rFonts w:ascii="Tahoma" w:hAnsi="Tahoma" w:cs="Tahoma"/>
          <w:color w:val="auto"/>
          <w:sz w:val="22"/>
          <w:szCs w:val="22"/>
        </w:rPr>
        <w:t>Duomenų valdytojas ir Duomenų tvarkytojas</w:t>
      </w:r>
      <w:r w:rsidRPr="00F615E5">
        <w:rPr>
          <w:rFonts w:ascii="Tahoma" w:hAnsi="Tahoma" w:cs="Tahoma"/>
          <w:color w:val="auto"/>
          <w:sz w:val="22"/>
          <w:szCs w:val="22"/>
        </w:rPr>
        <w:t xml:space="preserve"> abu kartu.</w:t>
      </w:r>
    </w:p>
    <w:p w14:paraId="39725BDC" w14:textId="77777777" w:rsidR="006748F3" w:rsidRPr="00F615E5" w:rsidRDefault="006748F3" w:rsidP="00C24C32">
      <w:pPr>
        <w:spacing w:line="276" w:lineRule="auto"/>
        <w:rPr>
          <w:rFonts w:ascii="Tahoma" w:hAnsi="Tahoma" w:cs="Tahoma"/>
          <w:sz w:val="22"/>
        </w:rPr>
      </w:pPr>
    </w:p>
    <w:p w14:paraId="733ACD6D" w14:textId="77777777" w:rsidR="00200DEA" w:rsidRPr="00F615E5" w:rsidRDefault="00200DEA" w:rsidP="00FC7B2F">
      <w:pPr>
        <w:pStyle w:val="ListParagraph"/>
        <w:numPr>
          <w:ilvl w:val="0"/>
          <w:numId w:val="9"/>
        </w:numPr>
        <w:tabs>
          <w:tab w:val="left" w:pos="568"/>
        </w:tabs>
        <w:spacing w:line="240" w:lineRule="auto"/>
        <w:jc w:val="center"/>
        <w:rPr>
          <w:rFonts w:ascii="Tahoma" w:hAnsi="Tahoma" w:cs="Tahoma"/>
          <w:b/>
          <w:bCs/>
          <w:sz w:val="22"/>
        </w:rPr>
      </w:pPr>
      <w:r w:rsidRPr="00F615E5">
        <w:rPr>
          <w:rFonts w:ascii="Tahoma" w:hAnsi="Tahoma" w:cs="Tahoma"/>
          <w:b/>
          <w:bCs/>
          <w:sz w:val="22"/>
        </w:rPr>
        <w:t>SUSITARIMO DALYKAS</w:t>
      </w:r>
    </w:p>
    <w:p w14:paraId="31E7CBE1" w14:textId="77777777" w:rsidR="00FC7B2F" w:rsidRPr="00F615E5" w:rsidRDefault="00FC7B2F" w:rsidP="00FC7B2F">
      <w:pPr>
        <w:pStyle w:val="ListParagraph"/>
        <w:tabs>
          <w:tab w:val="left" w:pos="568"/>
        </w:tabs>
        <w:spacing w:line="240" w:lineRule="auto"/>
        <w:ind w:left="1353"/>
        <w:rPr>
          <w:rFonts w:ascii="Tahoma" w:hAnsi="Tahoma" w:cs="Tahoma"/>
          <w:b/>
          <w:bCs/>
          <w:sz w:val="22"/>
        </w:rPr>
      </w:pPr>
    </w:p>
    <w:p w14:paraId="24854531" w14:textId="77777777" w:rsidR="00E66F54" w:rsidRPr="00F615E5" w:rsidRDefault="00200DEA" w:rsidP="00CC258C">
      <w:pPr>
        <w:pStyle w:val="ListParagraph"/>
        <w:tabs>
          <w:tab w:val="left" w:pos="567"/>
        </w:tabs>
        <w:spacing w:line="276" w:lineRule="auto"/>
        <w:ind w:left="0" w:firstLine="567"/>
        <w:rPr>
          <w:rFonts w:ascii="Tahoma" w:hAnsi="Tahoma" w:cs="Tahoma"/>
          <w:sz w:val="22"/>
        </w:rPr>
      </w:pPr>
      <w:r w:rsidRPr="00F615E5">
        <w:rPr>
          <w:rFonts w:ascii="Tahoma" w:hAnsi="Tahoma" w:cs="Tahoma"/>
          <w:sz w:val="22"/>
        </w:rPr>
        <w:t xml:space="preserve">2.1. </w:t>
      </w:r>
      <w:r w:rsidR="002E5D92" w:rsidRPr="00F615E5">
        <w:rPr>
          <w:rFonts w:ascii="Tahoma" w:hAnsi="Tahoma" w:cs="Tahoma"/>
          <w:sz w:val="22"/>
        </w:rPr>
        <w:t xml:space="preserve">Duomenų valdytojas paveda Duomenų tvarkytojui </w:t>
      </w:r>
      <w:r w:rsidR="008F08DE" w:rsidRPr="00F615E5">
        <w:rPr>
          <w:rFonts w:ascii="Tahoma" w:hAnsi="Tahoma" w:cs="Tahoma"/>
          <w:sz w:val="22"/>
        </w:rPr>
        <w:t xml:space="preserve">tvarkyti </w:t>
      </w:r>
      <w:r w:rsidR="0081329E" w:rsidRPr="00F615E5">
        <w:rPr>
          <w:rFonts w:ascii="Tahoma" w:hAnsi="Tahoma" w:cs="Tahoma"/>
          <w:sz w:val="22"/>
        </w:rPr>
        <w:t>asmens duomenis Susitarime nustatyt</w:t>
      </w:r>
      <w:r w:rsidR="00050F5F" w:rsidRPr="00F615E5">
        <w:rPr>
          <w:rFonts w:ascii="Tahoma" w:hAnsi="Tahoma" w:cs="Tahoma"/>
          <w:sz w:val="22"/>
        </w:rPr>
        <w:t xml:space="preserve">omis </w:t>
      </w:r>
      <w:r w:rsidR="0081329E" w:rsidRPr="00F615E5">
        <w:rPr>
          <w:rFonts w:ascii="Tahoma" w:hAnsi="Tahoma" w:cs="Tahoma"/>
          <w:sz w:val="22"/>
        </w:rPr>
        <w:t>sąlygomis</w:t>
      </w:r>
      <w:r w:rsidR="002E5D92" w:rsidRPr="00F615E5">
        <w:rPr>
          <w:rFonts w:ascii="Tahoma" w:hAnsi="Tahoma" w:cs="Tahoma"/>
          <w:sz w:val="22"/>
        </w:rPr>
        <w:t>.</w:t>
      </w:r>
    </w:p>
    <w:p w14:paraId="6FD4843D" w14:textId="77777777" w:rsidR="00200DEA" w:rsidRPr="00F615E5" w:rsidRDefault="00200DEA" w:rsidP="00FC7B2F">
      <w:pPr>
        <w:pStyle w:val="ListParagraph"/>
        <w:numPr>
          <w:ilvl w:val="0"/>
          <w:numId w:val="9"/>
        </w:numPr>
        <w:spacing w:line="240" w:lineRule="auto"/>
        <w:jc w:val="center"/>
        <w:rPr>
          <w:rFonts w:ascii="Tahoma" w:hAnsi="Tahoma" w:cs="Tahoma"/>
          <w:b/>
          <w:sz w:val="22"/>
        </w:rPr>
      </w:pPr>
      <w:r w:rsidRPr="00F615E5">
        <w:rPr>
          <w:rFonts w:ascii="Tahoma" w:hAnsi="Tahoma" w:cs="Tahoma"/>
          <w:b/>
          <w:sz w:val="22"/>
        </w:rPr>
        <w:lastRenderedPageBreak/>
        <w:t>ŠALIŲ TEISĖS IR PAREIGOS</w:t>
      </w:r>
    </w:p>
    <w:p w14:paraId="46E20F39" w14:textId="77777777" w:rsidR="00FC7B2F" w:rsidRPr="00F615E5" w:rsidRDefault="00FC7B2F" w:rsidP="00FC7B2F">
      <w:pPr>
        <w:pStyle w:val="ListParagraph"/>
        <w:spacing w:line="240" w:lineRule="auto"/>
        <w:ind w:left="1353"/>
        <w:rPr>
          <w:rFonts w:ascii="Tahoma" w:hAnsi="Tahoma" w:cs="Tahoma"/>
          <w:b/>
          <w:sz w:val="22"/>
        </w:rPr>
      </w:pPr>
    </w:p>
    <w:p w14:paraId="696EC94F" w14:textId="77777777" w:rsidR="00A05887" w:rsidRPr="00F615E5" w:rsidRDefault="00A05887" w:rsidP="00545D20">
      <w:pPr>
        <w:pStyle w:val="ListParagraph"/>
        <w:numPr>
          <w:ilvl w:val="1"/>
          <w:numId w:val="12"/>
        </w:numPr>
        <w:tabs>
          <w:tab w:val="left" w:pos="567"/>
        </w:tabs>
        <w:spacing w:line="276" w:lineRule="auto"/>
        <w:ind w:left="0" w:firstLine="567"/>
        <w:rPr>
          <w:rFonts w:ascii="Tahoma" w:hAnsi="Tahoma" w:cs="Tahoma"/>
          <w:sz w:val="22"/>
        </w:rPr>
      </w:pPr>
      <w:r w:rsidRPr="00F615E5">
        <w:rPr>
          <w:rFonts w:ascii="Tahoma" w:hAnsi="Tahoma" w:cs="Tahoma"/>
          <w:sz w:val="22"/>
        </w:rPr>
        <w:t>Duomenų valdytojas:</w:t>
      </w:r>
    </w:p>
    <w:p w14:paraId="5A2DC01A"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privalo užtikrinti, kad asmens duomenų tvarkymas, kurį </w:t>
      </w:r>
      <w:r w:rsidR="002C5445" w:rsidRPr="00F615E5">
        <w:rPr>
          <w:rFonts w:ascii="Tahoma" w:hAnsi="Tahoma" w:cs="Tahoma"/>
          <w:sz w:val="22"/>
        </w:rPr>
        <w:t>D</w:t>
      </w:r>
      <w:r w:rsidRPr="00F615E5">
        <w:rPr>
          <w:rFonts w:ascii="Tahoma" w:hAnsi="Tahoma" w:cs="Tahoma"/>
          <w:sz w:val="22"/>
        </w:rPr>
        <w:t>uomenų tvarkytojui pavesta atlikti, turėtų teisinį pagrindą;</w:t>
      </w:r>
    </w:p>
    <w:p w14:paraId="282F8E92" w14:textId="77777777" w:rsidR="00A05887" w:rsidRPr="00F615E5" w:rsidRDefault="00A05887" w:rsidP="00545D20">
      <w:pPr>
        <w:pStyle w:val="ListParagraph"/>
        <w:numPr>
          <w:ilvl w:val="2"/>
          <w:numId w:val="12"/>
        </w:numPr>
        <w:tabs>
          <w:tab w:val="left" w:pos="567"/>
        </w:tabs>
        <w:spacing w:line="276" w:lineRule="auto"/>
        <w:ind w:left="0" w:firstLine="567"/>
        <w:rPr>
          <w:rFonts w:ascii="Tahoma" w:hAnsi="Tahoma" w:cs="Tahoma"/>
          <w:sz w:val="22"/>
        </w:rPr>
      </w:pPr>
      <w:r w:rsidRPr="00F615E5">
        <w:rPr>
          <w:rFonts w:ascii="Tahoma" w:hAnsi="Tahoma" w:cs="Tahoma"/>
          <w:sz w:val="22"/>
        </w:rPr>
        <w:t xml:space="preserve">be </w:t>
      </w:r>
      <w:r w:rsidR="0051301D">
        <w:rPr>
          <w:rFonts w:ascii="Tahoma" w:hAnsi="Tahoma" w:cs="Tahoma"/>
          <w:sz w:val="22"/>
        </w:rPr>
        <w:t>Susitarimu</w:t>
      </w:r>
      <w:r w:rsidRPr="00F615E5">
        <w:rPr>
          <w:rFonts w:ascii="Tahoma" w:hAnsi="Tahoma" w:cs="Tahoma"/>
          <w:sz w:val="22"/>
        </w:rPr>
        <w:t xml:space="preserve"> nustatytų nurodymų dėl </w:t>
      </w:r>
      <w:r w:rsidR="002C5445" w:rsidRPr="00F615E5">
        <w:rPr>
          <w:rFonts w:ascii="Tahoma" w:hAnsi="Tahoma" w:cs="Tahoma"/>
          <w:sz w:val="22"/>
        </w:rPr>
        <w:t xml:space="preserve">asmens </w:t>
      </w:r>
      <w:r w:rsidRPr="00F615E5">
        <w:rPr>
          <w:rFonts w:ascii="Tahoma" w:hAnsi="Tahoma" w:cs="Tahoma"/>
          <w:sz w:val="22"/>
        </w:rPr>
        <w:t>duomenų tvarkymo, turi teisę teikti dokumentais įformintus nurodymus viso asmens duomenų tvarkymo metu. Tokie nurodymai gali būti teikiami raštu Specialiosios dalies 2 punkte nurodytu Duomenų tvarkytojo buveinės adresu, arba elektroniniu paštu, arba registruojami JIRA</w:t>
      </w:r>
      <w:r w:rsidR="0058699B">
        <w:rPr>
          <w:rFonts w:ascii="Tahoma" w:hAnsi="Tahoma" w:cs="Tahoma"/>
          <w:sz w:val="22"/>
        </w:rPr>
        <w:t xml:space="preserve"> (kai yra suteiktos prieigos </w:t>
      </w:r>
      <w:r w:rsidR="00A650D2">
        <w:rPr>
          <w:rFonts w:ascii="Tahoma" w:hAnsi="Tahoma" w:cs="Tahoma"/>
          <w:sz w:val="22"/>
        </w:rPr>
        <w:t xml:space="preserve">teisės </w:t>
      </w:r>
      <w:r w:rsidR="0058699B">
        <w:rPr>
          <w:rFonts w:ascii="Tahoma" w:hAnsi="Tahoma" w:cs="Tahoma"/>
          <w:sz w:val="22"/>
        </w:rPr>
        <w:t>Duomenų tvarkytojo įgaliotiems asmenims)</w:t>
      </w:r>
      <w:r w:rsidR="00DF55DF" w:rsidRPr="00F615E5">
        <w:rPr>
          <w:rFonts w:ascii="Tahoma" w:hAnsi="Tahoma" w:cs="Tahoma"/>
          <w:sz w:val="22"/>
        </w:rPr>
        <w:t>;</w:t>
      </w:r>
    </w:p>
    <w:p w14:paraId="437D4ACF" w14:textId="77777777" w:rsidR="00DF55DF" w:rsidRPr="00F615E5" w:rsidRDefault="00DF55DF" w:rsidP="00DF55DF">
      <w:pPr>
        <w:pStyle w:val="ListParagraph"/>
        <w:numPr>
          <w:ilvl w:val="2"/>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turi teisę papildomai ir (ar) kitomis nei 3.2.</w:t>
      </w:r>
      <w:r w:rsidR="00050BCD">
        <w:rPr>
          <w:rFonts w:ascii="Tahoma" w:hAnsi="Tahoma" w:cs="Tahoma"/>
          <w:sz w:val="22"/>
        </w:rPr>
        <w:t>9</w:t>
      </w:r>
      <w:r w:rsidRPr="00F615E5">
        <w:rPr>
          <w:rFonts w:ascii="Tahoma" w:hAnsi="Tahoma" w:cs="Tahoma"/>
          <w:sz w:val="22"/>
        </w:rPr>
        <w:t xml:space="preserve"> papunktyje nurodytomis priemonėmis patikrinti, kaip Duomenų tvarkytojas tvarko asmens duomenis ir (arba) vykdo savo įsipareigojimus pagal šį Susitarimą, toks patikrinimas gali būti atliekamas Šalims susitarus dėl patikrinimo apimties, būdo</w:t>
      </w:r>
      <w:r w:rsidR="008A4671" w:rsidRPr="00F615E5">
        <w:rPr>
          <w:rFonts w:ascii="Tahoma" w:hAnsi="Tahoma" w:cs="Tahoma"/>
          <w:sz w:val="22"/>
        </w:rPr>
        <w:t>, kainos</w:t>
      </w:r>
      <w:r w:rsidR="00A46C35" w:rsidRPr="00F615E5">
        <w:rPr>
          <w:rFonts w:ascii="Tahoma" w:hAnsi="Tahoma" w:cs="Tahoma"/>
          <w:sz w:val="22"/>
        </w:rPr>
        <w:t xml:space="preserve"> ir</w:t>
      </w:r>
      <w:r w:rsidRPr="00F615E5">
        <w:rPr>
          <w:rFonts w:ascii="Tahoma" w:hAnsi="Tahoma" w:cs="Tahoma"/>
          <w:sz w:val="22"/>
        </w:rPr>
        <w:t xml:space="preserve"> laiko. </w:t>
      </w:r>
      <w:r w:rsidR="00384C14">
        <w:rPr>
          <w:rFonts w:ascii="Tahoma" w:hAnsi="Tahoma" w:cs="Tahoma"/>
          <w:sz w:val="22"/>
        </w:rPr>
        <w:t xml:space="preserve">Duomenų valdytojas turi teisę papildomam patikrinimui atlikti pasitelkti nepriklausomą auditorių. </w:t>
      </w:r>
      <w:r w:rsidRPr="00F615E5">
        <w:rPr>
          <w:rFonts w:ascii="Tahoma" w:hAnsi="Tahoma" w:cs="Tahoma"/>
          <w:sz w:val="22"/>
        </w:rPr>
        <w:t xml:space="preserve">Bet kuriuo atveju, jeigu Šalys susitaria dėl tokio papildomo patikrinimo, jis turės atitikti šiuos reikalavimus: </w:t>
      </w:r>
    </w:p>
    <w:p w14:paraId="38ABC3E3"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patikrinimas privalo būti susijęs tik su </w:t>
      </w:r>
      <w:r w:rsidR="002C5445" w:rsidRPr="00F615E5">
        <w:rPr>
          <w:rFonts w:ascii="Tahoma" w:hAnsi="Tahoma" w:cs="Tahoma"/>
          <w:sz w:val="22"/>
        </w:rPr>
        <w:t xml:space="preserve">asmens </w:t>
      </w:r>
      <w:r w:rsidRPr="00F615E5">
        <w:rPr>
          <w:rFonts w:ascii="Tahoma" w:hAnsi="Tahoma" w:cs="Tahoma"/>
          <w:sz w:val="22"/>
        </w:rPr>
        <w:t>duomenų tvarkymu</w:t>
      </w:r>
      <w:r w:rsidR="003B39A1">
        <w:rPr>
          <w:rFonts w:ascii="Tahoma" w:hAnsi="Tahoma" w:cs="Tahoma"/>
          <w:sz w:val="22"/>
        </w:rPr>
        <w:t xml:space="preserve"> pagal Susitarimą</w:t>
      </w:r>
      <w:r w:rsidRPr="00F615E5">
        <w:rPr>
          <w:rFonts w:ascii="Tahoma" w:hAnsi="Tahoma" w:cs="Tahoma"/>
          <w:sz w:val="22"/>
        </w:rPr>
        <w:t>;</w:t>
      </w:r>
    </w:p>
    <w:p w14:paraId="3086A964"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Duomenų valdytojas privalo informuoti Duomenų tvarkytoją apie pageidavimą atlikti papildomą patikrinimą per protingą laiką, kuris privalo būti ne trumpesnis nei </w:t>
      </w:r>
      <w:r w:rsidR="00A46C35" w:rsidRPr="00F615E5">
        <w:rPr>
          <w:rFonts w:ascii="Tahoma" w:hAnsi="Tahoma" w:cs="Tahoma"/>
          <w:sz w:val="22"/>
        </w:rPr>
        <w:t>5 darbo dienos</w:t>
      </w:r>
      <w:r w:rsidRPr="00F615E5">
        <w:rPr>
          <w:rFonts w:ascii="Tahoma" w:hAnsi="Tahoma" w:cs="Tahoma"/>
          <w:sz w:val="22"/>
        </w:rPr>
        <w:t>;</w:t>
      </w:r>
    </w:p>
    <w:p w14:paraId="391D3792" w14:textId="77777777" w:rsidR="00DF55DF" w:rsidRPr="00F615E5" w:rsidRDefault="00DF55DF" w:rsidP="002C5445">
      <w:pPr>
        <w:pStyle w:val="ListParagraph"/>
        <w:numPr>
          <w:ilvl w:val="3"/>
          <w:numId w:val="12"/>
        </w:numPr>
        <w:tabs>
          <w:tab w:val="left" w:pos="567"/>
          <w:tab w:val="left" w:pos="1418"/>
        </w:tabs>
        <w:spacing w:line="276" w:lineRule="auto"/>
        <w:ind w:left="0" w:firstLine="567"/>
        <w:rPr>
          <w:rFonts w:ascii="Tahoma" w:hAnsi="Tahoma" w:cs="Tahoma"/>
          <w:sz w:val="22"/>
        </w:rPr>
      </w:pPr>
      <w:r w:rsidRPr="00F615E5">
        <w:rPr>
          <w:rFonts w:ascii="Tahoma" w:hAnsi="Tahoma" w:cs="Tahoma"/>
          <w:sz w:val="22"/>
        </w:rPr>
        <w:t xml:space="preserve">papildomas patikrinimas </w:t>
      </w:r>
      <w:r w:rsidR="00EF1BA6">
        <w:rPr>
          <w:rFonts w:ascii="Tahoma" w:hAnsi="Tahoma" w:cs="Tahoma"/>
          <w:sz w:val="22"/>
        </w:rPr>
        <w:t xml:space="preserve">turi </w:t>
      </w:r>
      <w:r w:rsidRPr="00F615E5">
        <w:rPr>
          <w:rFonts w:ascii="Tahoma" w:hAnsi="Tahoma" w:cs="Tahoma"/>
          <w:sz w:val="22"/>
        </w:rPr>
        <w:t>būti atliekamas taip, kad netrukdytų įprastinei Duomenų tvarkytojo veiklai;</w:t>
      </w:r>
    </w:p>
    <w:p w14:paraId="30E9B880" w14:textId="77777777" w:rsidR="00DF55DF" w:rsidRPr="00F615E5" w:rsidRDefault="003D56C3" w:rsidP="002C5445">
      <w:pPr>
        <w:pStyle w:val="ListParagraph"/>
        <w:numPr>
          <w:ilvl w:val="3"/>
          <w:numId w:val="12"/>
        </w:numPr>
        <w:tabs>
          <w:tab w:val="left" w:pos="567"/>
          <w:tab w:val="left" w:pos="1418"/>
        </w:tabs>
        <w:spacing w:line="276" w:lineRule="auto"/>
        <w:ind w:left="0" w:firstLine="567"/>
        <w:rPr>
          <w:rFonts w:ascii="Tahoma" w:hAnsi="Tahoma" w:cs="Tahoma"/>
          <w:sz w:val="22"/>
        </w:rPr>
      </w:pPr>
      <w:r>
        <w:rPr>
          <w:rFonts w:ascii="Tahoma" w:hAnsi="Tahoma" w:cs="Tahoma"/>
          <w:sz w:val="22"/>
        </w:rPr>
        <w:t>tuo atveju, jei patikrinimo metu gali būti susipažinta su Duomenų tvarkytojo konfidencialia informacija, Duomenų tvarkytojui pareikalavus</w:t>
      </w:r>
      <w:r w:rsidR="005D0282">
        <w:rPr>
          <w:rFonts w:ascii="Tahoma" w:hAnsi="Tahoma" w:cs="Tahoma"/>
          <w:sz w:val="22"/>
        </w:rPr>
        <w:t>,</w:t>
      </w:r>
      <w:r>
        <w:rPr>
          <w:rFonts w:ascii="Tahoma" w:hAnsi="Tahoma" w:cs="Tahoma"/>
          <w:sz w:val="22"/>
        </w:rPr>
        <w:t xml:space="preserve"> </w:t>
      </w:r>
      <w:r w:rsidR="00DF55DF" w:rsidRPr="00F615E5">
        <w:rPr>
          <w:rFonts w:ascii="Tahoma" w:hAnsi="Tahoma" w:cs="Tahoma"/>
          <w:sz w:val="22"/>
        </w:rPr>
        <w:t xml:space="preserve">Duomenų </w:t>
      </w:r>
      <w:r w:rsidRPr="00F615E5">
        <w:rPr>
          <w:rFonts w:ascii="Tahoma" w:hAnsi="Tahoma" w:cs="Tahoma"/>
          <w:sz w:val="22"/>
        </w:rPr>
        <w:t>valdytoj</w:t>
      </w:r>
      <w:r>
        <w:rPr>
          <w:rFonts w:ascii="Tahoma" w:hAnsi="Tahoma" w:cs="Tahoma"/>
          <w:sz w:val="22"/>
        </w:rPr>
        <w:t>as</w:t>
      </w:r>
      <w:r w:rsidRPr="00F615E5">
        <w:rPr>
          <w:rFonts w:ascii="Tahoma" w:hAnsi="Tahoma" w:cs="Tahoma"/>
          <w:sz w:val="22"/>
        </w:rPr>
        <w:t xml:space="preserve"> įsipareigo</w:t>
      </w:r>
      <w:r>
        <w:rPr>
          <w:rFonts w:ascii="Tahoma" w:hAnsi="Tahoma" w:cs="Tahoma"/>
          <w:sz w:val="22"/>
        </w:rPr>
        <w:t>ja</w:t>
      </w:r>
      <w:r w:rsidRPr="00F615E5">
        <w:rPr>
          <w:rFonts w:ascii="Tahoma" w:hAnsi="Tahoma" w:cs="Tahoma"/>
          <w:sz w:val="22"/>
        </w:rPr>
        <w:t xml:space="preserve"> </w:t>
      </w:r>
      <w:r w:rsidR="00DF55DF" w:rsidRPr="00F615E5">
        <w:rPr>
          <w:rFonts w:ascii="Tahoma" w:hAnsi="Tahoma" w:cs="Tahoma"/>
          <w:sz w:val="22"/>
        </w:rPr>
        <w:t>saugoti Duomenų tvarkytojo konfidencialią informaciją.</w:t>
      </w:r>
    </w:p>
    <w:p w14:paraId="1157E5E3" w14:textId="77777777" w:rsidR="002E5D92" w:rsidRPr="00F615E5" w:rsidRDefault="002E5D92" w:rsidP="005D0282">
      <w:pPr>
        <w:pStyle w:val="ListParagraph"/>
        <w:numPr>
          <w:ilvl w:val="1"/>
          <w:numId w:val="12"/>
        </w:numPr>
        <w:tabs>
          <w:tab w:val="left" w:pos="567"/>
        </w:tabs>
        <w:spacing w:line="276" w:lineRule="auto"/>
        <w:ind w:hanging="513"/>
        <w:rPr>
          <w:rFonts w:ascii="Tahoma" w:hAnsi="Tahoma" w:cs="Tahoma"/>
          <w:sz w:val="22"/>
        </w:rPr>
      </w:pPr>
      <w:r w:rsidRPr="00F615E5">
        <w:rPr>
          <w:rFonts w:ascii="Tahoma" w:hAnsi="Tahoma" w:cs="Tahoma"/>
          <w:sz w:val="22"/>
        </w:rPr>
        <w:t>Duomenų tvarkytojas</w:t>
      </w:r>
      <w:r w:rsidR="00741D4D" w:rsidRPr="00F615E5">
        <w:rPr>
          <w:rFonts w:ascii="Tahoma" w:hAnsi="Tahoma" w:cs="Tahoma"/>
          <w:sz w:val="22"/>
        </w:rPr>
        <w:t>:</w:t>
      </w:r>
    </w:p>
    <w:p w14:paraId="741AF1B4" w14:textId="77777777" w:rsidR="00A72A04" w:rsidRPr="00F615E5" w:rsidRDefault="00741D4D"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tvarko asmens</w:t>
      </w:r>
      <w:r w:rsidR="00A05887" w:rsidRPr="00F615E5">
        <w:rPr>
          <w:rFonts w:ascii="Tahoma" w:hAnsi="Tahoma" w:cs="Tahoma"/>
          <w:sz w:val="22"/>
        </w:rPr>
        <w:t xml:space="preserve"> </w:t>
      </w:r>
      <w:r w:rsidRPr="00F615E5">
        <w:rPr>
          <w:rFonts w:ascii="Tahoma" w:hAnsi="Tahoma" w:cs="Tahoma"/>
          <w:sz w:val="22"/>
        </w:rPr>
        <w:t xml:space="preserve">duomenis pagal </w:t>
      </w:r>
      <w:r w:rsidR="002E5D92" w:rsidRPr="00F615E5">
        <w:rPr>
          <w:rFonts w:ascii="Tahoma" w:hAnsi="Tahoma" w:cs="Tahoma"/>
          <w:sz w:val="22"/>
        </w:rPr>
        <w:t>D</w:t>
      </w:r>
      <w:r w:rsidRPr="00F615E5">
        <w:rPr>
          <w:rFonts w:ascii="Tahoma" w:hAnsi="Tahoma" w:cs="Tahoma"/>
          <w:sz w:val="22"/>
        </w:rPr>
        <w:t xml:space="preserve">uomenų valdytojo </w:t>
      </w:r>
      <w:r w:rsidR="001179A5" w:rsidRPr="00F615E5">
        <w:rPr>
          <w:rFonts w:ascii="Tahoma" w:hAnsi="Tahoma" w:cs="Tahoma"/>
          <w:sz w:val="22"/>
        </w:rPr>
        <w:t xml:space="preserve">nurodymus, išdėstytus </w:t>
      </w:r>
      <w:r w:rsidR="003904AF" w:rsidRPr="00F615E5">
        <w:rPr>
          <w:rFonts w:ascii="Tahoma" w:hAnsi="Tahoma" w:cs="Tahoma"/>
          <w:sz w:val="22"/>
        </w:rPr>
        <w:t>Susitarime</w:t>
      </w:r>
      <w:r w:rsidR="001179A5" w:rsidRPr="00F615E5">
        <w:rPr>
          <w:rFonts w:ascii="Tahoma" w:hAnsi="Tahoma" w:cs="Tahoma"/>
          <w:sz w:val="22"/>
        </w:rPr>
        <w:t xml:space="preserve">, ir kitus </w:t>
      </w:r>
      <w:r w:rsidR="00A72A04" w:rsidRPr="00F615E5">
        <w:rPr>
          <w:rFonts w:ascii="Tahoma" w:hAnsi="Tahoma" w:cs="Tahoma"/>
          <w:sz w:val="22"/>
        </w:rPr>
        <w:t>raštu</w:t>
      </w:r>
      <w:r w:rsidR="00020C95" w:rsidRPr="00F615E5">
        <w:rPr>
          <w:rFonts w:ascii="Tahoma" w:hAnsi="Tahoma" w:cs="Tahoma"/>
          <w:sz w:val="22"/>
        </w:rPr>
        <w:t xml:space="preserve"> (įskaitant </w:t>
      </w:r>
      <w:r w:rsidR="0024420F" w:rsidRPr="00F615E5">
        <w:rPr>
          <w:rFonts w:ascii="Tahoma" w:hAnsi="Tahoma" w:cs="Tahoma"/>
          <w:sz w:val="22"/>
        </w:rPr>
        <w:t>elektronine forma</w:t>
      </w:r>
      <w:r w:rsidR="00CC1B7D" w:rsidRPr="00F615E5">
        <w:rPr>
          <w:rFonts w:ascii="Tahoma" w:hAnsi="Tahoma" w:cs="Tahoma"/>
          <w:sz w:val="22"/>
        </w:rPr>
        <w:t>)</w:t>
      </w:r>
      <w:r w:rsidR="00A72A04" w:rsidRPr="00F615E5">
        <w:rPr>
          <w:rFonts w:ascii="Tahoma" w:hAnsi="Tahoma" w:cs="Tahoma"/>
          <w:sz w:val="22"/>
        </w:rPr>
        <w:t xml:space="preserve"> </w:t>
      </w:r>
      <w:r w:rsidR="001179A5" w:rsidRPr="00F615E5">
        <w:rPr>
          <w:rFonts w:ascii="Tahoma" w:hAnsi="Tahoma" w:cs="Tahoma"/>
          <w:sz w:val="22"/>
        </w:rPr>
        <w:t xml:space="preserve">Duomenų valdytojo </w:t>
      </w:r>
      <w:r w:rsidR="00A72A04" w:rsidRPr="00F615E5">
        <w:rPr>
          <w:rFonts w:ascii="Tahoma" w:hAnsi="Tahoma" w:cs="Tahoma"/>
          <w:sz w:val="22"/>
        </w:rPr>
        <w:t>įformintus nurodymus</w:t>
      </w:r>
      <w:r w:rsidR="00A05887" w:rsidRPr="00F615E5">
        <w:rPr>
          <w:rFonts w:ascii="Tahoma" w:hAnsi="Tahoma" w:cs="Tahoma"/>
          <w:sz w:val="22"/>
        </w:rPr>
        <w:t xml:space="preserve">, išskyrus atvejus, kai </w:t>
      </w:r>
      <w:r w:rsidR="003904AF" w:rsidRPr="00F615E5">
        <w:rPr>
          <w:rFonts w:ascii="Tahoma" w:hAnsi="Tahoma" w:cs="Tahoma"/>
          <w:sz w:val="22"/>
        </w:rPr>
        <w:t xml:space="preserve">duomenis tvarkyti reikalaujama pagal </w:t>
      </w:r>
      <w:r w:rsidR="00A05887" w:rsidRPr="00F615E5">
        <w:rPr>
          <w:rFonts w:ascii="Tahoma" w:hAnsi="Tahoma" w:cs="Tahoma"/>
          <w:sz w:val="22"/>
        </w:rPr>
        <w:t xml:space="preserve">Europos Sąjungos ar jos valstybės narės teisės aktus, kurie yra taikomi </w:t>
      </w:r>
      <w:r w:rsidR="00B52C7A" w:rsidRPr="00F615E5">
        <w:rPr>
          <w:rFonts w:ascii="Tahoma" w:hAnsi="Tahoma" w:cs="Tahoma"/>
          <w:sz w:val="22"/>
        </w:rPr>
        <w:t xml:space="preserve">Duomenų </w:t>
      </w:r>
      <w:r w:rsidR="00A05887" w:rsidRPr="00F615E5">
        <w:rPr>
          <w:rFonts w:ascii="Tahoma" w:hAnsi="Tahoma" w:cs="Tahoma"/>
          <w:sz w:val="22"/>
        </w:rPr>
        <w:t xml:space="preserve">tvarkytojui (tokiais atvejais </w:t>
      </w:r>
      <w:r w:rsidR="00B52C7A" w:rsidRPr="00F615E5">
        <w:rPr>
          <w:rFonts w:ascii="Tahoma" w:hAnsi="Tahoma" w:cs="Tahoma"/>
          <w:sz w:val="22"/>
        </w:rPr>
        <w:t xml:space="preserve">Duomenų </w:t>
      </w:r>
      <w:r w:rsidR="00A05887" w:rsidRPr="00F615E5">
        <w:rPr>
          <w:rFonts w:ascii="Tahoma" w:hAnsi="Tahoma" w:cs="Tahoma"/>
          <w:sz w:val="22"/>
        </w:rPr>
        <w:t xml:space="preserve">tvarkytojas informuoja </w:t>
      </w:r>
      <w:r w:rsidR="00B52C7A" w:rsidRPr="00F615E5">
        <w:rPr>
          <w:rFonts w:ascii="Tahoma" w:hAnsi="Tahoma" w:cs="Tahoma"/>
          <w:sz w:val="22"/>
        </w:rPr>
        <w:t xml:space="preserve">Duomenų </w:t>
      </w:r>
      <w:r w:rsidR="00A05887" w:rsidRPr="00F615E5">
        <w:rPr>
          <w:rFonts w:ascii="Tahoma" w:hAnsi="Tahoma" w:cs="Tahoma"/>
          <w:sz w:val="22"/>
        </w:rPr>
        <w:t>valdytoją apie šiuos reikalavimus, išskyrus atvejus, kai teisės aktai</w:t>
      </w:r>
      <w:r w:rsidR="00983820">
        <w:rPr>
          <w:rFonts w:ascii="Tahoma" w:hAnsi="Tahoma" w:cs="Tahoma"/>
          <w:sz w:val="22"/>
        </w:rPr>
        <w:t>s</w:t>
      </w:r>
      <w:r w:rsidR="00A05887" w:rsidRPr="00F615E5">
        <w:rPr>
          <w:rFonts w:ascii="Tahoma" w:hAnsi="Tahoma" w:cs="Tahoma"/>
          <w:sz w:val="22"/>
        </w:rPr>
        <w:t xml:space="preserve"> draudžiama minėtą informaciją pateikti dėl svarbaus viešojo intereso</w:t>
      </w:r>
      <w:r w:rsidR="00B52C7A" w:rsidRPr="00F615E5">
        <w:rPr>
          <w:rFonts w:ascii="Tahoma" w:hAnsi="Tahoma" w:cs="Tahoma"/>
          <w:sz w:val="22"/>
        </w:rPr>
        <w:t>)</w:t>
      </w:r>
      <w:r w:rsidRPr="00F615E5">
        <w:rPr>
          <w:rFonts w:ascii="Tahoma" w:hAnsi="Tahoma" w:cs="Tahoma"/>
          <w:sz w:val="22"/>
        </w:rPr>
        <w:t>;</w:t>
      </w:r>
    </w:p>
    <w:p w14:paraId="48B78817" w14:textId="77777777" w:rsidR="00534594" w:rsidRPr="00F615E5" w:rsidRDefault="00724FDA"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užtikrina, kad asmens </w:t>
      </w:r>
      <w:r w:rsidR="00741D4D" w:rsidRPr="00F615E5">
        <w:rPr>
          <w:rFonts w:ascii="Tahoma" w:hAnsi="Tahoma" w:cs="Tahoma"/>
          <w:sz w:val="22"/>
        </w:rPr>
        <w:t xml:space="preserve">duomenis tvarkyti įgalioti asmenys būtų įsipareigoję užtikrinti </w:t>
      </w:r>
      <w:r w:rsidRPr="00F615E5">
        <w:rPr>
          <w:rFonts w:ascii="Tahoma" w:hAnsi="Tahoma" w:cs="Tahoma"/>
          <w:sz w:val="22"/>
        </w:rPr>
        <w:t xml:space="preserve">konfidencialumą </w:t>
      </w:r>
      <w:r w:rsidR="00D62FB3" w:rsidRPr="00F615E5">
        <w:rPr>
          <w:rFonts w:ascii="Tahoma" w:hAnsi="Tahoma" w:cs="Tahoma"/>
          <w:sz w:val="22"/>
        </w:rPr>
        <w:t xml:space="preserve">ir būtų pasirašę Registrų centro </w:t>
      </w:r>
      <w:r w:rsidR="00BA0477" w:rsidRPr="00F615E5">
        <w:rPr>
          <w:rFonts w:ascii="Tahoma" w:hAnsi="Tahoma" w:cs="Tahoma"/>
          <w:sz w:val="22"/>
        </w:rPr>
        <w:t>pateiktos</w:t>
      </w:r>
      <w:r w:rsidR="00D62FB3" w:rsidRPr="00F615E5">
        <w:rPr>
          <w:rFonts w:ascii="Tahoma" w:hAnsi="Tahoma" w:cs="Tahoma"/>
          <w:sz w:val="22"/>
        </w:rPr>
        <w:t xml:space="preserve"> formos Konfidencialumo pasižadėjimą</w:t>
      </w:r>
      <w:r w:rsidR="00741D4D" w:rsidRPr="00F615E5">
        <w:rPr>
          <w:rFonts w:ascii="Tahoma" w:hAnsi="Tahoma" w:cs="Tahoma"/>
          <w:sz w:val="22"/>
        </w:rPr>
        <w:t>;</w:t>
      </w:r>
    </w:p>
    <w:p w14:paraId="43ECC461" w14:textId="77777777" w:rsidR="00964ED2" w:rsidRPr="00F615E5" w:rsidRDefault="00534594" w:rsidP="0055245A">
      <w:pPr>
        <w:pStyle w:val="ListParagraph"/>
        <w:numPr>
          <w:ilvl w:val="2"/>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imasi visų priemonių, kurių reikalaujama pagal Reglamento (ES) 2016/679 32</w:t>
      </w:r>
      <w:r w:rsidR="00964ED2" w:rsidRPr="00F615E5">
        <w:rPr>
          <w:rFonts w:ascii="Tahoma" w:hAnsi="Tahoma" w:cs="Tahoma"/>
          <w:sz w:val="22"/>
        </w:rPr>
        <w:t xml:space="preserve"> </w:t>
      </w:r>
      <w:r w:rsidRPr="00F615E5">
        <w:rPr>
          <w:rFonts w:ascii="Tahoma" w:hAnsi="Tahoma" w:cs="Tahoma"/>
          <w:sz w:val="22"/>
        </w:rPr>
        <w:t>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w:t>
      </w:r>
      <w:r w:rsidR="00CC1FD7" w:rsidRPr="00F615E5">
        <w:rPr>
          <w:rFonts w:ascii="Tahoma" w:hAnsi="Tahoma" w:cs="Tahoma"/>
          <w:sz w:val="22"/>
        </w:rPr>
        <w:t xml:space="preserve"> </w:t>
      </w:r>
      <w:r w:rsidR="007A759B">
        <w:rPr>
          <w:rFonts w:ascii="Tahoma" w:hAnsi="Tahoma" w:cs="Tahoma"/>
          <w:sz w:val="22"/>
        </w:rPr>
        <w:t>Saugumo p</w:t>
      </w:r>
      <w:r w:rsidR="00CC1FD7" w:rsidRPr="00F615E5">
        <w:rPr>
          <w:rFonts w:ascii="Tahoma" w:hAnsi="Tahoma" w:cs="Tahoma"/>
          <w:sz w:val="22"/>
        </w:rPr>
        <w:t xml:space="preserve">riemonės, kurias privalo įgyvendinti Duomenų tvarkytojas, nurodytos Susitarimo </w:t>
      </w:r>
      <w:r w:rsidR="007A759B" w:rsidRPr="00052FF5">
        <w:rPr>
          <w:rFonts w:ascii="Tahoma" w:hAnsi="Tahoma" w:cs="Tahoma"/>
          <w:sz w:val="22"/>
        </w:rPr>
        <w:t xml:space="preserve">Specialiosios dalies 6 punkte </w:t>
      </w:r>
      <w:r w:rsidR="001646B7">
        <w:rPr>
          <w:rFonts w:ascii="Tahoma" w:hAnsi="Tahoma" w:cs="Tahoma"/>
          <w:sz w:val="22"/>
        </w:rPr>
        <w:t>„</w:t>
      </w:r>
      <w:r w:rsidR="001646B7" w:rsidRPr="007A759B">
        <w:rPr>
          <w:rFonts w:ascii="Tahoma" w:hAnsi="Tahoma" w:cs="Tahoma"/>
          <w:sz w:val="22"/>
        </w:rPr>
        <w:t>Nurodymai dėl asmens duomenų tvarkymo saugumo“, o taip pat</w:t>
      </w:r>
      <w:r w:rsidR="001646B7" w:rsidRPr="001646B7">
        <w:rPr>
          <w:rFonts w:ascii="Tahoma" w:hAnsi="Tahoma" w:cs="Tahoma"/>
          <w:sz w:val="22"/>
        </w:rPr>
        <w:t>,</w:t>
      </w:r>
      <w:r w:rsidRPr="00F615E5">
        <w:rPr>
          <w:rFonts w:ascii="Tahoma" w:hAnsi="Tahoma" w:cs="Tahoma"/>
          <w:sz w:val="22"/>
        </w:rPr>
        <w:t xml:space="preserve"> </w:t>
      </w:r>
      <w:r w:rsidR="001646B7">
        <w:rPr>
          <w:rFonts w:ascii="Tahoma" w:hAnsi="Tahoma" w:cs="Tahoma"/>
          <w:sz w:val="22"/>
        </w:rPr>
        <w:t>p</w:t>
      </w:r>
      <w:r w:rsidR="00964ED2" w:rsidRPr="00F615E5">
        <w:rPr>
          <w:rFonts w:ascii="Tahoma" w:hAnsi="Tahoma" w:cs="Tahoma"/>
          <w:sz w:val="22"/>
        </w:rPr>
        <w:t>riklausomai nuo jų tinkamumo</w:t>
      </w:r>
      <w:r w:rsidR="007A759B">
        <w:rPr>
          <w:rFonts w:ascii="Tahoma" w:hAnsi="Tahoma" w:cs="Tahoma"/>
          <w:sz w:val="22"/>
        </w:rPr>
        <w:t xml:space="preserve"> pagal asmens duomenų tvarkymo pobūdį</w:t>
      </w:r>
      <w:r w:rsidR="00964ED2" w:rsidRPr="00F615E5">
        <w:rPr>
          <w:rFonts w:ascii="Tahoma" w:hAnsi="Tahoma" w:cs="Tahoma"/>
          <w:sz w:val="22"/>
        </w:rPr>
        <w:t xml:space="preserve">, </w:t>
      </w:r>
      <w:r w:rsidR="00A05887" w:rsidRPr="00F615E5">
        <w:rPr>
          <w:rFonts w:ascii="Tahoma" w:hAnsi="Tahoma" w:cs="Tahoma"/>
          <w:sz w:val="22"/>
        </w:rPr>
        <w:t>įskaitant bet neapsiribojant,</w:t>
      </w:r>
      <w:r w:rsidR="00964ED2" w:rsidRPr="00F615E5">
        <w:rPr>
          <w:rFonts w:ascii="Tahoma" w:hAnsi="Tahoma" w:cs="Tahoma"/>
          <w:sz w:val="22"/>
        </w:rPr>
        <w:t xml:space="preserve"> </w:t>
      </w:r>
      <w:r w:rsidR="007A759B">
        <w:rPr>
          <w:rFonts w:ascii="Tahoma" w:hAnsi="Tahoma" w:cs="Tahoma"/>
          <w:sz w:val="22"/>
        </w:rPr>
        <w:t xml:space="preserve">saugumo </w:t>
      </w:r>
      <w:r w:rsidR="001646B7">
        <w:rPr>
          <w:rFonts w:ascii="Tahoma" w:hAnsi="Tahoma" w:cs="Tahoma"/>
          <w:sz w:val="22"/>
        </w:rPr>
        <w:t xml:space="preserve">priemonės </w:t>
      </w:r>
      <w:r w:rsidR="007A759B">
        <w:rPr>
          <w:rFonts w:ascii="Tahoma" w:hAnsi="Tahoma" w:cs="Tahoma"/>
          <w:sz w:val="22"/>
        </w:rPr>
        <w:t>turi</w:t>
      </w:r>
      <w:r w:rsidR="007A759B" w:rsidRPr="00F615E5">
        <w:rPr>
          <w:rFonts w:ascii="Tahoma" w:hAnsi="Tahoma" w:cs="Tahoma"/>
          <w:sz w:val="22"/>
        </w:rPr>
        <w:t xml:space="preserve"> </w:t>
      </w:r>
      <w:r w:rsidR="00964ED2" w:rsidRPr="00F615E5">
        <w:rPr>
          <w:rFonts w:ascii="Tahoma" w:hAnsi="Tahoma" w:cs="Tahoma"/>
          <w:sz w:val="22"/>
        </w:rPr>
        <w:t>būti šios:</w:t>
      </w:r>
    </w:p>
    <w:p w14:paraId="6D3697E6"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asmens duomenų </w:t>
      </w:r>
      <w:proofErr w:type="spellStart"/>
      <w:r w:rsidRPr="00F615E5">
        <w:rPr>
          <w:rFonts w:ascii="Tahoma" w:hAnsi="Tahoma" w:cs="Tahoma"/>
          <w:sz w:val="22"/>
        </w:rPr>
        <w:t>pseudonimizavimas</w:t>
      </w:r>
      <w:proofErr w:type="spellEnd"/>
      <w:r w:rsidRPr="00F615E5">
        <w:rPr>
          <w:rFonts w:ascii="Tahoma" w:hAnsi="Tahoma" w:cs="Tahoma"/>
          <w:sz w:val="22"/>
        </w:rPr>
        <w:t xml:space="preserve"> ir (ar) šifravimas;</w:t>
      </w:r>
    </w:p>
    <w:p w14:paraId="626E4A83"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 xml:space="preserve"> </w:t>
      </w:r>
      <w:r w:rsidR="00964ED2" w:rsidRPr="00F615E5">
        <w:rPr>
          <w:rFonts w:ascii="Tahoma" w:hAnsi="Tahoma" w:cs="Tahoma"/>
          <w:sz w:val="22"/>
        </w:rPr>
        <w:t>galimybė užtikrinti nuolatinį duomenų tvarkymo sistemų ir paslaugų konfidencialumą, vientisumą, prieinamumą ir atsparumą;</w:t>
      </w:r>
    </w:p>
    <w:p w14:paraId="3C2D7C73" w14:textId="77777777" w:rsidR="00964ED2" w:rsidRPr="00F615E5" w:rsidRDefault="00964ED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t>galimybė laiku atkurti prieinamumą ir prieigą prie asmens duomenų, įvykus fiziniam ar techniniam incidentui;</w:t>
      </w:r>
    </w:p>
    <w:p w14:paraId="380C2118" w14:textId="77777777" w:rsidR="00964ED2" w:rsidRPr="00F615E5" w:rsidRDefault="008E4DA2" w:rsidP="0055245A">
      <w:pPr>
        <w:pStyle w:val="ListParagraph"/>
        <w:numPr>
          <w:ilvl w:val="3"/>
          <w:numId w:val="12"/>
        </w:numPr>
        <w:tabs>
          <w:tab w:val="left" w:pos="567"/>
          <w:tab w:val="left" w:pos="993"/>
          <w:tab w:val="left" w:pos="1560"/>
        </w:tabs>
        <w:spacing w:line="276" w:lineRule="auto"/>
        <w:ind w:left="0" w:firstLine="567"/>
        <w:rPr>
          <w:rFonts w:ascii="Tahoma" w:hAnsi="Tahoma" w:cs="Tahoma"/>
          <w:sz w:val="22"/>
        </w:rPr>
      </w:pPr>
      <w:r w:rsidRPr="00F615E5">
        <w:rPr>
          <w:rFonts w:ascii="Tahoma" w:hAnsi="Tahoma" w:cs="Tahoma"/>
          <w:sz w:val="22"/>
        </w:rPr>
        <w:lastRenderedPageBreak/>
        <w:t xml:space="preserve"> </w:t>
      </w:r>
      <w:r w:rsidR="00964ED2" w:rsidRPr="00F615E5">
        <w:rPr>
          <w:rFonts w:ascii="Tahoma" w:hAnsi="Tahoma" w:cs="Tahoma"/>
          <w:sz w:val="22"/>
        </w:rPr>
        <w:t>techninių ir organizacinių priemonių, užtikrinančių duomenų tvarkymo saugumą, reguliaraus testavimo, tikrinimo ir įvertinimo procesas;</w:t>
      </w:r>
    </w:p>
    <w:p w14:paraId="445E5CFA" w14:textId="77777777" w:rsidR="004106FE" w:rsidRPr="00F615E5" w:rsidRDefault="00534594" w:rsidP="003476EE">
      <w:pPr>
        <w:pStyle w:val="ListParagraph"/>
        <w:numPr>
          <w:ilvl w:val="2"/>
          <w:numId w:val="12"/>
        </w:numPr>
        <w:tabs>
          <w:tab w:val="left" w:pos="567"/>
          <w:tab w:val="left" w:pos="993"/>
          <w:tab w:val="left" w:pos="1418"/>
        </w:tabs>
        <w:spacing w:line="276" w:lineRule="auto"/>
        <w:ind w:left="0" w:firstLine="567"/>
        <w:rPr>
          <w:rFonts w:ascii="Tahoma" w:hAnsi="Tahoma" w:cs="Tahoma"/>
          <w:sz w:val="22"/>
        </w:rPr>
      </w:pPr>
      <w:r w:rsidRPr="00F615E5">
        <w:rPr>
          <w:rFonts w:ascii="Tahoma" w:hAnsi="Tahoma" w:cs="Tahoma"/>
          <w:sz w:val="22"/>
        </w:rPr>
        <w:t xml:space="preserve">užtikrina, kad konkrečiai duomenų tvarkymo veiklai Duomenų valdytojo vardu atlikti </w:t>
      </w:r>
      <w:r w:rsidR="00AA2EF9" w:rsidRPr="00F615E5">
        <w:rPr>
          <w:rFonts w:ascii="Tahoma" w:hAnsi="Tahoma" w:cs="Tahoma"/>
          <w:sz w:val="22"/>
        </w:rPr>
        <w:t xml:space="preserve">pasitelks </w:t>
      </w:r>
      <w:r w:rsidR="0081329E" w:rsidRPr="00F615E5">
        <w:rPr>
          <w:rFonts w:ascii="Tahoma" w:hAnsi="Tahoma" w:cs="Tahoma"/>
          <w:sz w:val="22"/>
        </w:rPr>
        <w:t>pagalbinį</w:t>
      </w:r>
      <w:r w:rsidR="00AA2EF9" w:rsidRPr="00F615E5">
        <w:rPr>
          <w:rFonts w:ascii="Tahoma" w:hAnsi="Tahoma" w:cs="Tahoma"/>
          <w:sz w:val="22"/>
        </w:rPr>
        <w:t xml:space="preserve"> duomenų tvarkytoją tik turėdamas Specialiojoje dalyje įvardintą Duomenų valdytojo leidimą, o </w:t>
      </w:r>
      <w:r w:rsidRPr="00F615E5">
        <w:rPr>
          <w:rFonts w:ascii="Tahoma" w:hAnsi="Tahoma" w:cs="Tahoma"/>
          <w:sz w:val="22"/>
        </w:rPr>
        <w:t xml:space="preserve">pasitelktam </w:t>
      </w:r>
      <w:r w:rsidR="00791CBF" w:rsidRPr="00F615E5">
        <w:rPr>
          <w:rFonts w:ascii="Tahoma" w:hAnsi="Tahoma" w:cs="Tahoma"/>
          <w:sz w:val="22"/>
        </w:rPr>
        <w:t xml:space="preserve">pagalbiniam </w:t>
      </w:r>
      <w:r w:rsidRPr="00F615E5">
        <w:rPr>
          <w:rFonts w:ascii="Tahoma" w:hAnsi="Tahoma" w:cs="Tahoma"/>
          <w:sz w:val="22"/>
        </w:rPr>
        <w:t>duomenų tvarkytojui bus nustatytos tos pačios duomenų apsaugos prievolės, nu</w:t>
      </w:r>
      <w:r w:rsidR="00AA2EF9" w:rsidRPr="00F615E5">
        <w:rPr>
          <w:rFonts w:ascii="Tahoma" w:hAnsi="Tahoma" w:cs="Tahoma"/>
          <w:sz w:val="22"/>
        </w:rPr>
        <w:t>rod</w:t>
      </w:r>
      <w:r w:rsidRPr="00F615E5">
        <w:rPr>
          <w:rFonts w:ascii="Tahoma" w:hAnsi="Tahoma" w:cs="Tahoma"/>
          <w:sz w:val="22"/>
        </w:rPr>
        <w:t>ytos šiame S</w:t>
      </w:r>
      <w:r w:rsidR="00175975" w:rsidRPr="00F615E5">
        <w:rPr>
          <w:rFonts w:ascii="Tahoma" w:hAnsi="Tahoma" w:cs="Tahoma"/>
          <w:sz w:val="22"/>
        </w:rPr>
        <w:t>usitarime</w:t>
      </w:r>
      <w:r w:rsidR="00F23F43" w:rsidRPr="00F615E5">
        <w:rPr>
          <w:rFonts w:ascii="Tahoma" w:hAnsi="Tahoma" w:cs="Tahoma"/>
          <w:sz w:val="22"/>
        </w:rPr>
        <w:t>;</w:t>
      </w:r>
    </w:p>
    <w:p w14:paraId="7321B2B1" w14:textId="77777777" w:rsidR="00AA2EF9" w:rsidRPr="00F615E5" w:rsidRDefault="00741D4D" w:rsidP="0055245A">
      <w:pPr>
        <w:pStyle w:val="ListParagraph"/>
        <w:numPr>
          <w:ilvl w:val="2"/>
          <w:numId w:val="12"/>
        </w:numPr>
        <w:tabs>
          <w:tab w:val="left" w:pos="567"/>
          <w:tab w:val="left" w:pos="1418"/>
          <w:tab w:val="left" w:pos="1560"/>
        </w:tabs>
        <w:spacing w:line="276" w:lineRule="auto"/>
        <w:ind w:left="0" w:firstLine="567"/>
        <w:rPr>
          <w:rFonts w:ascii="Tahoma" w:hAnsi="Tahoma" w:cs="Tahoma"/>
          <w:sz w:val="22"/>
        </w:rPr>
      </w:pPr>
      <w:r w:rsidRPr="00F615E5">
        <w:rPr>
          <w:rFonts w:ascii="Tahoma" w:hAnsi="Tahoma" w:cs="Tahoma"/>
          <w:sz w:val="22"/>
        </w:rPr>
        <w:t>atsižvelgdamas į</w:t>
      </w:r>
      <w:r w:rsidR="00724FDA" w:rsidRPr="00F615E5">
        <w:rPr>
          <w:rFonts w:ascii="Tahoma" w:hAnsi="Tahoma" w:cs="Tahoma"/>
          <w:sz w:val="22"/>
        </w:rPr>
        <w:t xml:space="preserve"> </w:t>
      </w:r>
      <w:r w:rsidRPr="00F615E5">
        <w:rPr>
          <w:rFonts w:ascii="Tahoma" w:hAnsi="Tahoma" w:cs="Tahoma"/>
          <w:sz w:val="22"/>
        </w:rPr>
        <w:t xml:space="preserve">duomenų tvarkymo pobūdį, padeda </w:t>
      </w:r>
      <w:r w:rsidR="0081329E" w:rsidRPr="00F615E5">
        <w:rPr>
          <w:rFonts w:ascii="Tahoma" w:hAnsi="Tahoma" w:cs="Tahoma"/>
          <w:sz w:val="22"/>
        </w:rPr>
        <w:t>D</w:t>
      </w:r>
      <w:r w:rsidRPr="00F615E5">
        <w:rPr>
          <w:rFonts w:ascii="Tahoma" w:hAnsi="Tahoma" w:cs="Tahoma"/>
          <w:sz w:val="22"/>
        </w:rPr>
        <w:t>uomenų valdytojui taikydamas tinkamas technines ir</w:t>
      </w:r>
      <w:r w:rsidR="004106FE" w:rsidRPr="00F615E5">
        <w:rPr>
          <w:rFonts w:ascii="Tahoma" w:hAnsi="Tahoma" w:cs="Tahoma"/>
          <w:sz w:val="22"/>
        </w:rPr>
        <w:t xml:space="preserve"> </w:t>
      </w:r>
      <w:r w:rsidRPr="00F615E5">
        <w:rPr>
          <w:rFonts w:ascii="Tahoma" w:hAnsi="Tahoma" w:cs="Tahoma"/>
          <w:sz w:val="22"/>
        </w:rPr>
        <w:t xml:space="preserve">organizacines priemones, kiek tai įmanoma, kad būtų įvykdyta </w:t>
      </w:r>
      <w:r w:rsidR="00871FB0" w:rsidRPr="00F615E5">
        <w:rPr>
          <w:rFonts w:ascii="Tahoma" w:hAnsi="Tahoma" w:cs="Tahoma"/>
          <w:sz w:val="22"/>
        </w:rPr>
        <w:t>D</w:t>
      </w:r>
      <w:r w:rsidRPr="00F615E5">
        <w:rPr>
          <w:rFonts w:ascii="Tahoma" w:hAnsi="Tahoma" w:cs="Tahoma"/>
          <w:sz w:val="22"/>
        </w:rPr>
        <w:t>uomenų valdytojo prievolė atsakyti į</w:t>
      </w:r>
      <w:r w:rsidR="00BA4D49" w:rsidRPr="00F615E5">
        <w:rPr>
          <w:rFonts w:ascii="Tahoma" w:hAnsi="Tahoma" w:cs="Tahoma"/>
          <w:sz w:val="22"/>
        </w:rPr>
        <w:t xml:space="preserve"> </w:t>
      </w:r>
      <w:r w:rsidRPr="00F615E5">
        <w:rPr>
          <w:rFonts w:ascii="Tahoma" w:hAnsi="Tahoma" w:cs="Tahoma"/>
          <w:sz w:val="22"/>
        </w:rPr>
        <w:t xml:space="preserve">prašymus pasinaudoti </w:t>
      </w:r>
      <w:r w:rsidR="00D7130C" w:rsidRPr="00F615E5">
        <w:rPr>
          <w:rFonts w:ascii="Tahoma" w:hAnsi="Tahoma" w:cs="Tahoma"/>
          <w:sz w:val="22"/>
        </w:rPr>
        <w:t xml:space="preserve">Reglamente (ES) 2016/679 </w:t>
      </w:r>
      <w:r w:rsidRPr="00F615E5">
        <w:rPr>
          <w:rFonts w:ascii="Tahoma" w:hAnsi="Tahoma" w:cs="Tahoma"/>
          <w:sz w:val="22"/>
        </w:rPr>
        <w:t xml:space="preserve">nustatytomis duomenų subjekto teisėmis. Jeigu </w:t>
      </w:r>
      <w:r w:rsidR="00AA2EF9" w:rsidRPr="00F615E5">
        <w:rPr>
          <w:rFonts w:ascii="Tahoma" w:hAnsi="Tahoma" w:cs="Tahoma"/>
          <w:sz w:val="22"/>
        </w:rPr>
        <w:t>Duomenų</w:t>
      </w:r>
      <w:r w:rsidR="00724FDA" w:rsidRPr="00F615E5">
        <w:rPr>
          <w:rFonts w:ascii="Tahoma" w:hAnsi="Tahoma" w:cs="Tahoma"/>
          <w:sz w:val="22"/>
        </w:rPr>
        <w:t xml:space="preserve"> </w:t>
      </w:r>
      <w:r w:rsidRPr="00F615E5">
        <w:rPr>
          <w:rFonts w:ascii="Tahoma" w:hAnsi="Tahoma" w:cs="Tahoma"/>
          <w:sz w:val="22"/>
        </w:rPr>
        <w:t>tvarkytojas gauna duomenų subjekto prašymą dėl Reglament</w:t>
      </w:r>
      <w:r w:rsidR="00AA2EF9" w:rsidRPr="00F615E5">
        <w:rPr>
          <w:rFonts w:ascii="Tahoma" w:hAnsi="Tahoma" w:cs="Tahoma"/>
          <w:sz w:val="22"/>
        </w:rPr>
        <w:t>o</w:t>
      </w:r>
      <w:r w:rsidRPr="00F615E5">
        <w:rPr>
          <w:rFonts w:ascii="Tahoma" w:hAnsi="Tahoma" w:cs="Tahoma"/>
          <w:sz w:val="22"/>
        </w:rPr>
        <w:t xml:space="preserve"> (ES) 2016/679 </w:t>
      </w:r>
      <w:r w:rsidR="00AA2EF9" w:rsidRPr="00F615E5">
        <w:rPr>
          <w:rFonts w:ascii="Tahoma" w:hAnsi="Tahoma" w:cs="Tahoma"/>
          <w:sz w:val="22"/>
        </w:rPr>
        <w:t xml:space="preserve">12-22 straipsniuose nustatytų </w:t>
      </w:r>
      <w:r w:rsidRPr="00F615E5">
        <w:rPr>
          <w:rFonts w:ascii="Tahoma" w:hAnsi="Tahoma" w:cs="Tahoma"/>
          <w:sz w:val="22"/>
        </w:rPr>
        <w:t>duomenų</w:t>
      </w:r>
      <w:r w:rsidR="00AA2EF9" w:rsidRPr="00F615E5">
        <w:rPr>
          <w:rFonts w:ascii="Tahoma" w:hAnsi="Tahoma" w:cs="Tahoma"/>
          <w:sz w:val="22"/>
        </w:rPr>
        <w:t xml:space="preserve"> </w:t>
      </w:r>
      <w:r w:rsidRPr="00F615E5">
        <w:rPr>
          <w:rFonts w:ascii="Tahoma" w:hAnsi="Tahoma" w:cs="Tahoma"/>
          <w:sz w:val="22"/>
        </w:rPr>
        <w:t xml:space="preserve">subjekto teisių įgyvendinimo, privalo šį prašymą </w:t>
      </w:r>
      <w:r w:rsidR="00D62FB3" w:rsidRPr="00F615E5">
        <w:rPr>
          <w:rFonts w:ascii="Tahoma" w:hAnsi="Tahoma" w:cs="Tahoma"/>
          <w:sz w:val="22"/>
        </w:rPr>
        <w:t xml:space="preserve">nedelsiant, bet </w:t>
      </w:r>
      <w:r w:rsidR="00AA2EF9" w:rsidRPr="00F615E5">
        <w:rPr>
          <w:rFonts w:ascii="Tahoma" w:hAnsi="Tahoma" w:cs="Tahoma"/>
          <w:sz w:val="22"/>
        </w:rPr>
        <w:t>ne vėliau kaip per 3 d</w:t>
      </w:r>
      <w:r w:rsidR="00791CBF" w:rsidRPr="00F615E5">
        <w:rPr>
          <w:rFonts w:ascii="Tahoma" w:hAnsi="Tahoma" w:cs="Tahoma"/>
          <w:sz w:val="22"/>
        </w:rPr>
        <w:t>arbo</w:t>
      </w:r>
      <w:r w:rsidR="00D62FB3" w:rsidRPr="00F615E5">
        <w:rPr>
          <w:rFonts w:ascii="Tahoma" w:hAnsi="Tahoma" w:cs="Tahoma"/>
          <w:sz w:val="22"/>
        </w:rPr>
        <w:t xml:space="preserve"> </w:t>
      </w:r>
      <w:r w:rsidR="00AA2EF9" w:rsidRPr="00F615E5">
        <w:rPr>
          <w:rFonts w:ascii="Tahoma" w:hAnsi="Tahoma" w:cs="Tahoma"/>
          <w:sz w:val="22"/>
        </w:rPr>
        <w:t>d</w:t>
      </w:r>
      <w:r w:rsidR="00791CBF" w:rsidRPr="00F615E5">
        <w:rPr>
          <w:rFonts w:ascii="Tahoma" w:hAnsi="Tahoma" w:cs="Tahoma"/>
          <w:sz w:val="22"/>
        </w:rPr>
        <w:t>ienas</w:t>
      </w:r>
      <w:r w:rsidR="00AA2EF9" w:rsidRPr="00F615E5">
        <w:rPr>
          <w:rFonts w:ascii="Tahoma" w:hAnsi="Tahoma" w:cs="Tahoma"/>
          <w:sz w:val="22"/>
        </w:rPr>
        <w:t xml:space="preserve"> </w:t>
      </w:r>
      <w:r w:rsidRPr="00F615E5">
        <w:rPr>
          <w:rFonts w:ascii="Tahoma" w:hAnsi="Tahoma" w:cs="Tahoma"/>
          <w:sz w:val="22"/>
        </w:rPr>
        <w:t xml:space="preserve">persiųsti </w:t>
      </w:r>
      <w:r w:rsidR="00AA2EF9" w:rsidRPr="00F615E5">
        <w:rPr>
          <w:rFonts w:ascii="Tahoma" w:hAnsi="Tahoma" w:cs="Tahoma"/>
          <w:sz w:val="22"/>
        </w:rPr>
        <w:t>Duomenų</w:t>
      </w:r>
      <w:r w:rsidRPr="00F615E5">
        <w:rPr>
          <w:rFonts w:ascii="Tahoma" w:hAnsi="Tahoma" w:cs="Tahoma"/>
          <w:sz w:val="22"/>
        </w:rPr>
        <w:t xml:space="preserve"> valdytojui</w:t>
      </w:r>
      <w:r w:rsidR="00AA2EF9" w:rsidRPr="00F615E5">
        <w:rPr>
          <w:rFonts w:ascii="Tahoma" w:hAnsi="Tahoma" w:cs="Tahoma"/>
          <w:sz w:val="22"/>
        </w:rPr>
        <w:t xml:space="preserve"> el</w:t>
      </w:r>
      <w:r w:rsidR="00667206" w:rsidRPr="00F615E5">
        <w:rPr>
          <w:rFonts w:ascii="Tahoma" w:hAnsi="Tahoma" w:cs="Tahoma"/>
          <w:sz w:val="22"/>
        </w:rPr>
        <w:t xml:space="preserve">ektroniniu </w:t>
      </w:r>
      <w:r w:rsidR="00AA2EF9" w:rsidRPr="00F615E5">
        <w:rPr>
          <w:rFonts w:ascii="Tahoma" w:hAnsi="Tahoma" w:cs="Tahoma"/>
          <w:sz w:val="22"/>
        </w:rPr>
        <w:t xml:space="preserve">paštu </w:t>
      </w:r>
      <w:r w:rsidR="00644BDE" w:rsidRPr="00F615E5">
        <w:rPr>
          <w:rFonts w:ascii="Tahoma" w:hAnsi="Tahoma" w:cs="Tahoma"/>
          <w:sz w:val="22"/>
        </w:rPr>
        <w:t xml:space="preserve">nurodytu </w:t>
      </w:r>
      <w:r w:rsidR="00667206" w:rsidRPr="00052FF5">
        <w:rPr>
          <w:rFonts w:ascii="Tahoma" w:hAnsi="Tahoma" w:cs="Tahoma"/>
          <w:sz w:val="22"/>
        </w:rPr>
        <w:t xml:space="preserve">Specialiosios dalies </w:t>
      </w:r>
      <w:r w:rsidR="002B563A" w:rsidRPr="00052FF5">
        <w:rPr>
          <w:rFonts w:ascii="Tahoma" w:hAnsi="Tahoma" w:cs="Tahoma"/>
          <w:sz w:val="22"/>
        </w:rPr>
        <w:t>7 punkte</w:t>
      </w:r>
      <w:r w:rsidR="002B563A" w:rsidRPr="00F615E5">
        <w:rPr>
          <w:rFonts w:ascii="Tahoma" w:hAnsi="Tahoma" w:cs="Tahoma"/>
          <w:sz w:val="22"/>
        </w:rPr>
        <w:t>;</w:t>
      </w:r>
    </w:p>
    <w:p w14:paraId="6ED12244" w14:textId="77777777" w:rsidR="00C8353C" w:rsidRPr="00F615E5" w:rsidRDefault="00741D4D" w:rsidP="001C10AE">
      <w:pPr>
        <w:pStyle w:val="ListParagraph"/>
        <w:numPr>
          <w:ilvl w:val="2"/>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padeda </w:t>
      </w:r>
      <w:r w:rsidR="00C8353C" w:rsidRPr="00F615E5">
        <w:rPr>
          <w:rFonts w:ascii="Tahoma" w:hAnsi="Tahoma" w:cs="Tahoma"/>
          <w:sz w:val="22"/>
        </w:rPr>
        <w:t>D</w:t>
      </w:r>
      <w:r w:rsidRPr="00F615E5">
        <w:rPr>
          <w:rFonts w:ascii="Tahoma" w:hAnsi="Tahoma" w:cs="Tahoma"/>
          <w:sz w:val="22"/>
        </w:rPr>
        <w:t>uomenų</w:t>
      </w:r>
      <w:r w:rsidR="00724FDA" w:rsidRPr="00F615E5">
        <w:rPr>
          <w:rFonts w:ascii="Tahoma" w:hAnsi="Tahoma" w:cs="Tahoma"/>
          <w:sz w:val="22"/>
        </w:rPr>
        <w:t xml:space="preserve"> </w:t>
      </w:r>
      <w:r w:rsidRPr="00F615E5">
        <w:rPr>
          <w:rFonts w:ascii="Tahoma" w:hAnsi="Tahoma" w:cs="Tahoma"/>
          <w:sz w:val="22"/>
        </w:rPr>
        <w:t>valdytojui užtikrinti Reglamento (ES) 2016/679 32–36 straipsniuose nustatytų prievolių laikymąsi,</w:t>
      </w:r>
      <w:r w:rsidR="001C10AE" w:rsidRPr="00F615E5">
        <w:rPr>
          <w:rFonts w:ascii="Tahoma" w:hAnsi="Tahoma" w:cs="Tahoma"/>
          <w:sz w:val="22"/>
        </w:rPr>
        <w:t xml:space="preserve"> </w:t>
      </w:r>
      <w:r w:rsidRPr="00F615E5">
        <w:rPr>
          <w:rFonts w:ascii="Tahoma" w:hAnsi="Tahoma" w:cs="Tahoma"/>
          <w:sz w:val="22"/>
        </w:rPr>
        <w:t xml:space="preserve">atsižvelgdamas į duomenų tvarkymo pobūdį ir </w:t>
      </w:r>
      <w:r w:rsidR="00C8353C" w:rsidRPr="00F615E5">
        <w:rPr>
          <w:rFonts w:ascii="Tahoma" w:hAnsi="Tahoma" w:cs="Tahoma"/>
          <w:sz w:val="22"/>
        </w:rPr>
        <w:t>turimą informaciją:</w:t>
      </w:r>
    </w:p>
    <w:p w14:paraId="681C6F2E" w14:textId="77777777" w:rsidR="00964ED2" w:rsidRPr="00F615E5" w:rsidRDefault="00741D4D" w:rsidP="00552C62">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 </w:t>
      </w:r>
      <w:r w:rsidR="00C8353C" w:rsidRPr="00F615E5">
        <w:rPr>
          <w:rFonts w:ascii="Tahoma" w:hAnsi="Tahoma" w:cs="Tahoma"/>
          <w:sz w:val="22"/>
        </w:rPr>
        <w:t>ne vėliau kaip per 24 valandas</w:t>
      </w:r>
      <w:r w:rsidR="003476EE" w:rsidRPr="00F615E5">
        <w:rPr>
          <w:rFonts w:ascii="Tahoma" w:hAnsi="Tahoma" w:cs="Tahoma"/>
          <w:sz w:val="22"/>
        </w:rPr>
        <w:t xml:space="preserve"> </w:t>
      </w:r>
      <w:r w:rsidR="00C8353C" w:rsidRPr="00F615E5">
        <w:rPr>
          <w:rFonts w:ascii="Tahoma" w:hAnsi="Tahoma" w:cs="Tahoma"/>
          <w:sz w:val="22"/>
        </w:rPr>
        <w:t xml:space="preserve">nuo asmens duomenų saugumo pažeidimo paaiškėjimo momento </w:t>
      </w:r>
      <w:r w:rsidR="00493329" w:rsidRPr="00F615E5">
        <w:rPr>
          <w:rFonts w:ascii="Tahoma" w:hAnsi="Tahoma" w:cs="Tahoma"/>
          <w:sz w:val="22"/>
        </w:rPr>
        <w:t xml:space="preserve">raštu </w:t>
      </w:r>
      <w:r w:rsidR="00493329" w:rsidRPr="00052FF5">
        <w:rPr>
          <w:rFonts w:ascii="Tahoma" w:hAnsi="Tahoma" w:cs="Tahoma"/>
          <w:sz w:val="22"/>
        </w:rPr>
        <w:t xml:space="preserve">Specialiosios dalies 7 punkte </w:t>
      </w:r>
      <w:r w:rsidR="00493329" w:rsidRPr="00F615E5">
        <w:rPr>
          <w:rFonts w:ascii="Tahoma" w:hAnsi="Tahoma" w:cs="Tahoma"/>
          <w:sz w:val="22"/>
        </w:rPr>
        <w:t>nurodytais adresais</w:t>
      </w:r>
      <w:r w:rsidR="00644BDE" w:rsidRPr="00F615E5">
        <w:rPr>
          <w:rFonts w:ascii="Tahoma" w:hAnsi="Tahoma" w:cs="Tahoma"/>
          <w:sz w:val="22"/>
        </w:rPr>
        <w:t>,</w:t>
      </w:r>
      <w:r w:rsidR="00C8353C" w:rsidRPr="00F615E5">
        <w:rPr>
          <w:rFonts w:ascii="Tahoma" w:hAnsi="Tahoma" w:cs="Tahoma"/>
          <w:sz w:val="22"/>
        </w:rPr>
        <w:t xml:space="preserve"> </w:t>
      </w:r>
      <w:r w:rsidRPr="00F615E5">
        <w:rPr>
          <w:rFonts w:ascii="Tahoma" w:hAnsi="Tahoma" w:cs="Tahoma"/>
          <w:sz w:val="22"/>
        </w:rPr>
        <w:t>informuoj</w:t>
      </w:r>
      <w:r w:rsidR="00C8353C" w:rsidRPr="00F615E5">
        <w:rPr>
          <w:rFonts w:ascii="Tahoma" w:hAnsi="Tahoma" w:cs="Tahoma"/>
          <w:sz w:val="22"/>
        </w:rPr>
        <w:t xml:space="preserve">a Duomenų valdytoją apie </w:t>
      </w:r>
      <w:r w:rsidR="00003950" w:rsidRPr="00F615E5">
        <w:rPr>
          <w:rFonts w:ascii="Tahoma" w:hAnsi="Tahoma" w:cs="Tahoma"/>
          <w:sz w:val="22"/>
        </w:rPr>
        <w:t>įvykus</w:t>
      </w:r>
      <w:r w:rsidR="00003950">
        <w:rPr>
          <w:rFonts w:ascii="Tahoma" w:hAnsi="Tahoma" w:cs="Tahoma"/>
          <w:sz w:val="22"/>
        </w:rPr>
        <w:t>į</w:t>
      </w:r>
      <w:r w:rsidR="00003950" w:rsidRPr="00F615E5">
        <w:rPr>
          <w:rFonts w:ascii="Tahoma" w:hAnsi="Tahoma" w:cs="Tahoma"/>
          <w:sz w:val="22"/>
        </w:rPr>
        <w:t xml:space="preserve"> </w:t>
      </w:r>
      <w:r w:rsidRPr="00F615E5">
        <w:rPr>
          <w:rFonts w:ascii="Tahoma" w:hAnsi="Tahoma" w:cs="Tahoma"/>
          <w:sz w:val="22"/>
        </w:rPr>
        <w:t xml:space="preserve">tvarkomų asmens duomenų saugumo </w:t>
      </w:r>
      <w:r w:rsidR="00003950" w:rsidRPr="00F615E5">
        <w:rPr>
          <w:rFonts w:ascii="Tahoma" w:hAnsi="Tahoma" w:cs="Tahoma"/>
          <w:sz w:val="22"/>
        </w:rPr>
        <w:t>pažeidim</w:t>
      </w:r>
      <w:r w:rsidR="00003950">
        <w:rPr>
          <w:rFonts w:ascii="Tahoma" w:hAnsi="Tahoma" w:cs="Tahoma"/>
          <w:sz w:val="22"/>
        </w:rPr>
        <w:t>ą</w:t>
      </w:r>
      <w:r w:rsidR="00003950" w:rsidRPr="00F615E5">
        <w:rPr>
          <w:rFonts w:ascii="Tahoma" w:hAnsi="Tahoma" w:cs="Tahoma"/>
          <w:sz w:val="22"/>
        </w:rPr>
        <w:t xml:space="preserve"> </w:t>
      </w:r>
      <w:r w:rsidRPr="00F615E5">
        <w:rPr>
          <w:rFonts w:ascii="Tahoma" w:hAnsi="Tahoma" w:cs="Tahoma"/>
          <w:sz w:val="22"/>
        </w:rPr>
        <w:t xml:space="preserve">ir pateikia pranešimą, jame </w:t>
      </w:r>
      <w:r w:rsidR="00AA37F6" w:rsidRPr="00F615E5">
        <w:rPr>
          <w:rFonts w:ascii="Tahoma" w:hAnsi="Tahoma" w:cs="Tahoma"/>
          <w:sz w:val="22"/>
        </w:rPr>
        <w:t xml:space="preserve">nurodydamas </w:t>
      </w:r>
      <w:r w:rsidRPr="00F615E5">
        <w:rPr>
          <w:rFonts w:ascii="Tahoma" w:hAnsi="Tahoma" w:cs="Tahoma"/>
          <w:sz w:val="22"/>
        </w:rPr>
        <w:t>Reglamento</w:t>
      </w:r>
      <w:r w:rsidR="00F23F43" w:rsidRPr="00F615E5">
        <w:rPr>
          <w:rFonts w:ascii="Tahoma" w:hAnsi="Tahoma" w:cs="Tahoma"/>
          <w:sz w:val="22"/>
        </w:rPr>
        <w:t xml:space="preserve"> </w:t>
      </w:r>
      <w:r w:rsidRPr="00F615E5">
        <w:rPr>
          <w:rFonts w:ascii="Tahoma" w:hAnsi="Tahoma" w:cs="Tahoma"/>
          <w:sz w:val="22"/>
        </w:rPr>
        <w:t>(ES) 2016/679 33 straipsnio 3 dalyje išvardytą informaciją bei imasi priemonių</w:t>
      </w:r>
      <w:r w:rsidR="00D321A0">
        <w:rPr>
          <w:rFonts w:ascii="Tahoma" w:hAnsi="Tahoma" w:cs="Tahoma"/>
          <w:sz w:val="22"/>
        </w:rPr>
        <w:t xml:space="preserve"> pažeidimui nedelsiant sustabdyti ir</w:t>
      </w:r>
      <w:r w:rsidRPr="00F615E5">
        <w:rPr>
          <w:rFonts w:ascii="Tahoma" w:hAnsi="Tahoma" w:cs="Tahoma"/>
          <w:sz w:val="22"/>
        </w:rPr>
        <w:t xml:space="preserve"> užkertančių</w:t>
      </w:r>
      <w:r w:rsidR="00964ED2" w:rsidRPr="00F615E5">
        <w:rPr>
          <w:rFonts w:ascii="Tahoma" w:hAnsi="Tahoma" w:cs="Tahoma"/>
          <w:sz w:val="22"/>
        </w:rPr>
        <w:t xml:space="preserve"> </w:t>
      </w:r>
      <w:r w:rsidRPr="00F615E5">
        <w:rPr>
          <w:rFonts w:ascii="Tahoma" w:hAnsi="Tahoma" w:cs="Tahoma"/>
          <w:sz w:val="22"/>
        </w:rPr>
        <w:t>kelią</w:t>
      </w:r>
      <w:r w:rsidR="00964ED2" w:rsidRPr="00F615E5">
        <w:rPr>
          <w:rFonts w:ascii="Tahoma" w:hAnsi="Tahoma" w:cs="Tahoma"/>
          <w:sz w:val="22"/>
        </w:rPr>
        <w:t xml:space="preserve"> </w:t>
      </w:r>
      <w:r w:rsidRPr="00F615E5">
        <w:rPr>
          <w:rFonts w:ascii="Tahoma" w:hAnsi="Tahoma" w:cs="Tahoma"/>
          <w:sz w:val="22"/>
        </w:rPr>
        <w:t>tolesnei žalai dėl įvykusio asmens duomenų saugumo pažeidimo bei mažinančių įvykusio asmens</w:t>
      </w:r>
      <w:r w:rsidR="00964ED2" w:rsidRPr="00F615E5">
        <w:rPr>
          <w:rFonts w:ascii="Tahoma" w:hAnsi="Tahoma" w:cs="Tahoma"/>
          <w:sz w:val="22"/>
        </w:rPr>
        <w:t xml:space="preserve"> </w:t>
      </w:r>
      <w:r w:rsidRPr="00F615E5">
        <w:rPr>
          <w:rFonts w:ascii="Tahoma" w:hAnsi="Tahoma" w:cs="Tahoma"/>
          <w:sz w:val="22"/>
        </w:rPr>
        <w:t>duome</w:t>
      </w:r>
      <w:r w:rsidR="0081329E" w:rsidRPr="00F615E5">
        <w:rPr>
          <w:rFonts w:ascii="Tahoma" w:hAnsi="Tahoma" w:cs="Tahoma"/>
          <w:sz w:val="22"/>
        </w:rPr>
        <w:t xml:space="preserve">nų saugumo pažeidimo padarinius. </w:t>
      </w:r>
      <w:r w:rsidR="00A34B25" w:rsidRPr="00F615E5">
        <w:rPr>
          <w:rFonts w:ascii="Tahoma" w:hAnsi="Tahoma" w:cs="Tahoma"/>
          <w:sz w:val="22"/>
        </w:rPr>
        <w:t xml:space="preserve">Jeigu visos informacijos neįmanoma pateikti tuo pačiu metu, informacija toliau nedelsiant turi būti teikiama etapais. </w:t>
      </w:r>
      <w:r w:rsidR="0081329E" w:rsidRPr="00F615E5">
        <w:rPr>
          <w:rFonts w:ascii="Tahoma" w:hAnsi="Tahoma" w:cs="Tahoma"/>
          <w:sz w:val="22"/>
        </w:rPr>
        <w:t>D</w:t>
      </w:r>
      <w:r w:rsidR="0081329E" w:rsidRPr="00F615E5">
        <w:rPr>
          <w:rFonts w:ascii="Tahoma" w:hAnsi="Tahoma" w:cs="Tahoma"/>
          <w:iCs/>
          <w:sz w:val="22"/>
        </w:rPr>
        <w:t>uomenų valdytojo prašymu per nurodytą laikotarpį Duomenų tvarkytojas pateikia</w:t>
      </w:r>
      <w:r w:rsidR="00495E65" w:rsidRPr="00F615E5">
        <w:rPr>
          <w:rFonts w:ascii="Tahoma" w:hAnsi="Tahoma" w:cs="Tahoma"/>
          <w:iCs/>
          <w:sz w:val="22"/>
        </w:rPr>
        <w:t xml:space="preserve"> papildomą informaciją, reikalingą Duomenų valdytojui vertinant asmens duomenų saugumo pažeidimo aplinkybes, </w:t>
      </w:r>
      <w:r w:rsidR="00163C3D" w:rsidRPr="00F615E5">
        <w:rPr>
          <w:rFonts w:ascii="Tahoma" w:hAnsi="Tahoma" w:cs="Tahoma"/>
          <w:iCs/>
          <w:sz w:val="22"/>
        </w:rPr>
        <w:t>įskaitant, bet neapsiribojant,</w:t>
      </w:r>
      <w:r w:rsidR="0081329E" w:rsidRPr="00F615E5">
        <w:rPr>
          <w:rFonts w:ascii="Tahoma" w:hAnsi="Tahoma" w:cs="Tahoma"/>
          <w:iCs/>
          <w:sz w:val="22"/>
        </w:rPr>
        <w:t xml:space="preserve"> </w:t>
      </w:r>
      <w:r w:rsidR="00552C62" w:rsidRPr="00F615E5">
        <w:rPr>
          <w:rFonts w:ascii="Tahoma" w:hAnsi="Tahoma" w:cs="Tahoma"/>
          <w:iCs/>
          <w:sz w:val="22"/>
        </w:rPr>
        <w:t xml:space="preserve">Duomenų </w:t>
      </w:r>
      <w:r w:rsidR="00B10FCD" w:rsidRPr="00F615E5">
        <w:rPr>
          <w:rFonts w:ascii="Tahoma" w:hAnsi="Tahoma" w:cs="Tahoma"/>
          <w:iCs/>
          <w:sz w:val="22"/>
        </w:rPr>
        <w:t xml:space="preserve">tvarkytojo </w:t>
      </w:r>
      <w:r w:rsidR="0081329E" w:rsidRPr="00F615E5">
        <w:rPr>
          <w:rFonts w:ascii="Tahoma" w:hAnsi="Tahoma" w:cs="Tahoma"/>
          <w:iCs/>
          <w:sz w:val="22"/>
        </w:rPr>
        <w:t>asmens duomenų saugumo pažeidimų žurnalo išrašą</w:t>
      </w:r>
      <w:r w:rsidR="00F23F43" w:rsidRPr="00F615E5">
        <w:rPr>
          <w:rFonts w:ascii="Tahoma" w:hAnsi="Tahoma" w:cs="Tahoma"/>
          <w:iCs/>
          <w:sz w:val="22"/>
        </w:rPr>
        <w:t>;</w:t>
      </w:r>
    </w:p>
    <w:p w14:paraId="25E227E1" w14:textId="77777777" w:rsidR="00964ED2" w:rsidRPr="00F615E5" w:rsidRDefault="00964ED2" w:rsidP="0087473A">
      <w:pPr>
        <w:pStyle w:val="ListParagraph"/>
        <w:numPr>
          <w:ilvl w:val="3"/>
          <w:numId w:val="12"/>
        </w:numPr>
        <w:tabs>
          <w:tab w:val="left" w:pos="567"/>
          <w:tab w:val="left" w:pos="1418"/>
          <w:tab w:val="left" w:pos="1843"/>
        </w:tabs>
        <w:spacing w:line="276" w:lineRule="auto"/>
        <w:ind w:left="0" w:firstLine="567"/>
        <w:rPr>
          <w:rFonts w:ascii="Tahoma" w:hAnsi="Tahoma" w:cs="Tahoma"/>
          <w:sz w:val="22"/>
        </w:rPr>
      </w:pPr>
      <w:r w:rsidRPr="00F615E5">
        <w:rPr>
          <w:rFonts w:ascii="Tahoma" w:hAnsi="Tahoma" w:cs="Tahoma"/>
          <w:sz w:val="22"/>
        </w:rPr>
        <w:t>gavęs D</w:t>
      </w:r>
      <w:r w:rsidR="00741D4D" w:rsidRPr="00F615E5">
        <w:rPr>
          <w:rFonts w:ascii="Tahoma" w:hAnsi="Tahoma" w:cs="Tahoma"/>
          <w:sz w:val="22"/>
        </w:rPr>
        <w:t>uomenų valdy</w:t>
      </w:r>
      <w:r w:rsidRPr="00F615E5">
        <w:rPr>
          <w:rFonts w:ascii="Tahoma" w:hAnsi="Tahoma" w:cs="Tahoma"/>
          <w:sz w:val="22"/>
        </w:rPr>
        <w:t>tojo prašymą, per D</w:t>
      </w:r>
      <w:r w:rsidR="00741D4D" w:rsidRPr="00F615E5">
        <w:rPr>
          <w:rFonts w:ascii="Tahoma" w:hAnsi="Tahoma" w:cs="Tahoma"/>
          <w:sz w:val="22"/>
        </w:rPr>
        <w:t>uomenų valdytojo</w:t>
      </w:r>
      <w:r w:rsidRPr="00F615E5">
        <w:rPr>
          <w:rFonts w:ascii="Tahoma" w:hAnsi="Tahoma" w:cs="Tahoma"/>
          <w:sz w:val="22"/>
        </w:rPr>
        <w:t xml:space="preserve"> </w:t>
      </w:r>
      <w:r w:rsidR="00741D4D" w:rsidRPr="00F615E5">
        <w:rPr>
          <w:rFonts w:ascii="Tahoma" w:hAnsi="Tahoma" w:cs="Tahoma"/>
          <w:sz w:val="22"/>
        </w:rPr>
        <w:t xml:space="preserve">nurodytą terminą </w:t>
      </w:r>
      <w:r w:rsidRPr="00F615E5">
        <w:rPr>
          <w:rFonts w:ascii="Tahoma" w:hAnsi="Tahoma" w:cs="Tahoma"/>
          <w:sz w:val="22"/>
        </w:rPr>
        <w:t xml:space="preserve">pateikia </w:t>
      </w:r>
      <w:r w:rsidR="00741D4D" w:rsidRPr="00F615E5">
        <w:rPr>
          <w:rFonts w:ascii="Tahoma" w:hAnsi="Tahoma" w:cs="Tahoma"/>
          <w:sz w:val="22"/>
        </w:rPr>
        <w:t xml:space="preserve">informaciją, kuri </w:t>
      </w:r>
      <w:r w:rsidR="00F23F43" w:rsidRPr="00F615E5">
        <w:rPr>
          <w:rFonts w:ascii="Tahoma" w:hAnsi="Tahoma" w:cs="Tahoma"/>
          <w:sz w:val="22"/>
        </w:rPr>
        <w:t xml:space="preserve">Duomenų </w:t>
      </w:r>
      <w:r w:rsidR="00741D4D" w:rsidRPr="00F615E5">
        <w:rPr>
          <w:rFonts w:ascii="Tahoma" w:hAnsi="Tahoma" w:cs="Tahoma"/>
          <w:sz w:val="22"/>
        </w:rPr>
        <w:t>valdytojui būtina atliekant poveikio duomenų apsaugai</w:t>
      </w:r>
      <w:r w:rsidRPr="00F615E5">
        <w:rPr>
          <w:rFonts w:ascii="Tahoma" w:hAnsi="Tahoma" w:cs="Tahoma"/>
          <w:sz w:val="22"/>
        </w:rPr>
        <w:t xml:space="preserve"> </w:t>
      </w:r>
      <w:r w:rsidR="00741D4D" w:rsidRPr="00F615E5">
        <w:rPr>
          <w:rFonts w:ascii="Tahoma" w:hAnsi="Tahoma" w:cs="Tahoma"/>
          <w:sz w:val="22"/>
        </w:rPr>
        <w:t>vertinimą, vadovaujantis Reglamento (ES) 2016/679 35 straipsniu, įskaitant informacijos pateikimą,</w:t>
      </w:r>
      <w:r w:rsidRPr="00F615E5">
        <w:rPr>
          <w:rFonts w:ascii="Tahoma" w:hAnsi="Tahoma" w:cs="Tahoma"/>
          <w:sz w:val="22"/>
        </w:rPr>
        <w:t xml:space="preserve"> </w:t>
      </w:r>
      <w:r w:rsidR="00741D4D" w:rsidRPr="00F615E5">
        <w:rPr>
          <w:rFonts w:ascii="Tahoma" w:hAnsi="Tahoma" w:cs="Tahoma"/>
          <w:sz w:val="22"/>
        </w:rPr>
        <w:t xml:space="preserve">kai </w:t>
      </w:r>
      <w:r w:rsidR="00F23F43" w:rsidRPr="00F615E5">
        <w:rPr>
          <w:rFonts w:ascii="Tahoma" w:hAnsi="Tahoma" w:cs="Tahoma"/>
          <w:sz w:val="22"/>
        </w:rPr>
        <w:t xml:space="preserve">Duomenų </w:t>
      </w:r>
      <w:r w:rsidR="00741D4D" w:rsidRPr="00F615E5">
        <w:rPr>
          <w:rFonts w:ascii="Tahoma" w:hAnsi="Tahoma" w:cs="Tahoma"/>
          <w:sz w:val="22"/>
        </w:rPr>
        <w:t>valdytojas priima sprendimą kreiptis į Valstybinę duomenų apsaugos inspekciją</w:t>
      </w:r>
      <w:r w:rsidRPr="00F615E5">
        <w:rPr>
          <w:rFonts w:ascii="Tahoma" w:hAnsi="Tahoma" w:cs="Tahoma"/>
          <w:sz w:val="22"/>
        </w:rPr>
        <w:t xml:space="preserve"> </w:t>
      </w:r>
      <w:r w:rsidR="00741D4D" w:rsidRPr="00F615E5">
        <w:rPr>
          <w:rFonts w:ascii="Tahoma" w:hAnsi="Tahoma" w:cs="Tahoma"/>
          <w:sz w:val="22"/>
        </w:rPr>
        <w:t>dėl</w:t>
      </w:r>
      <w:r w:rsidRPr="00F615E5">
        <w:rPr>
          <w:rFonts w:ascii="Tahoma" w:hAnsi="Tahoma" w:cs="Tahoma"/>
          <w:sz w:val="22"/>
        </w:rPr>
        <w:t xml:space="preserve"> </w:t>
      </w:r>
      <w:r w:rsidR="00741D4D" w:rsidRPr="00F615E5">
        <w:rPr>
          <w:rFonts w:ascii="Tahoma" w:hAnsi="Tahoma" w:cs="Tahoma"/>
          <w:sz w:val="22"/>
        </w:rPr>
        <w:t>išankstinių konsultacijų;</w:t>
      </w:r>
      <w:r w:rsidRPr="00F615E5">
        <w:rPr>
          <w:rFonts w:ascii="Tahoma" w:hAnsi="Tahoma" w:cs="Tahoma"/>
          <w:sz w:val="22"/>
        </w:rPr>
        <w:t xml:space="preserve"> </w:t>
      </w:r>
    </w:p>
    <w:p w14:paraId="7020B95A" w14:textId="77777777" w:rsidR="00B36A68" w:rsidRDefault="00741D4D"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užbaig</w:t>
      </w:r>
      <w:r w:rsidR="00B36A68">
        <w:rPr>
          <w:rFonts w:ascii="Tahoma" w:hAnsi="Tahoma" w:cs="Tahoma"/>
          <w:sz w:val="22"/>
        </w:rPr>
        <w:t>ę</w:t>
      </w:r>
      <w:r w:rsidRPr="00F615E5">
        <w:rPr>
          <w:rFonts w:ascii="Tahoma" w:hAnsi="Tahoma" w:cs="Tahoma"/>
          <w:sz w:val="22"/>
        </w:rPr>
        <w:t>s teikti su</w:t>
      </w:r>
      <w:r w:rsidR="0087473A" w:rsidRPr="00F615E5">
        <w:rPr>
          <w:rFonts w:ascii="Tahoma" w:hAnsi="Tahoma" w:cs="Tahoma"/>
          <w:sz w:val="22"/>
        </w:rPr>
        <w:t xml:space="preserve"> </w:t>
      </w:r>
      <w:r w:rsidRPr="00F615E5">
        <w:rPr>
          <w:rFonts w:ascii="Tahoma" w:hAnsi="Tahoma" w:cs="Tahoma"/>
          <w:sz w:val="22"/>
        </w:rPr>
        <w:t>duomenų tvarkymu susijusias paslaugas, atsižvelg</w:t>
      </w:r>
      <w:r w:rsidR="00B36A68">
        <w:rPr>
          <w:rFonts w:ascii="Tahoma" w:hAnsi="Tahoma" w:cs="Tahoma"/>
          <w:sz w:val="22"/>
        </w:rPr>
        <w:t>damas</w:t>
      </w:r>
      <w:r w:rsidRPr="00F615E5">
        <w:rPr>
          <w:rFonts w:ascii="Tahoma" w:hAnsi="Tahoma" w:cs="Tahoma"/>
          <w:sz w:val="22"/>
        </w:rPr>
        <w:t xml:space="preserve"> į asmens </w:t>
      </w:r>
      <w:r w:rsidR="00F23F43" w:rsidRPr="00F615E5">
        <w:rPr>
          <w:rFonts w:ascii="Tahoma" w:hAnsi="Tahoma" w:cs="Tahoma"/>
          <w:sz w:val="22"/>
        </w:rPr>
        <w:t xml:space="preserve">Duomenų </w:t>
      </w:r>
      <w:r w:rsidRPr="00F615E5">
        <w:rPr>
          <w:rFonts w:ascii="Tahoma" w:hAnsi="Tahoma" w:cs="Tahoma"/>
          <w:sz w:val="22"/>
        </w:rPr>
        <w:t>valdytojo nurodymus</w:t>
      </w:r>
      <w:r w:rsidR="00AA37F6" w:rsidRPr="00F615E5">
        <w:rPr>
          <w:rFonts w:ascii="Tahoma" w:hAnsi="Tahoma" w:cs="Tahoma"/>
          <w:sz w:val="22"/>
        </w:rPr>
        <w:t>,</w:t>
      </w:r>
      <w:r w:rsidR="00D166FC" w:rsidRPr="00F615E5">
        <w:rPr>
          <w:rFonts w:ascii="Tahoma" w:hAnsi="Tahoma" w:cs="Tahoma"/>
          <w:sz w:val="22"/>
        </w:rPr>
        <w:t xml:space="preserve"> pateiktus Specialiojoje dalyje</w:t>
      </w:r>
      <w:r w:rsidRPr="00F615E5">
        <w:rPr>
          <w:rFonts w:ascii="Tahoma" w:hAnsi="Tahoma" w:cs="Tahoma"/>
          <w:sz w:val="22"/>
        </w:rPr>
        <w:t>, ištrina</w:t>
      </w:r>
      <w:r w:rsidR="00D166FC" w:rsidRPr="00F615E5">
        <w:rPr>
          <w:rFonts w:ascii="Tahoma" w:hAnsi="Tahoma" w:cs="Tahoma"/>
          <w:sz w:val="22"/>
        </w:rPr>
        <w:t xml:space="preserve"> </w:t>
      </w:r>
      <w:r w:rsidRPr="00F615E5">
        <w:rPr>
          <w:rFonts w:ascii="Tahoma" w:hAnsi="Tahoma" w:cs="Tahoma"/>
          <w:sz w:val="22"/>
        </w:rPr>
        <w:t xml:space="preserve">arba grąžina </w:t>
      </w:r>
      <w:r w:rsidR="00F23F43" w:rsidRPr="00F615E5">
        <w:rPr>
          <w:rFonts w:ascii="Tahoma" w:hAnsi="Tahoma" w:cs="Tahoma"/>
          <w:sz w:val="22"/>
        </w:rPr>
        <w:t xml:space="preserve">Duomenų </w:t>
      </w:r>
      <w:r w:rsidRPr="00F615E5">
        <w:rPr>
          <w:rFonts w:ascii="Tahoma" w:hAnsi="Tahoma" w:cs="Tahoma"/>
          <w:sz w:val="22"/>
        </w:rPr>
        <w:t>valdytojui visus asmens duomenis ir ištrina esamas jų kopijas, išskyrus atvejus,</w:t>
      </w:r>
      <w:r w:rsidR="00463F01" w:rsidRPr="00F615E5">
        <w:rPr>
          <w:rFonts w:ascii="Tahoma" w:hAnsi="Tahoma" w:cs="Tahoma"/>
          <w:sz w:val="22"/>
        </w:rPr>
        <w:t xml:space="preserve"> </w:t>
      </w:r>
      <w:r w:rsidRPr="00F615E5">
        <w:rPr>
          <w:rFonts w:ascii="Tahoma" w:hAnsi="Tahoma" w:cs="Tahoma"/>
          <w:sz w:val="22"/>
        </w:rPr>
        <w:t xml:space="preserve">kai </w:t>
      </w:r>
      <w:r w:rsidR="00F23F43" w:rsidRPr="00F615E5">
        <w:rPr>
          <w:rFonts w:ascii="Tahoma" w:hAnsi="Tahoma" w:cs="Tahoma"/>
          <w:sz w:val="22"/>
        </w:rPr>
        <w:t xml:space="preserve">Europos </w:t>
      </w:r>
      <w:r w:rsidRPr="00F615E5">
        <w:rPr>
          <w:rFonts w:ascii="Tahoma" w:hAnsi="Tahoma" w:cs="Tahoma"/>
          <w:sz w:val="22"/>
        </w:rPr>
        <w:t xml:space="preserve">Sąjungos ar </w:t>
      </w:r>
      <w:r w:rsidR="00D166FC" w:rsidRPr="00F615E5">
        <w:rPr>
          <w:rFonts w:ascii="Tahoma" w:hAnsi="Tahoma" w:cs="Tahoma"/>
          <w:sz w:val="22"/>
        </w:rPr>
        <w:t>Lietuvos Respublikos teisės aktai nustato Duomenų tvarkytojo pareigą</w:t>
      </w:r>
      <w:r w:rsidRPr="00F615E5">
        <w:rPr>
          <w:rFonts w:ascii="Tahoma" w:hAnsi="Tahoma" w:cs="Tahoma"/>
          <w:sz w:val="22"/>
        </w:rPr>
        <w:t xml:space="preserve"> asmens duomenis saugoti</w:t>
      </w:r>
      <w:r w:rsidR="00B36A68">
        <w:rPr>
          <w:rFonts w:ascii="Tahoma" w:hAnsi="Tahoma" w:cs="Tahoma"/>
          <w:sz w:val="22"/>
        </w:rPr>
        <w:t>.</w:t>
      </w:r>
      <w:r w:rsidR="0087473A" w:rsidRPr="00F615E5">
        <w:rPr>
          <w:rFonts w:ascii="Tahoma" w:hAnsi="Tahoma" w:cs="Tahoma"/>
          <w:sz w:val="22"/>
        </w:rPr>
        <w:t xml:space="preserve"> </w:t>
      </w:r>
      <w:r w:rsidR="003E4B74" w:rsidRPr="00F615E5">
        <w:rPr>
          <w:rFonts w:ascii="Tahoma" w:hAnsi="Tahoma" w:cs="Tahoma"/>
          <w:sz w:val="22"/>
        </w:rPr>
        <w:t xml:space="preserve">Jei </w:t>
      </w:r>
      <w:r w:rsidR="00F23F43" w:rsidRPr="00F615E5">
        <w:rPr>
          <w:rFonts w:ascii="Tahoma" w:hAnsi="Tahoma" w:cs="Tahoma"/>
          <w:sz w:val="22"/>
        </w:rPr>
        <w:t xml:space="preserve">Duomenų tvarkytojui </w:t>
      </w:r>
      <w:r w:rsidR="003E4B74" w:rsidRPr="00F615E5">
        <w:rPr>
          <w:rFonts w:ascii="Tahoma" w:hAnsi="Tahoma" w:cs="Tahoma"/>
          <w:sz w:val="22"/>
        </w:rPr>
        <w:t>taikoma</w:t>
      </w:r>
      <w:r w:rsidR="00F23F43" w:rsidRPr="00F615E5">
        <w:rPr>
          <w:rFonts w:ascii="Tahoma" w:hAnsi="Tahoma" w:cs="Tahoma"/>
          <w:sz w:val="22"/>
        </w:rPr>
        <w:t xml:space="preserve"> prievolė </w:t>
      </w:r>
      <w:r w:rsidR="00D321A0">
        <w:rPr>
          <w:rFonts w:ascii="Tahoma" w:hAnsi="Tahoma" w:cs="Tahoma"/>
          <w:sz w:val="22"/>
        </w:rPr>
        <w:t xml:space="preserve">pagal teisės aktus </w:t>
      </w:r>
      <w:r w:rsidR="00F23F43" w:rsidRPr="00F615E5">
        <w:rPr>
          <w:rFonts w:ascii="Tahoma" w:hAnsi="Tahoma" w:cs="Tahoma"/>
          <w:sz w:val="22"/>
        </w:rPr>
        <w:t>saugoti asmens duomenis</w:t>
      </w:r>
      <w:r w:rsidR="003E4B74" w:rsidRPr="00F615E5">
        <w:rPr>
          <w:rFonts w:ascii="Tahoma" w:hAnsi="Tahoma" w:cs="Tahoma"/>
          <w:sz w:val="22"/>
        </w:rPr>
        <w:t xml:space="preserve">, </w:t>
      </w:r>
      <w:r w:rsidR="00D166FC" w:rsidRPr="00F615E5">
        <w:rPr>
          <w:rFonts w:ascii="Tahoma" w:hAnsi="Tahoma" w:cs="Tahoma"/>
          <w:sz w:val="22"/>
        </w:rPr>
        <w:t>Duomenų tvarkytojas, prieš pradėdamas tvarkyti asmens duomenis Duomenų valdytojo vardu, Specialiojoje dalyje privalo nurodyti jam taikomus teisės aktus, kuriais jis yra įpareigotas saugoti asmens duomenis</w:t>
      </w:r>
      <w:r w:rsidR="004D22CC">
        <w:rPr>
          <w:rFonts w:ascii="Tahoma" w:hAnsi="Tahoma" w:cs="Tahoma"/>
          <w:sz w:val="22"/>
        </w:rPr>
        <w:t>;</w:t>
      </w:r>
      <w:r w:rsidR="00B36A68">
        <w:rPr>
          <w:rFonts w:ascii="Tahoma" w:hAnsi="Tahoma" w:cs="Tahoma"/>
          <w:sz w:val="22"/>
        </w:rPr>
        <w:t xml:space="preserve"> </w:t>
      </w:r>
    </w:p>
    <w:p w14:paraId="3273B100" w14:textId="77777777" w:rsidR="00964ED2" w:rsidRPr="00F615E5" w:rsidRDefault="001646B7"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 xml:space="preserve">įsipareigoja </w:t>
      </w:r>
      <w:r w:rsidR="00B36A68">
        <w:rPr>
          <w:rFonts w:ascii="Tahoma" w:hAnsi="Tahoma" w:cs="Tahoma"/>
          <w:sz w:val="22"/>
        </w:rPr>
        <w:t>nekopijuo</w:t>
      </w:r>
      <w:r>
        <w:rPr>
          <w:rFonts w:ascii="Tahoma" w:hAnsi="Tahoma" w:cs="Tahoma"/>
          <w:sz w:val="22"/>
        </w:rPr>
        <w:t>ti</w:t>
      </w:r>
      <w:r w:rsidR="00B36A68">
        <w:rPr>
          <w:rFonts w:ascii="Tahoma" w:hAnsi="Tahoma" w:cs="Tahoma"/>
          <w:sz w:val="22"/>
        </w:rPr>
        <w:t>, neperkel</w:t>
      </w:r>
      <w:r>
        <w:rPr>
          <w:rFonts w:ascii="Tahoma" w:hAnsi="Tahoma" w:cs="Tahoma"/>
          <w:sz w:val="22"/>
        </w:rPr>
        <w:t>ti</w:t>
      </w:r>
      <w:r w:rsidR="00B36A68">
        <w:rPr>
          <w:rFonts w:ascii="Tahoma" w:hAnsi="Tahoma" w:cs="Tahoma"/>
          <w:sz w:val="22"/>
        </w:rPr>
        <w:t>, nesaugo</w:t>
      </w:r>
      <w:r>
        <w:rPr>
          <w:rFonts w:ascii="Tahoma" w:hAnsi="Tahoma" w:cs="Tahoma"/>
          <w:sz w:val="22"/>
        </w:rPr>
        <w:t>ti</w:t>
      </w:r>
      <w:r w:rsidR="00B36A68">
        <w:rPr>
          <w:rFonts w:ascii="Tahoma" w:hAnsi="Tahoma" w:cs="Tahoma"/>
          <w:sz w:val="22"/>
        </w:rPr>
        <w:t xml:space="preserve"> ir kitaip netvark</w:t>
      </w:r>
      <w:r>
        <w:rPr>
          <w:rFonts w:ascii="Tahoma" w:hAnsi="Tahoma" w:cs="Tahoma"/>
          <w:sz w:val="22"/>
        </w:rPr>
        <w:t>yti</w:t>
      </w:r>
      <w:r w:rsidR="00B36A68">
        <w:rPr>
          <w:rFonts w:ascii="Tahoma" w:hAnsi="Tahoma" w:cs="Tahoma"/>
          <w:sz w:val="22"/>
        </w:rPr>
        <w:t xml:space="preserve"> asmens duomenų </w:t>
      </w:r>
      <w:proofErr w:type="spellStart"/>
      <w:r w:rsidR="00B36A68">
        <w:rPr>
          <w:rFonts w:ascii="Tahoma" w:hAnsi="Tahoma" w:cs="Tahoma"/>
          <w:sz w:val="22"/>
        </w:rPr>
        <w:t>Duomenų</w:t>
      </w:r>
      <w:proofErr w:type="spellEnd"/>
      <w:r w:rsidR="00B36A68">
        <w:rPr>
          <w:rFonts w:ascii="Tahoma" w:hAnsi="Tahoma" w:cs="Tahoma"/>
          <w:sz w:val="22"/>
        </w:rPr>
        <w:t xml:space="preserve"> tvarkytojo IT infrastruktūroje, kai</w:t>
      </w:r>
      <w:r w:rsidR="00C026FD" w:rsidRPr="00F615E5">
        <w:rPr>
          <w:rFonts w:ascii="Tahoma" w:hAnsi="Tahoma" w:cs="Tahoma"/>
          <w:sz w:val="22"/>
        </w:rPr>
        <w:t xml:space="preserve"> pagal Duomenų valdytojo Specialiojoje dalyje pateiktus nurodymus </w:t>
      </w:r>
      <w:r w:rsidR="00B36A68">
        <w:rPr>
          <w:rFonts w:ascii="Tahoma" w:hAnsi="Tahoma" w:cs="Tahoma"/>
          <w:sz w:val="22"/>
        </w:rPr>
        <w:t xml:space="preserve">nustatyta, kad </w:t>
      </w:r>
      <w:r w:rsidR="00C026FD" w:rsidRPr="00F615E5">
        <w:rPr>
          <w:rFonts w:ascii="Tahoma" w:hAnsi="Tahoma" w:cs="Tahoma"/>
          <w:sz w:val="22"/>
        </w:rPr>
        <w:t>asmens duomenys tvarkomi tik Duomenų valdytojo IT infrastruktūroje</w:t>
      </w:r>
      <w:r w:rsidR="00741D4D" w:rsidRPr="00F615E5">
        <w:rPr>
          <w:rFonts w:ascii="Tahoma" w:hAnsi="Tahoma" w:cs="Tahoma"/>
          <w:sz w:val="22"/>
        </w:rPr>
        <w:t>;</w:t>
      </w:r>
    </w:p>
    <w:p w14:paraId="1B5A17DB" w14:textId="77777777" w:rsidR="0074478B" w:rsidRPr="00F615E5" w:rsidRDefault="0074478B" w:rsidP="00552C62">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įsipareigoja </w:t>
      </w:r>
      <w:r w:rsidR="00625F20" w:rsidRPr="00F615E5">
        <w:rPr>
          <w:rFonts w:ascii="Tahoma" w:hAnsi="Tahoma" w:cs="Tahoma"/>
          <w:sz w:val="22"/>
        </w:rPr>
        <w:t>periodiškai</w:t>
      </w:r>
      <w:r w:rsidR="00DF55DF" w:rsidRPr="00F615E5">
        <w:rPr>
          <w:rFonts w:ascii="Tahoma" w:hAnsi="Tahoma" w:cs="Tahoma"/>
          <w:sz w:val="22"/>
        </w:rPr>
        <w:t xml:space="preserve"> savo iniciatyva ir sąskaita </w:t>
      </w:r>
      <w:r w:rsidRPr="00F615E5">
        <w:rPr>
          <w:rFonts w:ascii="Tahoma" w:hAnsi="Tahoma" w:cs="Tahoma"/>
          <w:sz w:val="22"/>
        </w:rPr>
        <w:t>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w:t>
      </w:r>
      <w:r w:rsidR="00D321A0">
        <w:rPr>
          <w:rFonts w:ascii="Tahoma" w:hAnsi="Tahoma" w:cs="Tahoma"/>
          <w:sz w:val="22"/>
        </w:rPr>
        <w:t>.</w:t>
      </w:r>
      <w:r w:rsidRPr="00F615E5">
        <w:rPr>
          <w:rFonts w:ascii="Tahoma" w:hAnsi="Tahoma" w:cs="Tahoma"/>
          <w:sz w:val="22"/>
        </w:rPr>
        <w:t xml:space="preserve"> </w:t>
      </w:r>
      <w:r w:rsidR="00DF55DF" w:rsidRPr="00F615E5">
        <w:rPr>
          <w:rFonts w:ascii="Tahoma" w:hAnsi="Tahoma" w:cs="Tahoma"/>
          <w:sz w:val="22"/>
        </w:rPr>
        <w:t xml:space="preserve">Duomenų valdytojo rašytiniu </w:t>
      </w:r>
      <w:r w:rsidR="00DF55DF" w:rsidRPr="00F615E5">
        <w:rPr>
          <w:rFonts w:ascii="Tahoma" w:hAnsi="Tahoma" w:cs="Tahoma"/>
          <w:sz w:val="22"/>
        </w:rPr>
        <w:lastRenderedPageBreak/>
        <w:t xml:space="preserve">prašymu </w:t>
      </w:r>
      <w:r w:rsidR="001C10AE" w:rsidRPr="00F615E5">
        <w:rPr>
          <w:rFonts w:ascii="Tahoma" w:hAnsi="Tahoma" w:cs="Tahoma"/>
          <w:sz w:val="22"/>
        </w:rPr>
        <w:t>t</w:t>
      </w:r>
      <w:r w:rsidRPr="00F615E5">
        <w:rPr>
          <w:rFonts w:ascii="Tahoma" w:hAnsi="Tahoma" w:cs="Tahoma"/>
          <w:sz w:val="22"/>
        </w:rPr>
        <w:t>ikrinimo ataskaitą arba jos ištrauką, Duomenų tvarkytojas privalo pateikti Duomenų valdytojui</w:t>
      </w:r>
      <w:r w:rsidR="00403F4B" w:rsidRPr="00F615E5">
        <w:rPr>
          <w:rFonts w:ascii="Tahoma" w:hAnsi="Tahoma" w:cs="Tahoma"/>
          <w:sz w:val="22"/>
        </w:rPr>
        <w:t>;</w:t>
      </w:r>
    </w:p>
    <w:p w14:paraId="6A51F1A4" w14:textId="77777777" w:rsidR="00D73ED3" w:rsidRPr="00F615E5" w:rsidRDefault="00BE500F" w:rsidP="0074478B">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Pr>
          <w:rFonts w:ascii="Tahoma" w:hAnsi="Tahoma" w:cs="Tahoma"/>
          <w:sz w:val="22"/>
        </w:rPr>
        <w:t>j</w:t>
      </w:r>
      <w:r w:rsidR="00D73ED3" w:rsidRPr="00F615E5">
        <w:rPr>
          <w:rFonts w:ascii="Tahoma" w:hAnsi="Tahoma" w:cs="Tahoma"/>
          <w:sz w:val="22"/>
        </w:rPr>
        <w:t>ei Duomenų valdytojas nenurodo Susitarime arba vėliau nepateikia dokumentais pagrįstų nurodymų dėl asmens duomenų perdavimo į trečiąją valstybę ar tarptautinėms organizacijoms, Duomenų tvarkytojas neturi teisės atlikti tokį perdavimą pagal šį Susitarimą</w:t>
      </w:r>
      <w:r w:rsidR="0074478B" w:rsidRPr="00F615E5">
        <w:rPr>
          <w:rFonts w:ascii="Tahoma" w:hAnsi="Tahoma" w:cs="Tahoma"/>
          <w:sz w:val="22"/>
        </w:rPr>
        <w:t>,</w:t>
      </w:r>
      <w:r w:rsidR="0074478B" w:rsidRPr="00F615E5">
        <w:t xml:space="preserve"> </w:t>
      </w:r>
      <w:r w:rsidR="0074478B" w:rsidRPr="00F615E5">
        <w:rPr>
          <w:rFonts w:ascii="Tahoma" w:hAnsi="Tahoma" w:cs="Tahoma"/>
          <w:sz w:val="22"/>
        </w:rPr>
        <w:t xml:space="preserve">išskyrus, jei asmens duomenis trečiosioms valstybėms ar tarptautinėms organizacijoms reikia perduoti pagal Europos Sąjungos ar jos valstybės narės teisės aktus, kurių turi laikytis </w:t>
      </w:r>
      <w:r w:rsidR="00246AD1" w:rsidRPr="00F615E5">
        <w:rPr>
          <w:rFonts w:ascii="Tahoma" w:hAnsi="Tahoma" w:cs="Tahoma"/>
          <w:sz w:val="22"/>
        </w:rPr>
        <w:t>D</w:t>
      </w:r>
      <w:r w:rsidR="0074478B" w:rsidRPr="00F615E5">
        <w:rPr>
          <w:rFonts w:ascii="Tahoma" w:hAnsi="Tahoma" w:cs="Tahoma"/>
          <w:sz w:val="22"/>
        </w:rPr>
        <w:t xml:space="preserve">uomenų tvarkytojas, nors </w:t>
      </w:r>
      <w:r w:rsidR="00246AD1" w:rsidRPr="00F615E5">
        <w:rPr>
          <w:rFonts w:ascii="Tahoma" w:hAnsi="Tahoma" w:cs="Tahoma"/>
          <w:sz w:val="22"/>
        </w:rPr>
        <w:t>D</w:t>
      </w:r>
      <w:r w:rsidR="0074478B" w:rsidRPr="00F615E5">
        <w:rPr>
          <w:rFonts w:ascii="Tahoma" w:hAnsi="Tahoma" w:cs="Tahoma"/>
          <w:sz w:val="22"/>
        </w:rPr>
        <w:t xml:space="preserve">uomenų valdytojas nedavė nurodymų </w:t>
      </w:r>
      <w:r w:rsidR="00246AD1" w:rsidRPr="00F615E5">
        <w:rPr>
          <w:rFonts w:ascii="Tahoma" w:hAnsi="Tahoma" w:cs="Tahoma"/>
          <w:sz w:val="22"/>
        </w:rPr>
        <w:t>D</w:t>
      </w:r>
      <w:r w:rsidR="0074478B" w:rsidRPr="00F615E5">
        <w:rPr>
          <w:rFonts w:ascii="Tahoma" w:hAnsi="Tahoma" w:cs="Tahoma"/>
          <w:sz w:val="22"/>
        </w:rPr>
        <w:t>uomenų tvarkytojui tai atlikti. Tokiu atveju</w:t>
      </w:r>
      <w:r w:rsidR="003476EE" w:rsidRPr="00F615E5">
        <w:rPr>
          <w:rFonts w:ascii="Tahoma" w:hAnsi="Tahoma" w:cs="Tahoma"/>
          <w:sz w:val="22"/>
        </w:rPr>
        <w:t>,</w:t>
      </w:r>
      <w:r w:rsidR="0074478B" w:rsidRPr="00F615E5">
        <w:rPr>
          <w:rFonts w:ascii="Tahoma" w:hAnsi="Tahoma" w:cs="Tahoma"/>
          <w:sz w:val="22"/>
        </w:rPr>
        <w:t xml:space="preserve"> </w:t>
      </w:r>
      <w:r w:rsidR="003476EE" w:rsidRPr="00F615E5">
        <w:rPr>
          <w:rFonts w:ascii="Tahoma" w:hAnsi="Tahoma" w:cs="Tahoma"/>
          <w:sz w:val="22"/>
        </w:rPr>
        <w:t xml:space="preserve">apie šį teisinį reikalavimą </w:t>
      </w:r>
      <w:r w:rsidR="00246AD1" w:rsidRPr="00F615E5">
        <w:rPr>
          <w:rFonts w:ascii="Tahoma" w:hAnsi="Tahoma" w:cs="Tahoma"/>
          <w:sz w:val="22"/>
        </w:rPr>
        <w:t>D</w:t>
      </w:r>
      <w:r w:rsidR="0074478B" w:rsidRPr="00F615E5">
        <w:rPr>
          <w:rFonts w:ascii="Tahoma" w:hAnsi="Tahoma" w:cs="Tahoma"/>
          <w:sz w:val="22"/>
        </w:rPr>
        <w:t xml:space="preserve">uomenų tvarkytojas </w:t>
      </w:r>
      <w:r w:rsidR="00744639">
        <w:rPr>
          <w:rFonts w:ascii="Tahoma" w:hAnsi="Tahoma" w:cs="Tahoma"/>
          <w:sz w:val="22"/>
        </w:rPr>
        <w:t xml:space="preserve">informuoja Duomenų valdytoją, </w:t>
      </w:r>
      <w:r w:rsidR="003476EE" w:rsidRPr="00F615E5">
        <w:rPr>
          <w:rFonts w:ascii="Tahoma" w:hAnsi="Tahoma" w:cs="Tahoma"/>
          <w:sz w:val="22"/>
        </w:rPr>
        <w:t xml:space="preserve">Specialiojoje dalyje </w:t>
      </w:r>
      <w:r w:rsidR="00744639">
        <w:rPr>
          <w:rFonts w:ascii="Tahoma" w:hAnsi="Tahoma" w:cs="Tahoma"/>
          <w:sz w:val="22"/>
        </w:rPr>
        <w:t>nurodydamas</w:t>
      </w:r>
      <w:r w:rsidR="003476EE" w:rsidRPr="00F615E5">
        <w:rPr>
          <w:rFonts w:ascii="Tahoma" w:hAnsi="Tahoma" w:cs="Tahoma"/>
          <w:sz w:val="22"/>
        </w:rPr>
        <w:t xml:space="preserve"> jam taikomus teisės aktus, kuriais jis yra įpareigotas perduoti asmens duomenis </w:t>
      </w:r>
      <w:r w:rsidR="00FC71A9" w:rsidRPr="00F615E5">
        <w:rPr>
          <w:rFonts w:ascii="Tahoma" w:hAnsi="Tahoma" w:cs="Tahoma"/>
          <w:sz w:val="22"/>
        </w:rPr>
        <w:t xml:space="preserve">į trečiąją valstybę ar tarptautinėms organizacijoms, </w:t>
      </w:r>
      <w:r w:rsidR="0074478B" w:rsidRPr="00F615E5">
        <w:rPr>
          <w:rFonts w:ascii="Tahoma" w:hAnsi="Tahoma" w:cs="Tahoma"/>
          <w:sz w:val="22"/>
        </w:rPr>
        <w:t>nebent tas teisės aktas draudžia perduoti tokią informaciją</w:t>
      </w:r>
      <w:r>
        <w:rPr>
          <w:rFonts w:ascii="Tahoma" w:hAnsi="Tahoma" w:cs="Tahoma"/>
          <w:sz w:val="22"/>
        </w:rPr>
        <w:t>;</w:t>
      </w:r>
    </w:p>
    <w:p w14:paraId="64B00C8C" w14:textId="77777777" w:rsidR="00EF1BA6" w:rsidRDefault="00625F20" w:rsidP="00625F20">
      <w:pPr>
        <w:pStyle w:val="ListParagraph"/>
        <w:numPr>
          <w:ilvl w:val="2"/>
          <w:numId w:val="12"/>
        </w:numPr>
        <w:tabs>
          <w:tab w:val="left" w:pos="567"/>
          <w:tab w:val="left" w:pos="720"/>
          <w:tab w:val="left" w:pos="1418"/>
          <w:tab w:val="left" w:pos="1843"/>
        </w:tabs>
        <w:spacing w:line="276" w:lineRule="auto"/>
        <w:ind w:left="0" w:firstLine="567"/>
        <w:rPr>
          <w:rFonts w:ascii="Tahoma" w:hAnsi="Tahoma" w:cs="Tahoma"/>
          <w:sz w:val="22"/>
        </w:rPr>
      </w:pPr>
      <w:r w:rsidRPr="00F615E5">
        <w:rPr>
          <w:rFonts w:ascii="Tahoma" w:hAnsi="Tahoma" w:cs="Tahoma"/>
          <w:sz w:val="22"/>
        </w:rPr>
        <w:t xml:space="preserve">turėdamas pagrįstų įrodymų, kad Duomenų valdytojo nurodymu gali būti pažeidžiami teisės aktai, turi teisę sustabdyti tokio nurodymo vykdymą prieš tai </w:t>
      </w:r>
      <w:r w:rsidRPr="006E3C40">
        <w:rPr>
          <w:rFonts w:ascii="Tahoma" w:hAnsi="Tahoma" w:cs="Tahoma"/>
          <w:sz w:val="22"/>
        </w:rPr>
        <w:t xml:space="preserve">raštu Specialiosios dalies 7 punkte </w:t>
      </w:r>
      <w:r w:rsidRPr="00F615E5">
        <w:rPr>
          <w:rFonts w:ascii="Tahoma" w:hAnsi="Tahoma" w:cs="Tahoma"/>
          <w:sz w:val="22"/>
        </w:rPr>
        <w:t>nurodytais adresais informavęs Duomenų valdytoją. Duomenų valdytojui įrodžius nurodymo atitiktį teisės aktams arba iš dalies jį pakeitus, nurodymas turi būti vykdomas</w:t>
      </w:r>
      <w:r w:rsidR="00EA6A5C">
        <w:rPr>
          <w:rFonts w:ascii="Tahoma" w:hAnsi="Tahoma" w:cs="Tahoma"/>
          <w:sz w:val="22"/>
        </w:rPr>
        <w:t>.</w:t>
      </w:r>
    </w:p>
    <w:p w14:paraId="50DE4D3F" w14:textId="77777777" w:rsidR="005324CD" w:rsidRPr="00F615E5" w:rsidRDefault="005324CD" w:rsidP="008E4DA2">
      <w:pPr>
        <w:tabs>
          <w:tab w:val="left" w:pos="567"/>
        </w:tabs>
        <w:spacing w:line="276" w:lineRule="auto"/>
        <w:ind w:firstLine="567"/>
        <w:rPr>
          <w:rFonts w:ascii="Tahoma" w:hAnsi="Tahoma" w:cs="Tahoma"/>
          <w:sz w:val="22"/>
        </w:rPr>
      </w:pPr>
    </w:p>
    <w:p w14:paraId="7B46436C" w14:textId="77777777" w:rsidR="00D73ED3" w:rsidRPr="00F615E5" w:rsidRDefault="00F53772" w:rsidP="008209B2">
      <w:pPr>
        <w:pStyle w:val="ListParagraph"/>
        <w:numPr>
          <w:ilvl w:val="0"/>
          <w:numId w:val="12"/>
        </w:numPr>
        <w:tabs>
          <w:tab w:val="left" w:pos="567"/>
        </w:tabs>
        <w:spacing w:line="276" w:lineRule="auto"/>
        <w:jc w:val="center"/>
        <w:rPr>
          <w:rFonts w:ascii="Tahoma" w:hAnsi="Tahoma" w:cs="Tahoma"/>
          <w:b/>
          <w:sz w:val="22"/>
        </w:rPr>
      </w:pPr>
      <w:r w:rsidRPr="00F615E5">
        <w:rPr>
          <w:rFonts w:ascii="Tahoma" w:hAnsi="Tahoma" w:cs="Tahoma"/>
          <w:b/>
          <w:sz w:val="22"/>
        </w:rPr>
        <w:t>ATSAKOMYBĖ</w:t>
      </w:r>
    </w:p>
    <w:p w14:paraId="519588C2" w14:textId="77777777" w:rsidR="001C10AE" w:rsidRPr="00F615E5" w:rsidRDefault="001C10AE" w:rsidP="00625F20">
      <w:pPr>
        <w:pStyle w:val="ListParagraph"/>
        <w:tabs>
          <w:tab w:val="left" w:pos="142"/>
        </w:tabs>
        <w:spacing w:line="276" w:lineRule="auto"/>
        <w:ind w:left="0" w:firstLine="567"/>
        <w:rPr>
          <w:rFonts w:ascii="Tahoma" w:hAnsi="Tahoma" w:cs="Tahoma"/>
          <w:b/>
          <w:sz w:val="22"/>
        </w:rPr>
      </w:pPr>
    </w:p>
    <w:p w14:paraId="70AC647F" w14:textId="77777777" w:rsidR="00913E36" w:rsidRPr="00F615E5" w:rsidRDefault="0048705D"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 xml:space="preserve">Duomenų valdytojas </w:t>
      </w:r>
      <w:r w:rsidR="00701957" w:rsidRPr="00F615E5">
        <w:rPr>
          <w:rFonts w:ascii="Tahoma" w:hAnsi="Tahoma" w:cs="Tahoma"/>
          <w:sz w:val="22"/>
        </w:rPr>
        <w:t xml:space="preserve">yra </w:t>
      </w:r>
      <w:r w:rsidRPr="00F615E5">
        <w:rPr>
          <w:rFonts w:ascii="Tahoma" w:hAnsi="Tahoma" w:cs="Tahoma"/>
          <w:sz w:val="22"/>
        </w:rPr>
        <w:t xml:space="preserve">atsakingas už tai, kad jo duodami nurodymai </w:t>
      </w:r>
      <w:r w:rsidR="008209B2" w:rsidRPr="00F615E5">
        <w:rPr>
          <w:rFonts w:ascii="Tahoma" w:hAnsi="Tahoma" w:cs="Tahoma"/>
          <w:sz w:val="22"/>
        </w:rPr>
        <w:t xml:space="preserve">Duomenų tvarkytojui </w:t>
      </w:r>
      <w:r w:rsidRPr="00F615E5">
        <w:rPr>
          <w:rFonts w:ascii="Tahoma" w:hAnsi="Tahoma" w:cs="Tahoma"/>
          <w:sz w:val="22"/>
        </w:rPr>
        <w:t>dėl asmens duomenų tvarkymo atitiktų Reglamento (ES) 2016/679 reikalavimus.</w:t>
      </w:r>
    </w:p>
    <w:p w14:paraId="20985D2A" w14:textId="77777777" w:rsidR="00625F20" w:rsidRPr="00F615E5" w:rsidRDefault="006E2B86"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Pr>
          <w:rFonts w:ascii="Tahoma" w:hAnsi="Tahoma" w:cs="Tahoma"/>
          <w:sz w:val="22"/>
        </w:rPr>
        <w:t xml:space="preserve">Duomenų tvarkytojas yra atsakingas už tai, kad </w:t>
      </w:r>
      <w:r w:rsidRPr="00F615E5">
        <w:rPr>
          <w:rFonts w:ascii="Tahoma" w:hAnsi="Tahoma" w:cs="Tahoma"/>
          <w:sz w:val="22"/>
        </w:rPr>
        <w:t>tvark</w:t>
      </w:r>
      <w:r>
        <w:rPr>
          <w:rFonts w:ascii="Tahoma" w:hAnsi="Tahoma" w:cs="Tahoma"/>
          <w:sz w:val="22"/>
        </w:rPr>
        <w:t>ytų</w:t>
      </w:r>
      <w:r w:rsidRPr="00F615E5">
        <w:rPr>
          <w:rFonts w:ascii="Tahoma" w:hAnsi="Tahoma" w:cs="Tahoma"/>
          <w:sz w:val="22"/>
        </w:rPr>
        <w:t xml:space="preserve"> Duomenų valdytojo pateiktus asmens duomenis</w:t>
      </w:r>
      <w:r>
        <w:rPr>
          <w:rFonts w:ascii="Tahoma" w:hAnsi="Tahoma" w:cs="Tahoma"/>
          <w:sz w:val="22"/>
        </w:rPr>
        <w:t>,</w:t>
      </w:r>
      <w:r w:rsidRPr="00F615E5">
        <w:rPr>
          <w:rFonts w:ascii="Tahoma" w:hAnsi="Tahoma" w:cs="Tahoma"/>
          <w:sz w:val="22"/>
        </w:rPr>
        <w:t xml:space="preserve"> </w:t>
      </w:r>
      <w:r>
        <w:rPr>
          <w:rFonts w:ascii="Tahoma" w:hAnsi="Tahoma" w:cs="Tahoma"/>
          <w:sz w:val="22"/>
        </w:rPr>
        <w:t>laikydamasis</w:t>
      </w:r>
      <w:r w:rsidRPr="00F615E5">
        <w:rPr>
          <w:rFonts w:ascii="Tahoma" w:hAnsi="Tahoma" w:cs="Tahoma"/>
          <w:sz w:val="22"/>
        </w:rPr>
        <w:t xml:space="preserve"> šio Susitarimo ir Duomenų valdytojo nurodymų</w:t>
      </w:r>
      <w:r>
        <w:rPr>
          <w:rFonts w:ascii="Tahoma" w:hAnsi="Tahoma" w:cs="Tahoma"/>
          <w:sz w:val="22"/>
        </w:rPr>
        <w:t>.</w:t>
      </w:r>
    </w:p>
    <w:p w14:paraId="103AE602" w14:textId="77777777" w:rsidR="007F1AF5" w:rsidRPr="00F615E5" w:rsidRDefault="00625F20" w:rsidP="00625F20">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Jei pasitelktas kitas duomenų tvarkytojas nevykdo arba netinkamai vykdo asmens duomenų apsaugos prievoles, Duomenų tvarkytojas išlieka visiškai atsakingas Duomenų valdytojui už pasitelkto kito duomenų tvarkytojo prievolių vykdymą</w:t>
      </w:r>
      <w:r w:rsidR="007F1AF5" w:rsidRPr="00F615E5">
        <w:rPr>
          <w:rFonts w:ascii="Tahoma" w:hAnsi="Tahoma" w:cs="Tahoma"/>
          <w:sz w:val="22"/>
        </w:rPr>
        <w:t>.</w:t>
      </w:r>
    </w:p>
    <w:p w14:paraId="3E9694B9" w14:textId="77777777" w:rsidR="0048705D" w:rsidRPr="00F615E5" w:rsidRDefault="007F1AF5" w:rsidP="006E2B86">
      <w:pPr>
        <w:pStyle w:val="ListParagraph"/>
        <w:numPr>
          <w:ilvl w:val="1"/>
          <w:numId w:val="12"/>
        </w:numPr>
        <w:tabs>
          <w:tab w:val="left" w:pos="0"/>
          <w:tab w:val="left" w:pos="142"/>
          <w:tab w:val="left" w:pos="1276"/>
        </w:tabs>
        <w:spacing w:line="276" w:lineRule="auto"/>
        <w:ind w:left="0" w:firstLine="567"/>
        <w:rPr>
          <w:rFonts w:ascii="Tahoma" w:hAnsi="Tahoma" w:cs="Tahoma"/>
          <w:sz w:val="22"/>
        </w:rPr>
      </w:pPr>
      <w:r w:rsidRPr="00F615E5">
        <w:rPr>
          <w:rFonts w:ascii="Tahoma" w:hAnsi="Tahoma" w:cs="Tahoma"/>
          <w:sz w:val="22"/>
        </w:rPr>
        <w:t>Susitarimo sąlygos neatleidžia Šalių nuo kitų pareigų, kurios joms taikomos pagal Reglamentą (ES) 2016/679 ar kitus teisės aktus.</w:t>
      </w:r>
    </w:p>
    <w:p w14:paraId="31D44750" w14:textId="77777777" w:rsidR="00625F20" w:rsidRPr="00F615E5" w:rsidRDefault="00625F20" w:rsidP="00CF75CB">
      <w:pPr>
        <w:pStyle w:val="ListParagraph"/>
        <w:tabs>
          <w:tab w:val="left" w:pos="0"/>
          <w:tab w:val="left" w:pos="142"/>
          <w:tab w:val="left" w:pos="1276"/>
        </w:tabs>
        <w:spacing w:line="276" w:lineRule="auto"/>
        <w:ind w:left="567"/>
        <w:rPr>
          <w:rFonts w:ascii="Tahoma" w:hAnsi="Tahoma" w:cs="Tahoma"/>
          <w:sz w:val="22"/>
        </w:rPr>
      </w:pPr>
    </w:p>
    <w:p w14:paraId="37C09431" w14:textId="77777777" w:rsidR="00707410" w:rsidRPr="00F615E5" w:rsidRDefault="00707410" w:rsidP="00707410">
      <w:pPr>
        <w:jc w:val="center"/>
        <w:rPr>
          <w:rFonts w:cs="Tahoma"/>
        </w:rPr>
      </w:pPr>
    </w:p>
    <w:p w14:paraId="7201E441" w14:textId="77777777" w:rsidR="00707410" w:rsidRPr="00F615E5" w:rsidRDefault="004A4BB3" w:rsidP="001C10AE">
      <w:pPr>
        <w:pStyle w:val="ListParagraph"/>
        <w:numPr>
          <w:ilvl w:val="0"/>
          <w:numId w:val="12"/>
        </w:numPr>
        <w:jc w:val="center"/>
        <w:rPr>
          <w:rFonts w:ascii="Tahoma" w:eastAsia="Times New Roman" w:hAnsi="Tahoma" w:cs="Tahoma"/>
          <w:color w:val="auto"/>
          <w:sz w:val="22"/>
          <w:lang w:eastAsia="lt-LT"/>
        </w:rPr>
      </w:pPr>
      <w:r w:rsidRPr="00F615E5">
        <w:rPr>
          <w:rFonts w:ascii="Tahoma" w:eastAsia="Times New Roman" w:hAnsi="Tahoma" w:cs="Tahoma"/>
          <w:b/>
          <w:bCs/>
          <w:color w:val="auto"/>
          <w:sz w:val="22"/>
          <w:lang w:eastAsia="lt-LT"/>
        </w:rPr>
        <w:t xml:space="preserve"> </w:t>
      </w:r>
      <w:r w:rsidR="00707410" w:rsidRPr="00F615E5">
        <w:rPr>
          <w:rFonts w:ascii="Tahoma" w:eastAsia="Times New Roman" w:hAnsi="Tahoma" w:cs="Tahoma"/>
          <w:b/>
          <w:bCs/>
          <w:color w:val="auto"/>
          <w:sz w:val="22"/>
          <w:lang w:eastAsia="lt-LT"/>
        </w:rPr>
        <w:t>BAIGIAMOSIOS NUOSTATOS</w:t>
      </w:r>
    </w:p>
    <w:p w14:paraId="4D9E8441" w14:textId="77777777" w:rsidR="001C10AE" w:rsidRPr="00F615E5" w:rsidRDefault="001C10AE" w:rsidP="008209B2">
      <w:pPr>
        <w:pStyle w:val="ListParagraph"/>
        <w:spacing w:line="276" w:lineRule="auto"/>
        <w:ind w:left="0" w:firstLine="567"/>
        <w:rPr>
          <w:rFonts w:ascii="Tahoma" w:eastAsia="Times New Roman" w:hAnsi="Tahoma" w:cs="Tahoma"/>
          <w:color w:val="auto"/>
          <w:sz w:val="22"/>
          <w:lang w:eastAsia="lt-LT"/>
        </w:rPr>
      </w:pPr>
    </w:p>
    <w:p w14:paraId="55448828" w14:textId="77777777" w:rsidR="00EF5908" w:rsidRPr="00F615E5" w:rsidRDefault="00775161" w:rsidP="00FC71A9">
      <w:pPr>
        <w:pStyle w:val="ListParagraph"/>
        <w:numPr>
          <w:ilvl w:val="1"/>
          <w:numId w:val="12"/>
        </w:numPr>
        <w:spacing w:line="276" w:lineRule="auto"/>
        <w:ind w:left="0" w:firstLine="567"/>
        <w:rPr>
          <w:rFonts w:ascii="Tahoma" w:eastAsia="Times New Roman" w:hAnsi="Tahoma" w:cs="Tahoma"/>
          <w:color w:val="auto"/>
          <w:sz w:val="22"/>
          <w:lang w:eastAsia="lt-LT"/>
        </w:rPr>
      </w:pPr>
      <w:r w:rsidRPr="001A523F">
        <w:rPr>
          <w:rFonts w:ascii="Tahoma" w:eastAsia="Times New Roman" w:hAnsi="Tahoma" w:cs="Tahoma"/>
          <w:color w:val="auto"/>
          <w:sz w:val="22"/>
          <w:lang w:eastAsia="lt-LT"/>
        </w:rPr>
        <w:t>Susitarimas įsigalioja nuo jo pasirašymo dienos</w:t>
      </w:r>
      <w:r w:rsidR="002E7E87" w:rsidRPr="001A523F">
        <w:rPr>
          <w:rFonts w:ascii="Tahoma" w:eastAsia="Times New Roman" w:hAnsi="Tahoma" w:cs="Tahoma"/>
          <w:color w:val="auto"/>
          <w:sz w:val="22"/>
          <w:lang w:eastAsia="lt-LT"/>
        </w:rPr>
        <w:t xml:space="preserve"> </w:t>
      </w:r>
      <w:r w:rsidR="002E7E87" w:rsidRPr="00F615E5">
        <w:rPr>
          <w:rFonts w:ascii="Tahoma" w:eastAsia="Times New Roman" w:hAnsi="Tahoma" w:cs="Tahoma"/>
          <w:color w:val="auto"/>
          <w:sz w:val="22"/>
          <w:lang w:eastAsia="lt-LT"/>
        </w:rPr>
        <w:t>ir galioja iki Paslaugų teikimo sutarties galiojimo dienos</w:t>
      </w:r>
      <w:r w:rsidRPr="00F615E5">
        <w:rPr>
          <w:rFonts w:ascii="Tahoma" w:eastAsia="Times New Roman" w:hAnsi="Tahoma" w:cs="Tahoma"/>
          <w:color w:val="auto"/>
          <w:sz w:val="22"/>
          <w:lang w:eastAsia="lt-LT"/>
        </w:rPr>
        <w:t xml:space="preserve">. </w:t>
      </w:r>
      <w:bookmarkStart w:id="1" w:name="part_54682dc8590d4cc89e6d020740552c65"/>
      <w:bookmarkEnd w:id="1"/>
    </w:p>
    <w:p w14:paraId="41283881" w14:textId="77777777" w:rsidR="00772E2D" w:rsidRPr="00F615E5" w:rsidRDefault="00772E2D" w:rsidP="008209B2">
      <w:pPr>
        <w:pStyle w:val="ListParagraph"/>
        <w:numPr>
          <w:ilvl w:val="1"/>
          <w:numId w:val="12"/>
        </w:numPr>
        <w:spacing w:line="276" w:lineRule="auto"/>
        <w:ind w:left="0" w:firstLine="567"/>
        <w:rPr>
          <w:rFonts w:ascii="Tahoma" w:hAnsi="Tahoma" w:cs="Tahoma"/>
          <w:b/>
          <w:sz w:val="22"/>
        </w:rPr>
      </w:pPr>
      <w:r w:rsidRPr="00F615E5">
        <w:rPr>
          <w:rFonts w:ascii="Tahoma" w:eastAsia="Times New Roman" w:hAnsi="Tahoma" w:cs="Tahoma"/>
          <w:color w:val="auto"/>
          <w:sz w:val="22"/>
        </w:rPr>
        <w:t>Bet kokie nesutarimai ar ginčai, kylantys tarp Šalių dėl Susitarimo, sprendžiami derybų būdu, o jeigu tokiu būdu ginčų išspręsti nepavyksta, jie sprendžiami Lietuvos Respublikos teisme pagal Duomenų valdytojo registruotos buveinės vietą, vadovaujantis Lietuvos Respublikoje galiojančiais įstatymais ar kitais teisės aktais.</w:t>
      </w:r>
    </w:p>
    <w:p w14:paraId="3F0C7BC3" w14:textId="77777777" w:rsidR="008416FA" w:rsidRPr="00F615E5" w:rsidRDefault="008416FA" w:rsidP="00772E2D">
      <w:pPr>
        <w:spacing w:line="276" w:lineRule="atLeast"/>
        <w:rPr>
          <w:rFonts w:ascii="Tahoma" w:eastAsia="Times New Roman" w:hAnsi="Tahoma" w:cs="Tahoma"/>
          <w:color w:val="auto"/>
          <w:sz w:val="22"/>
          <w:lang w:eastAsia="lt-LT"/>
        </w:rPr>
      </w:pPr>
      <w:bookmarkStart w:id="2" w:name="part_203022f1cb6d4022bc510d52ec23dd9a"/>
      <w:bookmarkStart w:id="3" w:name="part_1071f70019994873b68a8ea1f7d47d36"/>
      <w:bookmarkStart w:id="4" w:name="part_4b794f37667a4bea926b2730f6758375"/>
      <w:bookmarkStart w:id="5" w:name="part_f2a1f63ccad249448ae7f036013fdedb"/>
      <w:bookmarkStart w:id="6" w:name="part_b4a917ee665a4533a266858476cd86a9"/>
      <w:bookmarkEnd w:id="2"/>
      <w:bookmarkEnd w:id="3"/>
      <w:bookmarkEnd w:id="4"/>
      <w:bookmarkEnd w:id="5"/>
      <w:bookmarkEnd w:id="6"/>
    </w:p>
    <w:p w14:paraId="5CF4CBF1" w14:textId="77777777" w:rsidR="008416FA" w:rsidRPr="00F615E5" w:rsidRDefault="008416FA" w:rsidP="004A4BB3">
      <w:pPr>
        <w:pStyle w:val="ListParagraph"/>
        <w:tabs>
          <w:tab w:val="left" w:pos="567"/>
        </w:tabs>
        <w:spacing w:line="276" w:lineRule="auto"/>
        <w:ind w:left="585"/>
        <w:rPr>
          <w:rFonts w:ascii="Tahoma" w:eastAsia="Times New Roman" w:hAnsi="Tahoma" w:cs="Tahoma"/>
          <w:color w:val="auto"/>
          <w:sz w:val="22"/>
          <w:lang w:eastAsia="lt-LT"/>
        </w:rPr>
      </w:pPr>
    </w:p>
    <w:p w14:paraId="3640D02B" w14:textId="77777777" w:rsidR="008416FA" w:rsidRPr="00F615E5" w:rsidRDefault="008416FA" w:rsidP="008416FA">
      <w:pPr>
        <w:pStyle w:val="ListParagraph"/>
        <w:tabs>
          <w:tab w:val="left" w:pos="567"/>
        </w:tabs>
        <w:spacing w:line="276" w:lineRule="auto"/>
        <w:ind w:left="567"/>
        <w:jc w:val="center"/>
        <w:rPr>
          <w:rFonts w:ascii="Tahoma" w:hAnsi="Tahoma" w:cs="Tahoma"/>
          <w:b/>
          <w:sz w:val="22"/>
        </w:rPr>
      </w:pPr>
    </w:p>
    <w:p w14:paraId="6F7EBF82" w14:textId="77777777" w:rsidR="004A4BB3" w:rsidRPr="00F615E5" w:rsidRDefault="004A4BB3">
      <w:pPr>
        <w:spacing w:line="259" w:lineRule="auto"/>
        <w:ind w:firstLine="1247"/>
        <w:jc w:val="left"/>
        <w:rPr>
          <w:rFonts w:ascii="Tahoma" w:hAnsi="Tahoma" w:cs="Tahoma"/>
          <w:b/>
          <w:sz w:val="22"/>
        </w:rPr>
      </w:pPr>
      <w:r w:rsidRPr="00F615E5">
        <w:rPr>
          <w:rFonts w:ascii="Tahoma" w:hAnsi="Tahoma" w:cs="Tahoma"/>
          <w:b/>
          <w:sz w:val="22"/>
        </w:rPr>
        <w:br w:type="page"/>
      </w:r>
    </w:p>
    <w:p w14:paraId="6C85DFC6" w14:textId="77777777" w:rsidR="009C0FCD" w:rsidRPr="00F615E5" w:rsidRDefault="009C0FCD" w:rsidP="009C0FCD">
      <w:pPr>
        <w:spacing w:line="276" w:lineRule="auto"/>
        <w:jc w:val="center"/>
        <w:rPr>
          <w:rFonts w:ascii="Tahoma" w:hAnsi="Tahoma" w:cs="Tahoma"/>
          <w:b/>
          <w:sz w:val="22"/>
        </w:rPr>
      </w:pPr>
      <w:r w:rsidRPr="00F615E5">
        <w:rPr>
          <w:rFonts w:ascii="Tahoma" w:hAnsi="Tahoma" w:cs="Tahoma"/>
          <w:b/>
          <w:sz w:val="22"/>
        </w:rPr>
        <w:lastRenderedPageBreak/>
        <w:t>SUSITARIM</w:t>
      </w:r>
      <w:r w:rsidR="001F734C">
        <w:rPr>
          <w:rFonts w:ascii="Tahoma" w:hAnsi="Tahoma" w:cs="Tahoma"/>
          <w:b/>
          <w:sz w:val="22"/>
        </w:rPr>
        <w:t>AS</w:t>
      </w:r>
      <w:r w:rsidRPr="00F615E5">
        <w:rPr>
          <w:rFonts w:ascii="Tahoma" w:hAnsi="Tahoma" w:cs="Tahoma"/>
          <w:b/>
          <w:sz w:val="22"/>
        </w:rPr>
        <w:t xml:space="preserve"> DĖL ASMENS DUOMENŲ TVARKYMO</w:t>
      </w:r>
    </w:p>
    <w:p w14:paraId="66E6B161" w14:textId="77777777" w:rsidR="009C0FCD" w:rsidRDefault="009C0FCD" w:rsidP="00CC258C">
      <w:pPr>
        <w:pStyle w:val="ListParagraph"/>
        <w:tabs>
          <w:tab w:val="left" w:pos="709"/>
        </w:tabs>
        <w:spacing w:line="276" w:lineRule="auto"/>
        <w:ind w:left="0"/>
        <w:jc w:val="center"/>
        <w:rPr>
          <w:rFonts w:ascii="Tahoma" w:hAnsi="Tahoma" w:cs="Tahoma"/>
          <w:b/>
          <w:sz w:val="22"/>
        </w:rPr>
      </w:pPr>
    </w:p>
    <w:p w14:paraId="3B2FB938" w14:textId="77777777" w:rsidR="00741D4D" w:rsidRPr="00F615E5" w:rsidRDefault="003E4B74" w:rsidP="00CC258C">
      <w:pPr>
        <w:pStyle w:val="ListParagraph"/>
        <w:tabs>
          <w:tab w:val="left" w:pos="709"/>
        </w:tabs>
        <w:spacing w:line="276" w:lineRule="auto"/>
        <w:ind w:left="0"/>
        <w:jc w:val="center"/>
        <w:rPr>
          <w:rFonts w:ascii="Tahoma" w:hAnsi="Tahoma" w:cs="Tahoma"/>
          <w:b/>
          <w:sz w:val="22"/>
        </w:rPr>
      </w:pPr>
      <w:r w:rsidRPr="00F615E5">
        <w:rPr>
          <w:rFonts w:ascii="Tahoma" w:hAnsi="Tahoma" w:cs="Tahoma"/>
          <w:b/>
          <w:sz w:val="22"/>
        </w:rPr>
        <w:t>SPECIALIOJI DALIS</w:t>
      </w:r>
    </w:p>
    <w:p w14:paraId="30E17129" w14:textId="77777777" w:rsidR="00A713DE" w:rsidRPr="00F615E5" w:rsidRDefault="00A713DE" w:rsidP="00571E2F">
      <w:pPr>
        <w:pStyle w:val="ListParagraph"/>
        <w:tabs>
          <w:tab w:val="left" w:pos="567"/>
        </w:tabs>
        <w:spacing w:line="276" w:lineRule="auto"/>
        <w:ind w:left="567"/>
        <w:jc w:val="left"/>
        <w:rPr>
          <w:rFonts w:ascii="Tahoma" w:hAnsi="Tahoma" w:cs="Tahoma"/>
          <w:b/>
          <w:sz w:val="22"/>
        </w:rPr>
      </w:pPr>
    </w:p>
    <w:p w14:paraId="53BF073D"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valdytoj</w:t>
      </w:r>
      <w:r w:rsidR="00272142" w:rsidRPr="00F615E5">
        <w:rPr>
          <w:rFonts w:ascii="Tahoma" w:hAnsi="Tahoma" w:cs="Tahoma"/>
          <w:b/>
          <w:sz w:val="22"/>
        </w:rPr>
        <w:t>as</w:t>
      </w:r>
      <w:r w:rsidRPr="00F615E5">
        <w:rPr>
          <w:rFonts w:ascii="Tahoma" w:hAnsi="Tahoma" w:cs="Tahoma"/>
          <w:b/>
          <w:sz w:val="22"/>
        </w:rPr>
        <w:t xml:space="preserve"> (Paslaugos gavėj</w:t>
      </w:r>
      <w:r w:rsidR="00272142" w:rsidRPr="00F615E5">
        <w:rPr>
          <w:rFonts w:ascii="Tahoma" w:hAnsi="Tahoma" w:cs="Tahoma"/>
          <w:b/>
          <w:sz w:val="22"/>
        </w:rPr>
        <w:t>as</w:t>
      </w:r>
      <w:r w:rsidRPr="00F615E5">
        <w:rPr>
          <w:rFonts w:ascii="Tahoma" w:hAnsi="Tahoma" w:cs="Tahoma"/>
          <w:b/>
          <w:sz w:val="22"/>
        </w:rPr>
        <w:t>):</w:t>
      </w:r>
    </w:p>
    <w:p w14:paraId="628584BA" w14:textId="4CA5964C" w:rsidR="00681A73" w:rsidRDefault="00F91AEA" w:rsidP="00CD4222">
      <w:pPr>
        <w:spacing w:line="276" w:lineRule="auto"/>
        <w:ind w:firstLine="567"/>
        <w:rPr>
          <w:rFonts w:ascii="Tahoma" w:hAnsi="Tahoma" w:cs="Tahoma"/>
          <w:color w:val="auto"/>
          <w:sz w:val="22"/>
        </w:rPr>
      </w:pPr>
      <w:r w:rsidRPr="00F615E5">
        <w:rPr>
          <w:rFonts w:ascii="Tahoma" w:hAnsi="Tahoma" w:cs="Tahoma"/>
          <w:sz w:val="22"/>
        </w:rPr>
        <w:t>V</w:t>
      </w:r>
      <w:r w:rsidR="00CC258C" w:rsidRPr="00F615E5">
        <w:rPr>
          <w:rFonts w:ascii="Tahoma" w:hAnsi="Tahoma" w:cs="Tahoma"/>
          <w:sz w:val="22"/>
        </w:rPr>
        <w:t xml:space="preserve">alstybės įmonė Registrų centras, juridinio asmens kodas 124110246, kurios registruota buveinė yra </w:t>
      </w:r>
      <w:r w:rsidR="00E12D60">
        <w:rPr>
          <w:rFonts w:ascii="Tahoma" w:hAnsi="Tahoma" w:cs="Tahoma"/>
          <w:sz w:val="22"/>
        </w:rPr>
        <w:t>Studentų g</w:t>
      </w:r>
      <w:r w:rsidR="00E12D60" w:rsidRPr="00F00352">
        <w:rPr>
          <w:rFonts w:ascii="Tahoma" w:hAnsi="Tahoma" w:cs="Tahoma"/>
          <w:sz w:val="22"/>
        </w:rPr>
        <w:t>. 39</w:t>
      </w:r>
      <w:r w:rsidR="00CC258C" w:rsidRPr="00F00352">
        <w:rPr>
          <w:rFonts w:ascii="Tahoma" w:hAnsi="Tahoma" w:cs="Tahoma"/>
          <w:sz w:val="22"/>
        </w:rPr>
        <w:t>,</w:t>
      </w:r>
      <w:r w:rsidR="00CC258C" w:rsidRPr="00F615E5">
        <w:rPr>
          <w:rFonts w:ascii="Tahoma" w:hAnsi="Tahoma" w:cs="Tahoma"/>
          <w:sz w:val="22"/>
        </w:rPr>
        <w:t xml:space="preserve"> Vilnius, telefono ryšio numeris </w:t>
      </w:r>
      <w:r w:rsidR="00EC2BE5">
        <w:rPr>
          <w:rFonts w:ascii="Tahoma" w:hAnsi="Tahoma" w:cs="Tahoma"/>
          <w:sz w:val="22"/>
        </w:rPr>
        <w:t>+370 5</w:t>
      </w:r>
      <w:r w:rsidR="00CC258C" w:rsidRPr="00F615E5">
        <w:rPr>
          <w:rFonts w:ascii="Tahoma" w:hAnsi="Tahoma" w:cs="Tahoma"/>
          <w:sz w:val="22"/>
        </w:rPr>
        <w:t xml:space="preserve"> 268 8262, elektroninio pašto adresas </w:t>
      </w:r>
      <w:hyperlink r:id="rId11" w:history="1">
        <w:r w:rsidR="00514309" w:rsidRPr="00D67610">
          <w:rPr>
            <w:rStyle w:val="Hyperlink"/>
            <w:rFonts w:ascii="Tahoma" w:hAnsi="Tahoma" w:cs="Tahoma"/>
            <w:sz w:val="22"/>
          </w:rPr>
          <w:t>info@registrucentras.lt</w:t>
        </w:r>
      </w:hyperlink>
      <w:r w:rsidR="00514309">
        <w:rPr>
          <w:rFonts w:ascii="Tahoma" w:hAnsi="Tahoma" w:cs="Tahoma"/>
          <w:color w:val="auto"/>
          <w:sz w:val="22"/>
        </w:rPr>
        <w:t xml:space="preserve">, </w:t>
      </w:r>
      <w:r w:rsidR="00514309" w:rsidRPr="00514309">
        <w:rPr>
          <w:rFonts w:ascii="Tahoma" w:hAnsi="Tahoma" w:cs="Tahoma"/>
          <w:color w:val="auto"/>
          <w:sz w:val="22"/>
        </w:rPr>
        <w:t xml:space="preserve">veikiantis duomenų valdytojo Lietuvos Respublikos sveikatos apsaugos ministerijos, juridinio asmens kodas 188603472, kurios registruota buveinė Vilniaus g. 33, Vilnius, telefono ryšio numeris +370 5 268 5110, elektroninio pašto adresas </w:t>
      </w:r>
      <w:hyperlink r:id="rId12" w:tgtFrame="_blank" w:history="1">
        <w:r w:rsidR="00514309" w:rsidRPr="00514309">
          <w:rPr>
            <w:rStyle w:val="Hyperlink"/>
            <w:rFonts w:ascii="Tahoma" w:hAnsi="Tahoma" w:cs="Tahoma"/>
            <w:sz w:val="22"/>
          </w:rPr>
          <w:t>ministerija@sam.lt</w:t>
        </w:r>
      </w:hyperlink>
      <w:r w:rsidR="00514309" w:rsidRPr="00514309">
        <w:rPr>
          <w:rFonts w:ascii="Tahoma" w:hAnsi="Tahoma" w:cs="Tahoma"/>
          <w:color w:val="auto"/>
          <w:sz w:val="22"/>
        </w:rPr>
        <w:t xml:space="preserve"> vardu</w:t>
      </w:r>
      <w:r w:rsidR="00514309">
        <w:rPr>
          <w:rFonts w:ascii="Tahoma" w:hAnsi="Tahoma" w:cs="Tahoma"/>
          <w:color w:val="auto"/>
          <w:sz w:val="22"/>
        </w:rPr>
        <w:t>.</w:t>
      </w:r>
    </w:p>
    <w:p w14:paraId="3741BE0B"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70248A1A" w14:textId="77777777" w:rsidR="00CF27C3" w:rsidRPr="00F615E5" w:rsidRDefault="00CF27C3" w:rsidP="00FC71A9">
      <w:pPr>
        <w:pStyle w:val="ListParagraph"/>
        <w:numPr>
          <w:ilvl w:val="0"/>
          <w:numId w:val="4"/>
        </w:numPr>
        <w:tabs>
          <w:tab w:val="left" w:pos="567"/>
          <w:tab w:val="left" w:pos="993"/>
        </w:tabs>
        <w:spacing w:line="276" w:lineRule="auto"/>
        <w:ind w:left="0" w:firstLine="567"/>
        <w:rPr>
          <w:rFonts w:ascii="Tahoma" w:hAnsi="Tahoma" w:cs="Tahoma"/>
          <w:b/>
          <w:sz w:val="22"/>
        </w:rPr>
      </w:pPr>
      <w:r w:rsidRPr="00F615E5">
        <w:rPr>
          <w:rFonts w:ascii="Tahoma" w:hAnsi="Tahoma" w:cs="Tahoma"/>
          <w:b/>
          <w:sz w:val="22"/>
        </w:rPr>
        <w:t>Duomenų tvarkytoj</w:t>
      </w:r>
      <w:r w:rsidR="00272142" w:rsidRPr="00F615E5">
        <w:rPr>
          <w:rFonts w:ascii="Tahoma" w:hAnsi="Tahoma" w:cs="Tahoma"/>
          <w:b/>
          <w:sz w:val="22"/>
        </w:rPr>
        <w:t>as</w:t>
      </w:r>
      <w:r w:rsidRPr="00F615E5">
        <w:rPr>
          <w:rFonts w:ascii="Tahoma" w:hAnsi="Tahoma" w:cs="Tahoma"/>
          <w:b/>
          <w:sz w:val="22"/>
        </w:rPr>
        <w:t xml:space="preserve"> (Paslaugos teikėj</w:t>
      </w:r>
      <w:r w:rsidR="00272142" w:rsidRPr="00F615E5">
        <w:rPr>
          <w:rFonts w:ascii="Tahoma" w:hAnsi="Tahoma" w:cs="Tahoma"/>
          <w:b/>
          <w:sz w:val="22"/>
        </w:rPr>
        <w:t>as</w:t>
      </w:r>
      <w:r w:rsidRPr="00F615E5">
        <w:rPr>
          <w:rFonts w:ascii="Tahoma" w:hAnsi="Tahoma" w:cs="Tahoma"/>
          <w:b/>
          <w:sz w:val="22"/>
        </w:rPr>
        <w:t>):</w:t>
      </w:r>
    </w:p>
    <w:p w14:paraId="44D30D0B" w14:textId="77777777" w:rsidR="00C1256A" w:rsidRPr="00F615E5" w:rsidRDefault="00000000" w:rsidP="00FC71A9">
      <w:pPr>
        <w:pStyle w:val="ListParagraph"/>
        <w:tabs>
          <w:tab w:val="left" w:pos="993"/>
        </w:tabs>
        <w:spacing w:line="276" w:lineRule="auto"/>
        <w:ind w:left="0" w:firstLine="567"/>
        <w:rPr>
          <w:rFonts w:ascii="Tahoma" w:hAnsi="Tahoma" w:cs="Tahoma"/>
          <w:sz w:val="22"/>
        </w:rPr>
      </w:pPr>
      <w:sdt>
        <w:sdtPr>
          <w:rPr>
            <w:rFonts w:ascii="Tahoma" w:hAnsi="Tahoma" w:cs="Tahoma"/>
            <w:sz w:val="22"/>
          </w:rPr>
          <w:id w:val="1876117100"/>
          <w:placeholder>
            <w:docPart w:val="4AE3A21C8C324DB3811333DFC069CADE"/>
          </w:placeholder>
          <w:temporary/>
          <w:showingPlcHdr/>
        </w:sdtPr>
        <w:sdtContent>
          <w:r w:rsidR="006E3C40"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sdtContent>
      </w:sdt>
    </w:p>
    <w:p w14:paraId="6FA833BD" w14:textId="77777777" w:rsidR="005B0E08" w:rsidRPr="00F615E5" w:rsidRDefault="005B0E08" w:rsidP="00FC71A9">
      <w:pPr>
        <w:pStyle w:val="ListParagraph"/>
        <w:tabs>
          <w:tab w:val="left" w:pos="567"/>
          <w:tab w:val="left" w:pos="993"/>
        </w:tabs>
        <w:spacing w:line="276" w:lineRule="auto"/>
        <w:ind w:left="0" w:firstLine="567"/>
        <w:rPr>
          <w:rFonts w:ascii="Tahoma" w:hAnsi="Tahoma" w:cs="Tahoma"/>
          <w:b/>
          <w:sz w:val="22"/>
        </w:rPr>
      </w:pPr>
    </w:p>
    <w:p w14:paraId="22D5C436" w14:textId="77777777" w:rsidR="00272142" w:rsidRPr="00F615E5" w:rsidRDefault="00272142" w:rsidP="00CC258C">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Paslaugų teikimo sutartis:</w:t>
      </w:r>
    </w:p>
    <w:p w14:paraId="70FFF9BB" w14:textId="13A47E5B" w:rsidR="002A7E5A" w:rsidRPr="00514309" w:rsidRDefault="00AA5D0D" w:rsidP="00514309">
      <w:pPr>
        <w:tabs>
          <w:tab w:val="left" w:pos="567"/>
        </w:tabs>
        <w:spacing w:line="276" w:lineRule="auto"/>
        <w:rPr>
          <w:rFonts w:asciiTheme="majorHAnsi" w:hAnsiTheme="majorHAnsi" w:cstheme="majorHAnsi"/>
          <w:color w:val="FA5A46" w:themeColor="accent3"/>
          <w:sz w:val="22"/>
          <w:szCs w:val="24"/>
        </w:rPr>
      </w:pPr>
      <w:r w:rsidRPr="00514309">
        <w:rPr>
          <w:rFonts w:asciiTheme="majorHAnsi" w:hAnsiTheme="majorHAnsi" w:cstheme="majorHAnsi"/>
          <w:sz w:val="24"/>
          <w:szCs w:val="24"/>
        </w:rPr>
        <w:tab/>
      </w:r>
      <w:r w:rsidR="00514309" w:rsidRPr="00514309">
        <w:rPr>
          <w:rFonts w:asciiTheme="majorHAnsi" w:hAnsiTheme="majorHAnsi" w:cstheme="majorHAnsi"/>
          <w:color w:val="FA5A46" w:themeColor="accent3"/>
          <w:sz w:val="22"/>
          <w:szCs w:val="24"/>
        </w:rPr>
        <w:t>ESPBI IS modernizavimo (</w:t>
      </w:r>
      <w:proofErr w:type="spellStart"/>
      <w:r w:rsidR="00514309" w:rsidRPr="00514309">
        <w:rPr>
          <w:rFonts w:asciiTheme="majorHAnsi" w:hAnsiTheme="majorHAnsi" w:cstheme="majorHAnsi"/>
          <w:color w:val="FA5A46" w:themeColor="accent3"/>
          <w:sz w:val="22"/>
          <w:szCs w:val="24"/>
        </w:rPr>
        <w:t>dekomponavimo</w:t>
      </w:r>
      <w:proofErr w:type="spellEnd"/>
      <w:r w:rsidR="00514309" w:rsidRPr="00514309">
        <w:rPr>
          <w:rFonts w:asciiTheme="majorHAnsi" w:hAnsiTheme="majorHAnsi" w:cstheme="majorHAnsi"/>
          <w:color w:val="FA5A46" w:themeColor="accent3"/>
          <w:sz w:val="22"/>
          <w:szCs w:val="24"/>
        </w:rPr>
        <w:t>) projekto programinės įrangos ir programinės įrangos konfigūravimo paslaugų sutartis</w:t>
      </w:r>
      <w:r w:rsidR="001D59B1">
        <w:rPr>
          <w:rFonts w:asciiTheme="majorHAnsi" w:hAnsiTheme="majorHAnsi" w:cstheme="majorHAnsi"/>
          <w:color w:val="FA5A46" w:themeColor="accent3"/>
          <w:sz w:val="22"/>
          <w:szCs w:val="24"/>
        </w:rPr>
        <w:t>.</w:t>
      </w:r>
    </w:p>
    <w:p w14:paraId="71AF77B9" w14:textId="77777777" w:rsidR="00514309" w:rsidRPr="00CD030D" w:rsidRDefault="00514309" w:rsidP="00514309">
      <w:pPr>
        <w:tabs>
          <w:tab w:val="left" w:pos="567"/>
        </w:tabs>
        <w:spacing w:line="276" w:lineRule="auto"/>
        <w:rPr>
          <w:rFonts w:ascii="Tahoma" w:hAnsi="Tahoma" w:cs="Tahoma"/>
          <w:sz w:val="22"/>
        </w:rPr>
      </w:pPr>
    </w:p>
    <w:p w14:paraId="271C6E40" w14:textId="77777777" w:rsidR="003E4B74" w:rsidRPr="00F615E5" w:rsidRDefault="00836260" w:rsidP="00CC258C">
      <w:pPr>
        <w:pStyle w:val="ListParagraph"/>
        <w:numPr>
          <w:ilvl w:val="0"/>
          <w:numId w:val="4"/>
        </w:numPr>
        <w:tabs>
          <w:tab w:val="left" w:pos="567"/>
        </w:tabs>
        <w:spacing w:line="276" w:lineRule="auto"/>
        <w:rPr>
          <w:rFonts w:ascii="Tahoma" w:hAnsi="Tahoma" w:cs="Tahoma"/>
          <w:sz w:val="22"/>
        </w:rPr>
      </w:pPr>
      <w:r w:rsidRPr="00F615E5">
        <w:rPr>
          <w:rFonts w:ascii="Tahoma" w:hAnsi="Tahoma" w:cs="Tahoma"/>
          <w:b/>
          <w:sz w:val="22"/>
        </w:rPr>
        <w:t xml:space="preserve">Nuostatos </w:t>
      </w:r>
      <w:r w:rsidR="00CE54FC" w:rsidRPr="00F615E5">
        <w:rPr>
          <w:rFonts w:ascii="Tahoma" w:hAnsi="Tahoma" w:cs="Tahoma"/>
          <w:b/>
          <w:sz w:val="22"/>
        </w:rPr>
        <w:t>apie asmens duomenų tvarkymą</w:t>
      </w:r>
      <w:r w:rsidR="00272142"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3E4B74" w:rsidRPr="00F615E5" w14:paraId="32C8824D" w14:textId="77777777" w:rsidTr="002E65A7">
        <w:trPr>
          <w:trHeight w:val="842"/>
          <w:jc w:val="center"/>
        </w:trPr>
        <w:tc>
          <w:tcPr>
            <w:tcW w:w="2694" w:type="dxa"/>
            <w:vAlign w:val="center"/>
          </w:tcPr>
          <w:p w14:paraId="08BE55B6" w14:textId="77777777" w:rsidR="003E4B74" w:rsidRPr="007C1CB6" w:rsidRDefault="00B3179C"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tikslas</w:t>
            </w:r>
          </w:p>
        </w:tc>
        <w:tc>
          <w:tcPr>
            <w:tcW w:w="6797" w:type="dxa"/>
          </w:tcPr>
          <w:p w14:paraId="08EACD09" w14:textId="6199B066" w:rsidR="003E4B74" w:rsidRPr="007109FF" w:rsidRDefault="00514309" w:rsidP="00C3048D">
            <w:pPr>
              <w:spacing w:line="276" w:lineRule="auto"/>
              <w:rPr>
                <w:rFonts w:ascii="Tahoma" w:hAnsi="Tahoma" w:cs="Tahoma"/>
                <w:color w:val="auto"/>
                <w:sz w:val="22"/>
              </w:rPr>
            </w:pPr>
            <w:r>
              <w:rPr>
                <w:rFonts w:ascii="Tahoma" w:hAnsi="Tahoma" w:cs="Tahoma"/>
                <w:color w:val="auto"/>
                <w:sz w:val="22"/>
              </w:rPr>
              <w:t>Į</w:t>
            </w:r>
            <w:r w:rsidRPr="00514309">
              <w:rPr>
                <w:rFonts w:ascii="Tahoma" w:hAnsi="Tahoma" w:cs="Tahoma"/>
                <w:color w:val="auto"/>
                <w:sz w:val="22"/>
              </w:rPr>
              <w:t xml:space="preserve">diegtas ir sukonfigūruotas visapusiškas </w:t>
            </w:r>
            <w:r>
              <w:rPr>
                <w:rFonts w:ascii="Tahoma" w:hAnsi="Tahoma" w:cs="Tahoma"/>
                <w:color w:val="auto"/>
                <w:sz w:val="22"/>
              </w:rPr>
              <w:t>konteinerių platformos valdymo sistemos</w:t>
            </w:r>
            <w:r w:rsidRPr="00514309">
              <w:rPr>
                <w:rFonts w:ascii="Tahoma" w:hAnsi="Tahoma" w:cs="Tahoma"/>
                <w:color w:val="auto"/>
                <w:sz w:val="22"/>
              </w:rPr>
              <w:t xml:space="preserve"> įrankių rinkinys, aplikacijų vystymui, diegimui ir valdymui</w:t>
            </w:r>
          </w:p>
        </w:tc>
      </w:tr>
      <w:tr w:rsidR="003E4B74" w:rsidRPr="00F615E5" w14:paraId="154BA702" w14:textId="77777777" w:rsidTr="002E65A7">
        <w:trPr>
          <w:trHeight w:val="842"/>
          <w:jc w:val="center"/>
        </w:trPr>
        <w:tc>
          <w:tcPr>
            <w:tcW w:w="2694" w:type="dxa"/>
            <w:vAlign w:val="center"/>
          </w:tcPr>
          <w:p w14:paraId="513B8802" w14:textId="77777777" w:rsidR="003E4B74" w:rsidRPr="007C1CB6" w:rsidRDefault="007E1511" w:rsidP="00D81E4A">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tvarkymo pobūdis</w:t>
            </w:r>
            <w:r w:rsidR="00D81E4A">
              <w:rPr>
                <w:rFonts w:asciiTheme="minorHAnsi" w:hAnsiTheme="minorHAnsi" w:cstheme="minorHAnsi"/>
                <w:sz w:val="22"/>
              </w:rPr>
              <w:t xml:space="preserve"> ir duomenų tvarkymo operacijos</w:t>
            </w:r>
            <w:r w:rsidR="009675EC" w:rsidRPr="007C1CB6">
              <w:rPr>
                <w:rFonts w:asciiTheme="minorHAnsi" w:hAnsiTheme="minorHAnsi" w:cstheme="minorHAnsi"/>
                <w:bCs/>
                <w:color w:val="000000"/>
                <w:sz w:val="22"/>
              </w:rPr>
              <w:t xml:space="preserve"> </w:t>
            </w:r>
          </w:p>
        </w:tc>
        <w:tc>
          <w:tcPr>
            <w:tcW w:w="6797" w:type="dxa"/>
          </w:tcPr>
          <w:p w14:paraId="73DD8BDE" w14:textId="64919818" w:rsidR="00514309" w:rsidRPr="00F615E5" w:rsidRDefault="00514309">
            <w:pPr>
              <w:spacing w:line="276" w:lineRule="auto"/>
              <w:rPr>
                <w:rFonts w:ascii="Tahoma" w:hAnsi="Tahoma" w:cs="Tahoma"/>
                <w:color w:val="auto"/>
                <w:sz w:val="22"/>
              </w:rPr>
            </w:pPr>
            <w:r>
              <w:rPr>
                <w:rFonts w:ascii="Tahoma" w:hAnsi="Tahoma" w:cs="Tahoma"/>
                <w:color w:val="auto"/>
                <w:sz w:val="22"/>
              </w:rPr>
              <w:t>S</w:t>
            </w:r>
            <w:r w:rsidRPr="00514309">
              <w:rPr>
                <w:rFonts w:ascii="Tahoma" w:hAnsi="Tahoma" w:cs="Tahoma"/>
                <w:color w:val="auto"/>
                <w:sz w:val="22"/>
              </w:rPr>
              <w:t>ukurto produkto testavimas ir asmens duomenų perkėlimas, operacijos - duomenų įrašymas, trynimas, keitimas, perkėlimas.</w:t>
            </w:r>
          </w:p>
        </w:tc>
      </w:tr>
      <w:tr w:rsidR="003E4B74" w:rsidRPr="00F615E5" w14:paraId="7D209492" w14:textId="77777777" w:rsidTr="00B36A68">
        <w:trPr>
          <w:jc w:val="center"/>
        </w:trPr>
        <w:tc>
          <w:tcPr>
            <w:tcW w:w="2694" w:type="dxa"/>
            <w:vAlign w:val="center"/>
          </w:tcPr>
          <w:p w14:paraId="1252A5D0" w14:textId="77777777" w:rsidR="003E4B74" w:rsidRPr="007C1CB6" w:rsidRDefault="007E1511" w:rsidP="002E65A7">
            <w:pPr>
              <w:spacing w:line="276" w:lineRule="auto"/>
              <w:jc w:val="center"/>
              <w:rPr>
                <w:rFonts w:asciiTheme="minorHAnsi" w:hAnsiTheme="minorHAnsi" w:cstheme="minorHAnsi"/>
                <w:sz w:val="22"/>
              </w:rPr>
            </w:pPr>
            <w:r w:rsidRPr="007C1CB6">
              <w:rPr>
                <w:rFonts w:asciiTheme="minorHAnsi" w:hAnsiTheme="minorHAnsi" w:cstheme="minorHAnsi"/>
                <w:sz w:val="22"/>
              </w:rPr>
              <w:t>Asmens d</w:t>
            </w:r>
            <w:r w:rsidR="003E4B74" w:rsidRPr="007C1CB6">
              <w:rPr>
                <w:rFonts w:asciiTheme="minorHAnsi" w:hAnsiTheme="minorHAnsi" w:cstheme="minorHAnsi"/>
                <w:sz w:val="22"/>
              </w:rPr>
              <w:t>uomenų subjektų kategorijos</w:t>
            </w:r>
          </w:p>
        </w:tc>
        <w:tc>
          <w:tcPr>
            <w:tcW w:w="6797" w:type="dxa"/>
            <w:shd w:val="clear" w:color="auto" w:fill="auto"/>
          </w:tcPr>
          <w:p w14:paraId="07AFC4E1" w14:textId="4E767CBB" w:rsidR="003E4B74" w:rsidRPr="007109FF" w:rsidRDefault="00514309" w:rsidP="007C549F">
            <w:pPr>
              <w:spacing w:line="276" w:lineRule="auto"/>
              <w:rPr>
                <w:rFonts w:ascii="Tahoma" w:hAnsi="Tahoma" w:cs="Tahoma"/>
                <w:i/>
                <w:sz w:val="22"/>
              </w:rPr>
            </w:pPr>
            <w:r w:rsidRPr="00514309">
              <w:rPr>
                <w:rFonts w:ascii="Tahoma" w:hAnsi="Tahoma" w:cs="Tahoma"/>
                <w:color w:val="auto"/>
                <w:sz w:val="22"/>
              </w:rPr>
              <w:t>R</w:t>
            </w:r>
            <w:r>
              <w:rPr>
                <w:rFonts w:ascii="Tahoma" w:hAnsi="Tahoma" w:cs="Tahoma"/>
                <w:color w:val="auto"/>
                <w:sz w:val="22"/>
              </w:rPr>
              <w:t>egistrų centro</w:t>
            </w:r>
            <w:r w:rsidRPr="00514309">
              <w:rPr>
                <w:rFonts w:ascii="Tahoma" w:hAnsi="Tahoma" w:cs="Tahoma"/>
                <w:color w:val="auto"/>
                <w:sz w:val="22"/>
              </w:rPr>
              <w:t xml:space="preserve"> darbuotojų prisijungimo duomenys ( programuotojų, testuotojų, administratorių ir pan.)</w:t>
            </w:r>
            <w:r>
              <w:rPr>
                <w:rFonts w:ascii="Tahoma" w:hAnsi="Tahoma" w:cs="Tahoma"/>
                <w:color w:val="auto"/>
                <w:sz w:val="22"/>
              </w:rPr>
              <w:t>.</w:t>
            </w:r>
          </w:p>
        </w:tc>
      </w:tr>
      <w:tr w:rsidR="00514309" w:rsidRPr="00F615E5" w14:paraId="41464F19" w14:textId="77777777" w:rsidTr="002E65A7">
        <w:trPr>
          <w:jc w:val="center"/>
        </w:trPr>
        <w:tc>
          <w:tcPr>
            <w:tcW w:w="2694" w:type="dxa"/>
            <w:vAlign w:val="center"/>
          </w:tcPr>
          <w:p w14:paraId="65F0A504" w14:textId="77777777" w:rsidR="00514309" w:rsidRPr="007C1CB6" w:rsidRDefault="00514309" w:rsidP="00514309">
            <w:pPr>
              <w:spacing w:line="276" w:lineRule="auto"/>
              <w:jc w:val="center"/>
              <w:rPr>
                <w:rFonts w:asciiTheme="minorHAnsi" w:hAnsiTheme="minorHAnsi" w:cstheme="minorHAnsi"/>
                <w:sz w:val="22"/>
              </w:rPr>
            </w:pPr>
            <w:r w:rsidRPr="007C1CB6">
              <w:rPr>
                <w:rFonts w:asciiTheme="minorHAnsi" w:hAnsiTheme="minorHAnsi" w:cstheme="minorHAnsi"/>
                <w:sz w:val="22"/>
              </w:rPr>
              <w:t>Tvarkomų asmens duomenų rūšys</w:t>
            </w:r>
          </w:p>
        </w:tc>
        <w:tc>
          <w:tcPr>
            <w:tcW w:w="6797" w:type="dxa"/>
          </w:tcPr>
          <w:p w14:paraId="257CD6B9" w14:textId="390B574F" w:rsidR="00514309" w:rsidRPr="00880C87" w:rsidRDefault="00514309" w:rsidP="00514309">
            <w:pPr>
              <w:spacing w:line="276" w:lineRule="auto"/>
              <w:rPr>
                <w:rFonts w:ascii="Tahoma" w:hAnsi="Tahoma" w:cs="Tahoma"/>
                <w:color w:val="auto"/>
                <w:sz w:val="22"/>
              </w:rPr>
            </w:pPr>
            <w:commentRangeStart w:id="7"/>
            <w:r w:rsidRPr="00514309">
              <w:rPr>
                <w:rFonts w:ascii="Tahoma" w:hAnsi="Tahoma" w:cs="Tahoma"/>
                <w:color w:val="auto"/>
                <w:sz w:val="22"/>
              </w:rPr>
              <w:t>R</w:t>
            </w:r>
            <w:r>
              <w:rPr>
                <w:rFonts w:ascii="Tahoma" w:hAnsi="Tahoma" w:cs="Tahoma"/>
                <w:color w:val="auto"/>
                <w:sz w:val="22"/>
              </w:rPr>
              <w:t>egistrų centro</w:t>
            </w:r>
            <w:r w:rsidRPr="00514309">
              <w:rPr>
                <w:rFonts w:ascii="Tahoma" w:hAnsi="Tahoma" w:cs="Tahoma"/>
                <w:color w:val="auto"/>
                <w:sz w:val="22"/>
              </w:rPr>
              <w:t xml:space="preserve"> darbuotojų</w:t>
            </w:r>
            <w:r w:rsidR="005B0991">
              <w:rPr>
                <w:rFonts w:ascii="Tahoma" w:hAnsi="Tahoma" w:cs="Tahoma"/>
                <w:color w:val="auto"/>
                <w:sz w:val="22"/>
              </w:rPr>
              <w:t xml:space="preserve"> </w:t>
            </w:r>
            <w:r w:rsidR="005B0991" w:rsidRPr="00514309">
              <w:rPr>
                <w:rFonts w:ascii="Tahoma" w:hAnsi="Tahoma" w:cs="Tahoma"/>
                <w:color w:val="auto"/>
                <w:sz w:val="22"/>
              </w:rPr>
              <w:t>( programuotojų, testuotojų, administratorių ir pan.)</w:t>
            </w:r>
            <w:commentRangeStart w:id="8"/>
            <w:commentRangeEnd w:id="8"/>
            <w:r w:rsidR="005B0991">
              <w:rPr>
                <w:rStyle w:val="CommentReference"/>
              </w:rPr>
              <w:commentReference w:id="8"/>
            </w:r>
            <w:r w:rsidRPr="00514309">
              <w:rPr>
                <w:rFonts w:ascii="Tahoma" w:hAnsi="Tahoma" w:cs="Tahoma"/>
                <w:color w:val="auto"/>
                <w:sz w:val="22"/>
              </w:rPr>
              <w:t xml:space="preserve"> prisijungimo duomenys (</w:t>
            </w:r>
            <w:r w:rsidR="005B0991" w:rsidRPr="005B0991">
              <w:rPr>
                <w:rFonts w:ascii="Tahoma" w:hAnsi="Tahoma" w:cs="Tahoma"/>
                <w:color w:val="auto"/>
                <w:sz w:val="22"/>
              </w:rPr>
              <w:t>naudotojo vardas, IP adresas, vardas, pavardė</w:t>
            </w:r>
            <w:r w:rsidR="005B0991">
              <w:rPr>
                <w:rFonts w:ascii="Tahoma" w:hAnsi="Tahoma" w:cs="Tahoma"/>
                <w:color w:val="auto"/>
                <w:sz w:val="22"/>
              </w:rPr>
              <w:t>, priskirtos teisės ESPBI IS</w:t>
            </w:r>
            <w:r w:rsidRPr="00514309">
              <w:rPr>
                <w:rFonts w:ascii="Tahoma" w:hAnsi="Tahoma" w:cs="Tahoma"/>
                <w:color w:val="auto"/>
                <w:sz w:val="22"/>
              </w:rPr>
              <w:t>)</w:t>
            </w:r>
            <w:r>
              <w:rPr>
                <w:rFonts w:ascii="Tahoma" w:hAnsi="Tahoma" w:cs="Tahoma"/>
                <w:color w:val="auto"/>
                <w:sz w:val="22"/>
              </w:rPr>
              <w:t>.</w:t>
            </w:r>
            <w:commentRangeEnd w:id="7"/>
            <w:r w:rsidR="00B73502">
              <w:rPr>
                <w:rStyle w:val="CommentReference"/>
              </w:rPr>
              <w:commentReference w:id="7"/>
            </w:r>
          </w:p>
        </w:tc>
      </w:tr>
      <w:tr w:rsidR="00E93E42" w:rsidRPr="00F615E5" w14:paraId="13020B91" w14:textId="77777777" w:rsidTr="002E65A7">
        <w:trPr>
          <w:jc w:val="center"/>
        </w:trPr>
        <w:tc>
          <w:tcPr>
            <w:tcW w:w="2694" w:type="dxa"/>
            <w:vAlign w:val="center"/>
          </w:tcPr>
          <w:p w14:paraId="41554E65" w14:textId="77777777" w:rsidR="00E93E42" w:rsidRPr="007C1CB6" w:rsidRDefault="00753A2B" w:rsidP="002E65A7">
            <w:pPr>
              <w:spacing w:line="276" w:lineRule="auto"/>
              <w:jc w:val="center"/>
              <w:rPr>
                <w:rFonts w:ascii="Tahoma" w:hAnsi="Tahoma" w:cs="Tahoma"/>
                <w:sz w:val="22"/>
              </w:rPr>
            </w:pPr>
            <w:r w:rsidRPr="007C1CB6">
              <w:rPr>
                <w:rFonts w:ascii="Tahoma" w:hAnsi="Tahoma" w:cs="Tahoma"/>
                <w:sz w:val="22"/>
              </w:rPr>
              <w:t>Asmens d</w:t>
            </w:r>
            <w:r w:rsidR="00E93E42" w:rsidRPr="007C1CB6">
              <w:rPr>
                <w:rFonts w:ascii="Tahoma" w:hAnsi="Tahoma" w:cs="Tahoma"/>
                <w:sz w:val="22"/>
              </w:rPr>
              <w:t>uomenų tvarkymo vieta</w:t>
            </w:r>
          </w:p>
        </w:tc>
        <w:tc>
          <w:tcPr>
            <w:tcW w:w="6797" w:type="dxa"/>
          </w:tcPr>
          <w:p w14:paraId="00AD4A25" w14:textId="030B1C47" w:rsidR="00E93E42" w:rsidRPr="00F615E5" w:rsidRDefault="00514309" w:rsidP="00625A33">
            <w:pPr>
              <w:spacing w:line="276" w:lineRule="auto"/>
              <w:rPr>
                <w:rFonts w:ascii="Tahoma" w:hAnsi="Tahoma" w:cs="Tahoma"/>
                <w:sz w:val="22"/>
              </w:rPr>
            </w:pPr>
            <w:r>
              <w:rPr>
                <w:rFonts w:ascii="Tahoma" w:hAnsi="Tahoma" w:cs="Tahoma"/>
                <w:sz w:val="22"/>
              </w:rPr>
              <w:t xml:space="preserve">Duomenų tvarkytojo IT infrastruktūroje, adresu </w:t>
            </w:r>
            <w:r w:rsidRPr="00514309">
              <w:rPr>
                <w:rFonts w:ascii="Tahoma" w:hAnsi="Tahoma" w:cs="Tahoma"/>
                <w:sz w:val="22"/>
              </w:rPr>
              <w:t>Studentų g. 39, Vilnius</w:t>
            </w:r>
          </w:p>
        </w:tc>
      </w:tr>
      <w:tr w:rsidR="003E4B74" w:rsidRPr="00F615E5" w14:paraId="595705AB" w14:textId="77777777" w:rsidTr="002E65A7">
        <w:trPr>
          <w:jc w:val="center"/>
        </w:trPr>
        <w:tc>
          <w:tcPr>
            <w:tcW w:w="2694" w:type="dxa"/>
            <w:vAlign w:val="center"/>
          </w:tcPr>
          <w:p w14:paraId="50826DE7" w14:textId="77777777" w:rsidR="003E4B74" w:rsidRPr="007C1CB6" w:rsidRDefault="00A92801" w:rsidP="002E65A7">
            <w:pPr>
              <w:spacing w:line="276" w:lineRule="auto"/>
              <w:jc w:val="center"/>
              <w:rPr>
                <w:rFonts w:ascii="Tahoma" w:hAnsi="Tahoma" w:cs="Tahoma"/>
                <w:sz w:val="22"/>
              </w:rPr>
            </w:pPr>
            <w:r w:rsidRPr="007C1CB6">
              <w:rPr>
                <w:rFonts w:ascii="Tahoma" w:hAnsi="Tahoma" w:cs="Tahoma"/>
                <w:sz w:val="22"/>
              </w:rPr>
              <w:t>Asmens d</w:t>
            </w:r>
            <w:r w:rsidR="003E4B74" w:rsidRPr="007C1CB6">
              <w:rPr>
                <w:rFonts w:ascii="Tahoma" w:hAnsi="Tahoma" w:cs="Tahoma"/>
                <w:sz w:val="22"/>
              </w:rPr>
              <w:t>uomenų tvarkymo trukmė</w:t>
            </w:r>
          </w:p>
          <w:p w14:paraId="36BF0D0D" w14:textId="77777777" w:rsidR="00766AEB" w:rsidRPr="007C1CB6" w:rsidRDefault="00766AEB" w:rsidP="002E65A7">
            <w:pPr>
              <w:spacing w:line="276" w:lineRule="auto"/>
              <w:jc w:val="center"/>
              <w:rPr>
                <w:rFonts w:ascii="Tahoma" w:hAnsi="Tahoma" w:cs="Tahoma"/>
                <w:sz w:val="22"/>
              </w:rPr>
            </w:pPr>
          </w:p>
        </w:tc>
        <w:tc>
          <w:tcPr>
            <w:tcW w:w="6797" w:type="dxa"/>
          </w:tcPr>
          <w:p w14:paraId="5A646A83" w14:textId="2FA90F68" w:rsidR="003E4B74" w:rsidRPr="00F615E5" w:rsidRDefault="00514309" w:rsidP="00CC258C">
            <w:pPr>
              <w:spacing w:line="276" w:lineRule="auto"/>
              <w:rPr>
                <w:rFonts w:ascii="Tahoma" w:hAnsi="Tahoma" w:cs="Tahoma"/>
                <w:sz w:val="22"/>
              </w:rPr>
            </w:pPr>
            <w:r>
              <w:rPr>
                <w:rFonts w:ascii="Tahoma" w:hAnsi="Tahoma" w:cs="Tahoma"/>
                <w:sz w:val="22"/>
              </w:rPr>
              <w:t xml:space="preserve">Iki </w:t>
            </w:r>
            <w:r w:rsidRPr="00514309">
              <w:rPr>
                <w:rFonts w:ascii="Tahoma" w:hAnsi="Tahoma" w:cs="Tahoma"/>
                <w:sz w:val="22"/>
              </w:rPr>
              <w:t>ESPBI IS modernizavimo (</w:t>
            </w:r>
            <w:proofErr w:type="spellStart"/>
            <w:r w:rsidRPr="00514309">
              <w:rPr>
                <w:rFonts w:ascii="Tahoma" w:hAnsi="Tahoma" w:cs="Tahoma"/>
                <w:sz w:val="22"/>
              </w:rPr>
              <w:t>dekomponavimo</w:t>
            </w:r>
            <w:proofErr w:type="spellEnd"/>
            <w:r w:rsidRPr="00514309">
              <w:rPr>
                <w:rFonts w:ascii="Tahoma" w:hAnsi="Tahoma" w:cs="Tahoma"/>
                <w:sz w:val="22"/>
              </w:rPr>
              <w:t>) projekto programinės įrangos ir programinės įrangos konfigūravimo paslaugų</w:t>
            </w:r>
            <w:r>
              <w:rPr>
                <w:rFonts w:ascii="Tahoma" w:hAnsi="Tahoma" w:cs="Tahoma"/>
                <w:sz w:val="22"/>
              </w:rPr>
              <w:t xml:space="preserve"> viešojo pirkimo-pardavimo sutarties įvykdymo</w:t>
            </w:r>
          </w:p>
        </w:tc>
      </w:tr>
      <w:tr w:rsidR="003E4B74" w:rsidRPr="00F615E5" w14:paraId="2DFC8597" w14:textId="77777777" w:rsidTr="002E65A7">
        <w:trPr>
          <w:jc w:val="center"/>
        </w:trPr>
        <w:tc>
          <w:tcPr>
            <w:tcW w:w="2694" w:type="dxa"/>
            <w:vAlign w:val="center"/>
          </w:tcPr>
          <w:p w14:paraId="7A816867" w14:textId="77777777" w:rsidR="00CE54FC" w:rsidRPr="007C1CB6" w:rsidRDefault="003E4B74" w:rsidP="0037333F">
            <w:pPr>
              <w:spacing w:line="276" w:lineRule="auto"/>
              <w:jc w:val="center"/>
              <w:rPr>
                <w:rFonts w:ascii="Tahoma" w:hAnsi="Tahoma" w:cs="Tahoma"/>
                <w:sz w:val="22"/>
              </w:rPr>
            </w:pPr>
            <w:r w:rsidRPr="007C1CB6">
              <w:rPr>
                <w:rFonts w:ascii="Tahoma" w:hAnsi="Tahoma" w:cs="Tahoma"/>
                <w:sz w:val="22"/>
              </w:rPr>
              <w:t>Leidimas pasitelkti kitą duomenų tvarkytoją</w:t>
            </w:r>
            <w:r w:rsidR="00CE54FC" w:rsidRPr="007C1CB6">
              <w:rPr>
                <w:rFonts w:ascii="Tahoma" w:hAnsi="Tahoma" w:cs="Tahoma"/>
                <w:sz w:val="22"/>
              </w:rPr>
              <w:t xml:space="preserve">, kuris bus pasitelkiamas </w:t>
            </w:r>
            <w:r w:rsidR="00CE54FC" w:rsidRPr="007C1CB6">
              <w:rPr>
                <w:rFonts w:ascii="Tahoma" w:hAnsi="Tahoma" w:cs="Tahoma"/>
                <w:sz w:val="22"/>
              </w:rPr>
              <w:lastRenderedPageBreak/>
              <w:t>po Susitarimo pasirašymo</w:t>
            </w:r>
          </w:p>
        </w:tc>
        <w:tc>
          <w:tcPr>
            <w:tcW w:w="6797" w:type="dxa"/>
          </w:tcPr>
          <w:sdt>
            <w:sdtPr>
              <w:rPr>
                <w:rFonts w:ascii="Tahoma" w:hAnsi="Tahoma" w:cs="Tahoma"/>
                <w:sz w:val="22"/>
              </w:rPr>
              <w:alias w:val="Pasirinkite tinkamą variantą"/>
              <w:tag w:val="Pasirinkite tinkamą variantą"/>
              <w:id w:val="1990136649"/>
              <w:placeholder>
                <w:docPart w:val="21F332E7B8F942B9B5341D9300D7B815"/>
              </w:placeholder>
              <w:docPartList>
                <w:docPartGallery w:val="AutoText"/>
                <w:docPartCategory w:val="Leidimas"/>
              </w:docPartList>
            </w:sdtPr>
            <w:sdtContent>
              <w:p w14:paraId="1E2FE1F7" w14:textId="2CB81CB9" w:rsidR="00DC6092" w:rsidRPr="00F615E5" w:rsidRDefault="00932ABE" w:rsidP="0037333F">
                <w:pPr>
                  <w:pStyle w:val="ListParagraph"/>
                  <w:tabs>
                    <w:tab w:val="left" w:pos="466"/>
                  </w:tabs>
                  <w:spacing w:line="276" w:lineRule="auto"/>
                  <w:ind w:left="0"/>
                  <w:rPr>
                    <w:rFonts w:ascii="Tahoma" w:hAnsi="Tahoma" w:cs="Tahoma"/>
                    <w:sz w:val="22"/>
                  </w:rPr>
                </w:pPr>
                <w:r w:rsidRPr="00932ABE">
                  <w:rPr>
                    <w:rFonts w:ascii="Tahoma" w:hAnsi="Tahoma" w:cs="Tahoma"/>
                    <w:sz w:val="22"/>
                  </w:rPr>
                  <w:t xml:space="preserve">Duomenų tvarkytojas gali pasitelkti kitą duomenų tvarkytoją tik turėdamas išankstinį konkretų Duomenų valdytojo leidimą. Apie planuojamą pasitelkti kitą duomenų tvarkytoją Duomenų tvarkytojas informuoja Duomenų valdytoją oficialiu raštu Specialiosios dalies 7 </w:t>
                </w:r>
                <w:r w:rsidRPr="00932ABE">
                  <w:rPr>
                    <w:rFonts w:ascii="Tahoma" w:hAnsi="Tahoma" w:cs="Tahoma"/>
                    <w:sz w:val="22"/>
                  </w:rPr>
                  <w:lastRenderedPageBreak/>
                  <w:t>punkte nurodytu adresu, ne vėliau kaip prieš 20 darbo dienų iki planuojamo pasitelkimo, o Duomenų valdytojas per 10 darbo dienų raštu Specialiosios dalies 2 punkte nurodytais kontaktais (raštas siunčiamas paštu arba elektroniniu paštu) pateikia Duomenų tvarkytojui leidimą arba nesutikimą.</w:t>
                </w:r>
              </w:p>
            </w:sdtContent>
          </w:sdt>
        </w:tc>
      </w:tr>
      <w:tr w:rsidR="003E4B74" w:rsidRPr="00F615E5" w14:paraId="5913AE93" w14:textId="77777777" w:rsidTr="002E65A7">
        <w:trPr>
          <w:jc w:val="center"/>
        </w:trPr>
        <w:tc>
          <w:tcPr>
            <w:tcW w:w="2694" w:type="dxa"/>
            <w:vAlign w:val="center"/>
          </w:tcPr>
          <w:p w14:paraId="4B9DC8EC" w14:textId="77777777" w:rsidR="003E4B74" w:rsidRPr="007C1CB6" w:rsidRDefault="005B72B2" w:rsidP="00825837">
            <w:pPr>
              <w:spacing w:line="276" w:lineRule="auto"/>
              <w:jc w:val="center"/>
              <w:rPr>
                <w:rFonts w:ascii="Tahoma" w:hAnsi="Tahoma" w:cs="Tahoma"/>
                <w:sz w:val="22"/>
              </w:rPr>
            </w:pPr>
            <w:r w:rsidRPr="007C1CB6">
              <w:rPr>
                <w:rFonts w:ascii="Tahoma" w:hAnsi="Tahoma" w:cs="Tahoma"/>
                <w:sz w:val="22"/>
              </w:rPr>
              <w:lastRenderedPageBreak/>
              <w:t xml:space="preserve">Duomenų valdytojo </w:t>
            </w:r>
            <w:r w:rsidR="00825837">
              <w:rPr>
                <w:rFonts w:ascii="Tahoma" w:hAnsi="Tahoma" w:cs="Tahoma"/>
                <w:sz w:val="22"/>
              </w:rPr>
              <w:t>nurodymai</w:t>
            </w:r>
            <w:r w:rsidR="00825837" w:rsidRPr="007C1CB6">
              <w:rPr>
                <w:rFonts w:ascii="Tahoma" w:hAnsi="Tahoma" w:cs="Tahoma"/>
                <w:sz w:val="22"/>
              </w:rPr>
              <w:t xml:space="preserve"> </w:t>
            </w:r>
            <w:r w:rsidRPr="007C1CB6">
              <w:rPr>
                <w:rFonts w:ascii="Tahoma" w:hAnsi="Tahoma" w:cs="Tahoma"/>
                <w:sz w:val="22"/>
              </w:rPr>
              <w:t xml:space="preserve">dėl </w:t>
            </w:r>
            <w:r w:rsidR="00461B87" w:rsidRPr="007C1CB6">
              <w:rPr>
                <w:rFonts w:ascii="Tahoma" w:hAnsi="Tahoma" w:cs="Tahoma"/>
                <w:sz w:val="22"/>
              </w:rPr>
              <w:t xml:space="preserve">asmens </w:t>
            </w:r>
            <w:r w:rsidRPr="007C1CB6">
              <w:rPr>
                <w:rFonts w:ascii="Tahoma" w:hAnsi="Tahoma" w:cs="Tahoma"/>
                <w:sz w:val="22"/>
              </w:rPr>
              <w:t>duomenų ištrynimo arba grąžinimo, p</w:t>
            </w:r>
            <w:r w:rsidR="00E93E42" w:rsidRPr="007C1CB6">
              <w:rPr>
                <w:rFonts w:ascii="Tahoma" w:hAnsi="Tahoma" w:cs="Tahoma"/>
                <w:sz w:val="22"/>
              </w:rPr>
              <w:t>abaigus tvarkyti duomenis</w:t>
            </w:r>
          </w:p>
        </w:tc>
        <w:tc>
          <w:tcPr>
            <w:tcW w:w="6797" w:type="dxa"/>
          </w:tcPr>
          <w:sdt>
            <w:sdtPr>
              <w:rPr>
                <w:rFonts w:ascii="Tahoma" w:hAnsi="Tahoma" w:cs="Tahoma"/>
                <w:sz w:val="22"/>
              </w:rPr>
              <w:alias w:val="Pasirinkti tinkamą variantą"/>
              <w:tag w:val="Pasirinkti tinkamą variantą"/>
              <w:id w:val="1970005642"/>
              <w:placeholder>
                <w:docPart w:val="F99A1F66235D4278BC63987A381C2D00"/>
              </w:placeholder>
              <w:docPartList>
                <w:docPartGallery w:val="AutoText"/>
                <w:docPartCategory w:val="Trynimas"/>
              </w:docPartList>
            </w:sdtPr>
            <w:sdtContent>
              <w:p w14:paraId="7F31E21E" w14:textId="797F9E7A" w:rsidR="00F4181F" w:rsidRDefault="00932ABE" w:rsidP="00CC258C">
                <w:pPr>
                  <w:spacing w:line="276" w:lineRule="auto"/>
                  <w:rPr>
                    <w:rFonts w:ascii="Tahoma" w:hAnsi="Tahoma" w:cs="Tahoma"/>
                    <w:sz w:val="22"/>
                  </w:rPr>
                </w:pPr>
                <w:r w:rsidRPr="00932ABE">
                  <w:rPr>
                    <w:rFonts w:ascii="Tahoma" w:hAnsi="Tahoma" w:cs="Tahoma"/>
                    <w:sz w:val="22"/>
                  </w:rPr>
                  <w:t>Nutraukus paslaugų teikimą Duomenų tvarkytojui, kuris tvarkė asmens duomenis Duomenų valdytojo infrastruktūroje,  nedelsiant (tą pačią dieną) panaikinama prieiga prie Duomenų valdytojo informacinių išteklių.</w:t>
                </w:r>
              </w:p>
            </w:sdtContent>
          </w:sdt>
          <w:p w14:paraId="37BC97AE" w14:textId="77777777" w:rsidR="00DC6092" w:rsidRPr="0004402C" w:rsidRDefault="00DC6092" w:rsidP="00CD030D">
            <w:pPr>
              <w:spacing w:line="276" w:lineRule="auto"/>
              <w:rPr>
                <w:rFonts w:ascii="Tahoma" w:hAnsi="Tahoma" w:cs="Tahoma"/>
                <w:sz w:val="22"/>
                <w:lang w:val="en-US"/>
              </w:rPr>
            </w:pPr>
          </w:p>
        </w:tc>
      </w:tr>
      <w:tr w:rsidR="005B72B2" w:rsidRPr="00F615E5" w14:paraId="799AD8D9" w14:textId="77777777" w:rsidTr="002E65A7">
        <w:trPr>
          <w:jc w:val="center"/>
        </w:trPr>
        <w:tc>
          <w:tcPr>
            <w:tcW w:w="2694" w:type="dxa"/>
            <w:vAlign w:val="center"/>
          </w:tcPr>
          <w:p w14:paraId="631D185D" w14:textId="77777777" w:rsidR="005B72B2" w:rsidRPr="007C1CB6" w:rsidRDefault="005B72B2" w:rsidP="00DC02BD">
            <w:pPr>
              <w:spacing w:line="276" w:lineRule="auto"/>
              <w:jc w:val="center"/>
              <w:rPr>
                <w:rFonts w:ascii="Tahoma" w:hAnsi="Tahoma" w:cs="Tahoma"/>
                <w:sz w:val="22"/>
              </w:rPr>
            </w:pPr>
            <w:r w:rsidRPr="007C1CB6">
              <w:rPr>
                <w:rFonts w:ascii="Tahoma" w:hAnsi="Tahoma" w:cs="Tahoma"/>
                <w:sz w:val="22"/>
              </w:rPr>
              <w:t>Duomenų tvarkytojo pareiškimai</w:t>
            </w:r>
            <w:r w:rsidR="00DC02BD">
              <w:rPr>
                <w:rFonts w:ascii="Tahoma" w:hAnsi="Tahoma" w:cs="Tahoma"/>
                <w:sz w:val="22"/>
              </w:rPr>
              <w:t>, pagrindžiami Europos Sąjungos ir (ar) Lietuvos Respublikos teisės aktais,</w:t>
            </w:r>
            <w:r w:rsidRPr="007C1CB6">
              <w:rPr>
                <w:rFonts w:ascii="Tahoma" w:hAnsi="Tahoma" w:cs="Tahoma"/>
                <w:sz w:val="22"/>
              </w:rPr>
              <w:t xml:space="preserve"> dėl </w:t>
            </w:r>
            <w:r w:rsidR="00D2747C">
              <w:rPr>
                <w:rFonts w:ascii="Tahoma" w:hAnsi="Tahoma" w:cs="Tahoma"/>
                <w:sz w:val="22"/>
              </w:rPr>
              <w:t xml:space="preserve">privalomo </w:t>
            </w:r>
            <w:r w:rsidRPr="007C1CB6">
              <w:rPr>
                <w:rFonts w:ascii="Tahoma" w:hAnsi="Tahoma" w:cs="Tahoma"/>
                <w:sz w:val="22"/>
              </w:rPr>
              <w:t>asmens duomenų saugojimo</w:t>
            </w:r>
            <w:r w:rsidR="00620CA2">
              <w:rPr>
                <w:rFonts w:ascii="Tahoma" w:hAnsi="Tahoma" w:cs="Tahoma"/>
                <w:sz w:val="22"/>
              </w:rPr>
              <w:t xml:space="preserve"> </w:t>
            </w:r>
            <w:r w:rsidR="00620CA2" w:rsidRPr="00C81605">
              <w:rPr>
                <w:rFonts w:ascii="Tahoma" w:hAnsi="Tahoma" w:cs="Tahoma"/>
                <w:sz w:val="22"/>
              </w:rPr>
              <w:t>(jei toks taikomas Duomenų tvarkytojui)</w:t>
            </w:r>
          </w:p>
        </w:tc>
        <w:tc>
          <w:tcPr>
            <w:tcW w:w="6797" w:type="dxa"/>
          </w:tcPr>
          <w:p w14:paraId="6E3C9541" w14:textId="77777777" w:rsidR="00C83853" w:rsidRDefault="00062B56" w:rsidP="00C83853">
            <w:pPr>
              <w:tabs>
                <w:tab w:val="left" w:pos="567"/>
              </w:tabs>
              <w:spacing w:line="276" w:lineRule="auto"/>
              <w:rPr>
                <w:rFonts w:ascii="Tahoma" w:hAnsi="Tahoma" w:cs="Tahoma"/>
                <w:sz w:val="22"/>
              </w:rPr>
            </w:pPr>
            <w:r w:rsidRPr="00062B56">
              <w:rPr>
                <w:rFonts w:ascii="Tahoma" w:hAnsi="Tahoma" w:cs="Tahoma"/>
                <w:sz w:val="22"/>
              </w:rPr>
              <w:t xml:space="preserve"> </w:t>
            </w:r>
            <w:sdt>
              <w:sdtPr>
                <w:rPr>
                  <w:rFonts w:ascii="Tahoma" w:hAnsi="Tahoma" w:cs="Tahoma"/>
                  <w:color w:val="auto"/>
                  <w:sz w:val="22"/>
                </w:rPr>
                <w:id w:val="-119845009"/>
                <w:placeholder>
                  <w:docPart w:val="E062437601624BD98EB908F2DEA04652"/>
                </w:placeholder>
                <w:temporary/>
                <w:showingPlcHdr/>
              </w:sdtPr>
              <w:sdtContent>
                <w:r w:rsidR="00C83853" w:rsidRPr="00C83853">
                  <w:rPr>
                    <w:rStyle w:val="PlaceholderText"/>
                    <w:rFonts w:ascii="Tahoma" w:hAnsi="Tahoma" w:cs="Tahoma"/>
                    <w:b/>
                    <w:i/>
                    <w:color w:val="05D091"/>
                    <w:sz w:val="22"/>
                  </w:rPr>
                  <w:t xml:space="preserve">Pildo </w:t>
                </w:r>
                <w:r w:rsidR="00C83853" w:rsidRPr="00C83853">
                  <w:rPr>
                    <w:rStyle w:val="PlaceholderText"/>
                    <w:rFonts w:ascii="Tahoma" w:hAnsi="Tahoma" w:cs="Tahoma"/>
                    <w:i/>
                    <w:color w:val="05D091"/>
                    <w:sz w:val="22"/>
                  </w:rPr>
                  <w:t>Paslaugos teikėjas (Duomenų tvarkytojas).</w:t>
                </w:r>
              </w:sdtContent>
            </w:sdt>
          </w:p>
          <w:p w14:paraId="2536C6EA" w14:textId="77777777" w:rsidR="00C83853" w:rsidRDefault="00C83853" w:rsidP="00C83853">
            <w:pPr>
              <w:tabs>
                <w:tab w:val="left" w:pos="567"/>
              </w:tabs>
              <w:spacing w:line="276" w:lineRule="auto"/>
              <w:rPr>
                <w:rFonts w:ascii="Tahoma" w:hAnsi="Tahoma" w:cs="Tahoma"/>
                <w:sz w:val="22"/>
              </w:rPr>
            </w:pPr>
          </w:p>
          <w:p w14:paraId="4179D2DA" w14:textId="77777777" w:rsidR="005B72B2" w:rsidRPr="00C20566" w:rsidRDefault="005B72B2" w:rsidP="00C83853">
            <w:pPr>
              <w:tabs>
                <w:tab w:val="left" w:pos="567"/>
              </w:tabs>
              <w:spacing w:line="276" w:lineRule="auto"/>
              <w:rPr>
                <w:rFonts w:ascii="Tahoma" w:hAnsi="Tahoma" w:cs="Tahoma"/>
                <w:sz w:val="22"/>
              </w:rPr>
            </w:pPr>
          </w:p>
        </w:tc>
      </w:tr>
      <w:tr w:rsidR="00B2246D" w:rsidRPr="00F615E5" w14:paraId="41389346" w14:textId="77777777" w:rsidTr="002E65A7">
        <w:trPr>
          <w:jc w:val="center"/>
        </w:trPr>
        <w:tc>
          <w:tcPr>
            <w:tcW w:w="2694" w:type="dxa"/>
            <w:vAlign w:val="center"/>
          </w:tcPr>
          <w:p w14:paraId="447DED00" w14:textId="77777777" w:rsidR="00B2246D" w:rsidRPr="007C1CB6" w:rsidRDefault="00B2246D" w:rsidP="002E65A7">
            <w:pPr>
              <w:spacing w:line="276" w:lineRule="auto"/>
              <w:jc w:val="center"/>
              <w:rPr>
                <w:rFonts w:ascii="Tahoma" w:hAnsi="Tahoma" w:cs="Tahoma"/>
                <w:sz w:val="22"/>
              </w:rPr>
            </w:pPr>
            <w:r w:rsidRPr="007C1CB6">
              <w:rPr>
                <w:rFonts w:ascii="Tahoma" w:hAnsi="Tahoma" w:cs="Tahoma"/>
                <w:sz w:val="22"/>
              </w:rPr>
              <w:t>Duomenų perdavimo į trečiąsias valstybes arba tarptautinėms organizacijoms sąlygos</w:t>
            </w:r>
          </w:p>
        </w:tc>
        <w:tc>
          <w:tcPr>
            <w:tcW w:w="6797" w:type="dxa"/>
          </w:tcPr>
          <w:sdt>
            <w:sdtPr>
              <w:rPr>
                <w:rFonts w:ascii="Tahoma" w:hAnsi="Tahoma" w:cs="Tahoma"/>
                <w:color w:val="auto"/>
                <w:sz w:val="22"/>
              </w:rPr>
              <w:id w:val="1203447761"/>
              <w:placeholder>
                <w:docPart w:val="A7864F8C421C4ED0A671FC8922BD889C"/>
              </w:placeholder>
              <w:temporary/>
              <w:showingPlcHdr/>
              <w:comboBox>
                <w:listItem w:displayText="Nebus perduodama" w:value="Nebus perduodama"/>
                <w:listItem w:displayText="Bus perduodama šiomis sąlygomis: [įrašyti] " w:value="Bus perduodama šiomis sąlygomis: [įrašyti] "/>
              </w:comboBox>
            </w:sdtPr>
            <w:sdtContent>
              <w:p w14:paraId="2DF9EFB2" w14:textId="77777777" w:rsidR="00D47FD7" w:rsidRDefault="00D47FD7" w:rsidP="00D47FD7">
                <w:pPr>
                  <w:spacing w:line="276" w:lineRule="auto"/>
                  <w:rPr>
                    <w:rFonts w:ascii="Tahoma" w:hAnsi="Tahoma" w:cs="Tahoma"/>
                    <w:color w:val="auto"/>
                    <w:sz w:val="22"/>
                  </w:rPr>
                </w:pPr>
                <w:r w:rsidRPr="00CC37C8">
                  <w:rPr>
                    <w:rFonts w:ascii="Tahoma" w:eastAsia="Times New Roman" w:hAnsi="Tahoma" w:cs="Tahoma"/>
                    <w:b/>
                    <w:i/>
                    <w:color w:val="05D091"/>
                    <w:sz w:val="22"/>
                    <w:lang w:eastAsia="en-GB"/>
                  </w:rPr>
                  <w:t>Pažymėti</w:t>
                </w:r>
                <w:r w:rsidRPr="00BF528F">
                  <w:rPr>
                    <w:rFonts w:ascii="Tahoma" w:eastAsia="Times New Roman" w:hAnsi="Tahoma" w:cs="Tahoma"/>
                    <w:i/>
                    <w:color w:val="05D091"/>
                    <w:sz w:val="22"/>
                    <w:lang w:eastAsia="en-GB"/>
                  </w:rPr>
                  <w:t>, tuomet</w:t>
                </w:r>
                <w:r>
                  <w:rPr>
                    <w:rFonts w:ascii="Tahoma" w:hAnsi="Tahoma" w:cs="Tahoma"/>
                    <w:color w:val="auto"/>
                    <w:sz w:val="22"/>
                  </w:rPr>
                  <w:t xml:space="preserve"> </w:t>
                </w:r>
                <w:r>
                  <w:rPr>
                    <w:rFonts w:ascii="Tahoma" w:eastAsia="Times New Roman" w:hAnsi="Tahoma" w:cs="Tahoma"/>
                    <w:i/>
                    <w:color w:val="05D091"/>
                    <w:sz w:val="22"/>
                    <w:lang w:eastAsia="en-GB"/>
                  </w:rPr>
                  <w:t>p</w:t>
                </w:r>
                <w:r w:rsidRPr="004E0547">
                  <w:rPr>
                    <w:rFonts w:ascii="Tahoma" w:eastAsia="Times New Roman" w:hAnsi="Tahoma" w:cs="Tahoma"/>
                    <w:i/>
                    <w:color w:val="05D091"/>
                    <w:sz w:val="22"/>
                    <w:lang w:eastAsia="en-GB"/>
                  </w:rPr>
                  <w:t>aspaudus</w:t>
                </w:r>
                <w:r>
                  <w:rPr>
                    <w:rFonts w:ascii="Tahoma" w:eastAsia="Times New Roman" w:hAnsi="Tahoma" w:cs="Tahoma"/>
                    <w:i/>
                    <w:color w:val="05D091"/>
                    <w:sz w:val="22"/>
                    <w:lang w:eastAsia="en-GB"/>
                  </w:rPr>
                  <w:t xml:space="preserve"> </w:t>
                </w:r>
                <w:r w:rsidRPr="00A9217F">
                  <w:rPr>
                    <w:rFonts w:ascii="Tahoma" w:eastAsia="Times New Roman" w:hAnsi="Tahoma" w:cs="Tahoma"/>
                    <w:b/>
                    <w:i/>
                    <w:color w:val="05D091"/>
                    <w:sz w:val="22"/>
                    <w:lang w:eastAsia="en-GB"/>
                  </w:rPr>
                  <w:t>rodyklės</w:t>
                </w:r>
                <w:r>
                  <w:rPr>
                    <w:rFonts w:ascii="Tahoma" w:eastAsia="Times New Roman" w:hAnsi="Tahoma" w:cs="Tahoma"/>
                    <w:i/>
                    <w:color w:val="05D091"/>
                    <w:sz w:val="22"/>
                    <w:lang w:eastAsia="en-GB"/>
                  </w:rPr>
                  <w:t xml:space="preserve"> ženklą</w:t>
                </w:r>
                <w:r w:rsidRPr="004E0547">
                  <w:rPr>
                    <w:rFonts w:ascii="Tahoma" w:eastAsia="Times New Roman" w:hAnsi="Tahoma" w:cs="Tahoma"/>
                    <w:i/>
                    <w:color w:val="05D091"/>
                    <w:sz w:val="22"/>
                    <w:lang w:eastAsia="en-GB"/>
                  </w:rPr>
                  <w:t xml:space="preserve"> pasirinkti iš sąrašo</w:t>
                </w:r>
              </w:p>
            </w:sdtContent>
          </w:sdt>
          <w:p w14:paraId="686D3935" w14:textId="77777777" w:rsidR="00B2246D" w:rsidRPr="00F615E5" w:rsidRDefault="00B2246D" w:rsidP="001100E1">
            <w:pPr>
              <w:spacing w:line="276" w:lineRule="auto"/>
              <w:rPr>
                <w:rFonts w:ascii="Tahoma" w:hAnsi="Tahoma" w:cs="Tahoma"/>
                <w:sz w:val="22"/>
              </w:rPr>
            </w:pPr>
          </w:p>
        </w:tc>
      </w:tr>
    </w:tbl>
    <w:p w14:paraId="3276C949" w14:textId="77777777" w:rsidR="003E4B74" w:rsidRPr="00F615E5" w:rsidRDefault="003E4B74" w:rsidP="001100E1">
      <w:pPr>
        <w:pStyle w:val="ListParagraph"/>
        <w:tabs>
          <w:tab w:val="left" w:pos="567"/>
        </w:tabs>
        <w:spacing w:line="276" w:lineRule="auto"/>
        <w:ind w:left="567"/>
        <w:rPr>
          <w:rFonts w:ascii="Tahoma" w:hAnsi="Tahoma" w:cs="Tahoma"/>
          <w:sz w:val="22"/>
        </w:rPr>
      </w:pPr>
    </w:p>
    <w:p w14:paraId="1214BBBB" w14:textId="77777777" w:rsidR="00CE54FC" w:rsidRPr="00F615E5" w:rsidRDefault="00CE54FC" w:rsidP="00524125">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Informacija apie Susitarimo pasirašymo momentu pasitelktus kitus asmens duomenų tvarkytojus</w:t>
      </w:r>
      <w:r w:rsidR="007C1CB6">
        <w:rPr>
          <w:rFonts w:ascii="Tahoma" w:hAnsi="Tahoma" w:cs="Tahoma"/>
          <w:b/>
          <w:sz w:val="22"/>
        </w:rPr>
        <w:t>:</w:t>
      </w:r>
      <w:r w:rsidR="00524125">
        <w:rPr>
          <w:rFonts w:ascii="Tahoma" w:hAnsi="Tahoma" w:cs="Tahoma"/>
          <w:b/>
          <w:sz w:val="22"/>
        </w:rPr>
        <w:t xml:space="preserve"> </w:t>
      </w:r>
      <w:r w:rsidR="00524125" w:rsidRPr="00524125">
        <w:rPr>
          <w:rFonts w:ascii="Tahoma" w:hAnsi="Tahoma" w:cs="Tahoma"/>
          <w:b/>
          <w:i/>
          <w:color w:val="05D091" w:themeColor="accent2"/>
          <w:sz w:val="22"/>
        </w:rPr>
        <w:t>(pildo Paslaugos teikėjas (Duomenų tvarkytojas)</w:t>
      </w:r>
    </w:p>
    <w:tbl>
      <w:tblPr>
        <w:tblStyle w:val="TableGrid"/>
        <w:tblW w:w="0" w:type="auto"/>
        <w:tblLook w:val="04A0" w:firstRow="1" w:lastRow="0" w:firstColumn="1" w:lastColumn="0" w:noHBand="0" w:noVBand="1"/>
      </w:tblPr>
      <w:tblGrid>
        <w:gridCol w:w="2408"/>
        <w:gridCol w:w="1840"/>
        <w:gridCol w:w="1843"/>
        <w:gridCol w:w="3537"/>
      </w:tblGrid>
      <w:tr w:rsidR="008F08DE" w:rsidRPr="00F615E5" w14:paraId="16C703B1" w14:textId="77777777" w:rsidTr="0050375C">
        <w:tc>
          <w:tcPr>
            <w:tcW w:w="2408" w:type="dxa"/>
            <w:vAlign w:val="center"/>
          </w:tcPr>
          <w:p w14:paraId="4072AFFA"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Pavadinimas, vardas, pavardė</w:t>
            </w:r>
          </w:p>
        </w:tc>
        <w:tc>
          <w:tcPr>
            <w:tcW w:w="1840" w:type="dxa"/>
            <w:vAlign w:val="center"/>
          </w:tcPr>
          <w:p w14:paraId="0AD5E8C2"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Įmonės kodas / gimimo data arba individualios veiklos numeris</w:t>
            </w:r>
          </w:p>
        </w:tc>
        <w:tc>
          <w:tcPr>
            <w:tcW w:w="1843" w:type="dxa"/>
            <w:vAlign w:val="center"/>
          </w:tcPr>
          <w:p w14:paraId="4B4F1346"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Buveinės adresas / gyvenamosios vietos adresas</w:t>
            </w:r>
          </w:p>
        </w:tc>
        <w:tc>
          <w:tcPr>
            <w:tcW w:w="3537" w:type="dxa"/>
            <w:vAlign w:val="center"/>
          </w:tcPr>
          <w:p w14:paraId="33A33222" w14:textId="77777777" w:rsidR="008F08DE" w:rsidRPr="00F615E5" w:rsidRDefault="008F08DE" w:rsidP="0050375C">
            <w:pPr>
              <w:tabs>
                <w:tab w:val="left" w:pos="567"/>
              </w:tabs>
              <w:spacing w:line="276" w:lineRule="auto"/>
              <w:jc w:val="center"/>
              <w:rPr>
                <w:rFonts w:ascii="Tahoma" w:hAnsi="Tahoma" w:cs="Tahoma"/>
                <w:sz w:val="22"/>
              </w:rPr>
            </w:pPr>
            <w:r w:rsidRPr="00F615E5">
              <w:rPr>
                <w:rFonts w:ascii="Tahoma" w:hAnsi="Tahoma" w:cs="Tahoma"/>
                <w:sz w:val="22"/>
              </w:rPr>
              <w:t>Duomenų tvarkymo aprašymas</w:t>
            </w:r>
          </w:p>
        </w:tc>
      </w:tr>
      <w:tr w:rsidR="008F08DE" w:rsidRPr="00F615E5" w14:paraId="28A067BF" w14:textId="77777777" w:rsidTr="0050375C">
        <w:tc>
          <w:tcPr>
            <w:tcW w:w="2408" w:type="dxa"/>
          </w:tcPr>
          <w:p w14:paraId="6BE55FC3"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59979A19"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27FF9E67"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146CAFC9"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7BB106D8" w14:textId="77777777" w:rsidTr="0050375C">
        <w:tc>
          <w:tcPr>
            <w:tcW w:w="2408" w:type="dxa"/>
          </w:tcPr>
          <w:p w14:paraId="2CB8C6EE"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47B4694F"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6F38D529"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72568173"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r w:rsidR="008F08DE" w:rsidRPr="00F615E5" w14:paraId="3D845197" w14:textId="77777777" w:rsidTr="0050375C">
        <w:tc>
          <w:tcPr>
            <w:tcW w:w="2408" w:type="dxa"/>
          </w:tcPr>
          <w:p w14:paraId="5160863A"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0" w:type="dxa"/>
          </w:tcPr>
          <w:p w14:paraId="7F0A3F5A"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1843" w:type="dxa"/>
          </w:tcPr>
          <w:p w14:paraId="472D4932" w14:textId="77777777" w:rsidR="008F08DE" w:rsidRPr="00F615E5" w:rsidRDefault="008F08DE" w:rsidP="001100E1">
            <w:pPr>
              <w:pStyle w:val="ListParagraph"/>
              <w:tabs>
                <w:tab w:val="left" w:pos="567"/>
              </w:tabs>
              <w:spacing w:line="276" w:lineRule="auto"/>
              <w:ind w:left="567"/>
              <w:rPr>
                <w:rFonts w:ascii="Tahoma" w:hAnsi="Tahoma" w:cs="Tahoma"/>
                <w:sz w:val="22"/>
              </w:rPr>
            </w:pPr>
          </w:p>
        </w:tc>
        <w:tc>
          <w:tcPr>
            <w:tcW w:w="3537" w:type="dxa"/>
          </w:tcPr>
          <w:p w14:paraId="2F5DD36A" w14:textId="77777777" w:rsidR="008F08DE" w:rsidRPr="00F615E5" w:rsidRDefault="008F08DE" w:rsidP="001100E1">
            <w:pPr>
              <w:pStyle w:val="ListParagraph"/>
              <w:tabs>
                <w:tab w:val="left" w:pos="567"/>
              </w:tabs>
              <w:spacing w:line="276" w:lineRule="auto"/>
              <w:ind w:left="567"/>
              <w:rPr>
                <w:rFonts w:ascii="Tahoma" w:hAnsi="Tahoma" w:cs="Tahoma"/>
                <w:sz w:val="22"/>
              </w:rPr>
            </w:pPr>
          </w:p>
        </w:tc>
      </w:tr>
    </w:tbl>
    <w:p w14:paraId="183ADDA8" w14:textId="77777777" w:rsidR="0050375C" w:rsidRPr="00F615E5" w:rsidRDefault="0050375C" w:rsidP="001100E1">
      <w:pPr>
        <w:pStyle w:val="ListParagraph"/>
        <w:tabs>
          <w:tab w:val="left" w:pos="567"/>
        </w:tabs>
        <w:spacing w:line="276" w:lineRule="auto"/>
        <w:ind w:left="567"/>
        <w:rPr>
          <w:rFonts w:ascii="Tahoma" w:hAnsi="Tahoma" w:cs="Tahoma"/>
          <w:sz w:val="22"/>
        </w:rPr>
      </w:pPr>
    </w:p>
    <w:p w14:paraId="25563AAB" w14:textId="77777777" w:rsidR="00CE54FC" w:rsidRPr="00F615E5" w:rsidRDefault="00CE54FC" w:rsidP="001100E1">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Nurodymai dėl asmens duomenų tvarkymo saugumo</w:t>
      </w:r>
      <w:r w:rsidR="004D24C3" w:rsidRPr="00F615E5">
        <w:rPr>
          <w:rFonts w:ascii="Tahoma" w:hAnsi="Tahoma" w:cs="Tahoma"/>
          <w:b/>
          <w:sz w:val="22"/>
        </w:rPr>
        <w:t>:</w:t>
      </w:r>
    </w:p>
    <w:tbl>
      <w:tblPr>
        <w:tblStyle w:val="TableGrid"/>
        <w:tblW w:w="0" w:type="auto"/>
        <w:tblInd w:w="-5" w:type="dxa"/>
        <w:tblCellMar>
          <w:top w:w="57" w:type="dxa"/>
          <w:bottom w:w="57" w:type="dxa"/>
        </w:tblCellMar>
        <w:tblLook w:val="04A0" w:firstRow="1" w:lastRow="0" w:firstColumn="1" w:lastColumn="0" w:noHBand="0" w:noVBand="1"/>
      </w:tblPr>
      <w:tblGrid>
        <w:gridCol w:w="2410"/>
        <w:gridCol w:w="7223"/>
      </w:tblGrid>
      <w:tr w:rsidR="00FC71A9" w:rsidRPr="00F615E5" w14:paraId="22B359BA" w14:textId="77777777" w:rsidTr="002E65A7">
        <w:tc>
          <w:tcPr>
            <w:tcW w:w="2410" w:type="dxa"/>
            <w:vAlign w:val="center"/>
          </w:tcPr>
          <w:p w14:paraId="78157448" w14:textId="77777777" w:rsidR="00FC71A9" w:rsidRPr="00BF21E9" w:rsidRDefault="00FC71A9" w:rsidP="002E65A7">
            <w:pPr>
              <w:pStyle w:val="ListParagraph"/>
              <w:tabs>
                <w:tab w:val="left" w:pos="567"/>
              </w:tabs>
              <w:spacing w:line="276" w:lineRule="auto"/>
              <w:ind w:left="0"/>
              <w:jc w:val="center"/>
              <w:rPr>
                <w:rFonts w:ascii="Tahoma" w:hAnsi="Tahoma" w:cs="Tahoma"/>
                <w:b/>
                <w:sz w:val="22"/>
              </w:rPr>
            </w:pPr>
            <w:r w:rsidRPr="00BF21E9">
              <w:rPr>
                <w:rFonts w:ascii="Tahoma" w:hAnsi="Tahoma" w:cs="Tahoma"/>
                <w:sz w:val="22"/>
              </w:rPr>
              <w:t>Duomenų tvarkymo saugumo priemonės</w:t>
            </w:r>
          </w:p>
        </w:tc>
        <w:tc>
          <w:tcPr>
            <w:tcW w:w="7223" w:type="dxa"/>
          </w:tcPr>
          <w:p w14:paraId="6A1AD6E7" w14:textId="37D1BC36" w:rsidR="00EF7588" w:rsidRPr="00325297" w:rsidRDefault="007A3119" w:rsidP="00ED3F2D">
            <w:pPr>
              <w:tabs>
                <w:tab w:val="left" w:pos="507"/>
              </w:tabs>
              <w:spacing w:line="240" w:lineRule="auto"/>
              <w:rPr>
                <w:rFonts w:ascii="Tahoma" w:eastAsia="Calibri" w:hAnsi="Tahoma" w:cs="Tahoma"/>
                <w:bCs/>
                <w:color w:val="000000"/>
                <w:sz w:val="22"/>
              </w:rPr>
            </w:pPr>
            <w:bookmarkStart w:id="9" w:name="part_9980508c82c0404f9f03afa372a14aaa"/>
            <w:bookmarkStart w:id="10" w:name="part_454285e0031d4d67bb6aa3ccd4f69900"/>
            <w:bookmarkStart w:id="11" w:name="part_d074ceb7595e482693479b7b484fbddc"/>
            <w:bookmarkStart w:id="12" w:name="part_1e797298d6cb4c0ea2f03d96de8573f4"/>
            <w:bookmarkStart w:id="13" w:name="part_da82d05f04ef44c5a840599fa48b72f6"/>
            <w:bookmarkStart w:id="14" w:name="part_8086b60d6018404f8a5f9397e0b50080"/>
            <w:bookmarkStart w:id="15" w:name="part_a4b3044aab934cfdadeee1c85dedb0d6"/>
            <w:bookmarkEnd w:id="9"/>
            <w:bookmarkEnd w:id="10"/>
            <w:bookmarkEnd w:id="11"/>
            <w:bookmarkEnd w:id="12"/>
            <w:bookmarkEnd w:id="13"/>
            <w:bookmarkEnd w:id="14"/>
            <w:bookmarkEnd w:id="15"/>
            <w:r w:rsidRPr="007A3119">
              <w:rPr>
                <w:rFonts w:ascii="Tahoma" w:eastAsia="Calibri" w:hAnsi="Tahoma" w:cs="Tahoma"/>
                <w:bCs/>
                <w:color w:val="000000"/>
                <w:sz w:val="22"/>
              </w:rPr>
              <w:t>Duomenų tvarky</w:t>
            </w:r>
            <w:r w:rsidR="00C35363">
              <w:rPr>
                <w:rFonts w:ascii="Tahoma" w:eastAsia="Calibri" w:hAnsi="Tahoma" w:cs="Tahoma"/>
                <w:bCs/>
                <w:color w:val="000000"/>
                <w:sz w:val="22"/>
              </w:rPr>
              <w:t>toj</w:t>
            </w:r>
            <w:r w:rsidRPr="007A3119">
              <w:rPr>
                <w:rFonts w:ascii="Tahoma" w:eastAsia="Calibri" w:hAnsi="Tahoma" w:cs="Tahoma"/>
                <w:bCs/>
                <w:color w:val="000000"/>
                <w:sz w:val="22"/>
              </w:rPr>
              <w:t xml:space="preserve">as privalo laikytis Susitarimo dėl taikomų organizacinių ir techninių kibernetinio saugumo reikalavimų, </w:t>
            </w:r>
            <w:r w:rsidR="000371A8" w:rsidRPr="000371A8">
              <w:rPr>
                <w:rFonts w:ascii="Tahoma" w:eastAsia="Calibri" w:hAnsi="Tahoma" w:cs="Tahoma"/>
                <w:bCs/>
                <w:color w:val="000000"/>
                <w:sz w:val="22"/>
              </w:rPr>
              <w:t xml:space="preserve">kurie yra pateikti atskirame Paslaugų teikimo sutarties </w:t>
            </w:r>
            <w:r w:rsidR="00201E59">
              <w:rPr>
                <w:rFonts w:ascii="Tahoma" w:eastAsia="Calibri" w:hAnsi="Tahoma" w:cs="Tahoma"/>
                <w:bCs/>
                <w:color w:val="000000"/>
                <w:sz w:val="22"/>
              </w:rPr>
              <w:t xml:space="preserve">specialiosios dalies </w:t>
            </w:r>
            <w:r w:rsidR="000371A8" w:rsidRPr="000371A8">
              <w:rPr>
                <w:rFonts w:ascii="Tahoma" w:eastAsia="Calibri" w:hAnsi="Tahoma" w:cs="Tahoma"/>
                <w:bCs/>
                <w:color w:val="000000"/>
                <w:sz w:val="22"/>
              </w:rPr>
              <w:t>priede</w:t>
            </w:r>
            <w:r w:rsidR="00FF2608">
              <w:rPr>
                <w:rFonts w:ascii="Tahoma" w:eastAsia="Calibri" w:hAnsi="Tahoma" w:cs="Tahoma"/>
                <w:bCs/>
                <w:color w:val="000000"/>
                <w:sz w:val="22"/>
              </w:rPr>
              <w:t xml:space="preserve"> Nr. </w:t>
            </w:r>
            <w:r w:rsidR="00932ABE">
              <w:rPr>
                <w:rFonts w:ascii="Tahoma" w:hAnsi="Tahoma" w:cs="Tahoma"/>
                <w:color w:val="auto"/>
                <w:sz w:val="22"/>
              </w:rPr>
              <w:t>7</w:t>
            </w:r>
            <w:r w:rsidR="000371A8">
              <w:rPr>
                <w:rFonts w:ascii="Tahoma" w:eastAsia="Calibri" w:hAnsi="Tahoma" w:cs="Tahoma"/>
                <w:bCs/>
                <w:color w:val="000000"/>
                <w:sz w:val="22"/>
              </w:rPr>
              <w:t>.</w:t>
            </w:r>
          </w:p>
        </w:tc>
      </w:tr>
    </w:tbl>
    <w:p w14:paraId="5585E712" w14:textId="77777777" w:rsidR="0081329E" w:rsidRDefault="0081329E" w:rsidP="00676AA7">
      <w:pPr>
        <w:tabs>
          <w:tab w:val="left" w:pos="567"/>
        </w:tabs>
        <w:spacing w:line="276" w:lineRule="auto"/>
        <w:rPr>
          <w:rFonts w:ascii="Tahoma" w:hAnsi="Tahoma" w:cs="Tahoma"/>
          <w:sz w:val="22"/>
        </w:rPr>
      </w:pPr>
    </w:p>
    <w:p w14:paraId="0CFE87B7" w14:textId="77777777" w:rsidR="00644BDE" w:rsidRPr="00F615E5" w:rsidRDefault="00037561" w:rsidP="00676AA7">
      <w:pPr>
        <w:pStyle w:val="ListParagraph"/>
        <w:numPr>
          <w:ilvl w:val="0"/>
          <w:numId w:val="4"/>
        </w:numPr>
        <w:tabs>
          <w:tab w:val="left" w:pos="567"/>
        </w:tabs>
        <w:spacing w:line="276" w:lineRule="auto"/>
        <w:rPr>
          <w:rFonts w:ascii="Tahoma" w:hAnsi="Tahoma" w:cs="Tahoma"/>
          <w:b/>
          <w:sz w:val="22"/>
        </w:rPr>
      </w:pPr>
      <w:r w:rsidRPr="00F615E5">
        <w:rPr>
          <w:rFonts w:ascii="Tahoma" w:hAnsi="Tahoma" w:cs="Tahoma"/>
          <w:b/>
          <w:sz w:val="22"/>
        </w:rPr>
        <w:t>Duomenų valdytojo k</w:t>
      </w:r>
      <w:r w:rsidR="00644BDE" w:rsidRPr="00F615E5">
        <w:rPr>
          <w:rFonts w:ascii="Tahoma" w:hAnsi="Tahoma" w:cs="Tahoma"/>
          <w:b/>
          <w:sz w:val="22"/>
        </w:rPr>
        <w:t>ontaktai</w:t>
      </w:r>
      <w:r w:rsidR="004D24C3" w:rsidRPr="00F615E5">
        <w:rPr>
          <w:rFonts w:ascii="Tahoma" w:hAnsi="Tahoma" w:cs="Tahoma"/>
          <w:b/>
          <w:sz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694"/>
        <w:gridCol w:w="6797"/>
      </w:tblGrid>
      <w:tr w:rsidR="00644BDE" w:rsidRPr="00F615E5" w14:paraId="2458A4B3" w14:textId="77777777" w:rsidTr="002E65A7">
        <w:trPr>
          <w:trHeight w:val="842"/>
          <w:jc w:val="center"/>
        </w:trPr>
        <w:tc>
          <w:tcPr>
            <w:tcW w:w="2694" w:type="dxa"/>
            <w:vAlign w:val="center"/>
          </w:tcPr>
          <w:p w14:paraId="1BA939B8"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apie asmens duomenų saugumo pažeidimą</w:t>
            </w:r>
          </w:p>
        </w:tc>
        <w:tc>
          <w:tcPr>
            <w:tcW w:w="6797" w:type="dxa"/>
          </w:tcPr>
          <w:p w14:paraId="46181133" w14:textId="77777777" w:rsidR="00644BDE" w:rsidRPr="00F615E5" w:rsidRDefault="00644BDE" w:rsidP="00676AA7">
            <w:pPr>
              <w:tabs>
                <w:tab w:val="left" w:pos="567"/>
              </w:tabs>
              <w:spacing w:line="276" w:lineRule="auto"/>
              <w:rPr>
                <w:rFonts w:ascii="Tahoma" w:hAnsi="Tahoma" w:cs="Tahoma"/>
                <w:sz w:val="22"/>
              </w:rPr>
            </w:pPr>
            <w:r w:rsidRPr="00F615E5">
              <w:rPr>
                <w:rFonts w:ascii="Tahoma" w:hAnsi="Tahoma" w:cs="Tahoma"/>
                <w:sz w:val="22"/>
              </w:rPr>
              <w:t>duomenusauga@registrucentras.lt</w:t>
            </w:r>
          </w:p>
        </w:tc>
      </w:tr>
      <w:tr w:rsidR="00644BDE" w:rsidRPr="00F615E5" w14:paraId="52BC2264" w14:textId="77777777" w:rsidTr="002E65A7">
        <w:trPr>
          <w:trHeight w:val="842"/>
          <w:jc w:val="center"/>
        </w:trPr>
        <w:tc>
          <w:tcPr>
            <w:tcW w:w="2694" w:type="dxa"/>
            <w:vAlign w:val="center"/>
          </w:tcPr>
          <w:p w14:paraId="77B33254"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lastRenderedPageBreak/>
              <w:t>Prašymai dėl Reglamento (ES) 2016/679 12-22 straipsniuose nustatytų duomenų subjekto teisių įgyvendinimo</w:t>
            </w:r>
          </w:p>
        </w:tc>
        <w:tc>
          <w:tcPr>
            <w:tcW w:w="6797" w:type="dxa"/>
          </w:tcPr>
          <w:p w14:paraId="309EAF69" w14:textId="77777777" w:rsidR="00644BDE" w:rsidRPr="00F615E5" w:rsidRDefault="0004402C" w:rsidP="00676AA7">
            <w:pPr>
              <w:tabs>
                <w:tab w:val="left" w:pos="567"/>
              </w:tabs>
              <w:spacing w:line="276" w:lineRule="auto"/>
              <w:rPr>
                <w:rFonts w:ascii="Tahoma" w:hAnsi="Tahoma" w:cs="Tahoma"/>
                <w:sz w:val="22"/>
              </w:rPr>
            </w:pPr>
            <w:r w:rsidRPr="0004402C">
              <w:rPr>
                <w:rFonts w:ascii="Tahoma" w:hAnsi="Tahoma" w:cs="Tahoma"/>
                <w:sz w:val="22"/>
              </w:rPr>
              <w:t>duomenusauga@registrucentras.lt</w:t>
            </w:r>
          </w:p>
        </w:tc>
      </w:tr>
      <w:tr w:rsidR="00644BDE" w:rsidRPr="00F615E5" w14:paraId="6D49BB43" w14:textId="77777777" w:rsidTr="002E65A7">
        <w:trPr>
          <w:jc w:val="center"/>
        </w:trPr>
        <w:tc>
          <w:tcPr>
            <w:tcW w:w="2694" w:type="dxa"/>
            <w:vAlign w:val="center"/>
          </w:tcPr>
          <w:p w14:paraId="1680289A" w14:textId="77777777" w:rsidR="00644BDE" w:rsidRPr="00F615E5" w:rsidRDefault="00644BDE" w:rsidP="002E65A7">
            <w:pPr>
              <w:tabs>
                <w:tab w:val="left" w:pos="567"/>
              </w:tabs>
              <w:spacing w:line="276" w:lineRule="auto"/>
              <w:jc w:val="center"/>
              <w:rPr>
                <w:rFonts w:ascii="Tahoma" w:hAnsi="Tahoma" w:cs="Tahoma"/>
                <w:sz w:val="22"/>
              </w:rPr>
            </w:pPr>
            <w:r w:rsidRPr="00F615E5">
              <w:rPr>
                <w:rFonts w:ascii="Tahoma" w:hAnsi="Tahoma" w:cs="Tahoma"/>
                <w:sz w:val="22"/>
              </w:rPr>
              <w:t>Pranešimas dėl leidimo pasitelkti pagalbinį  duomenų tvarkytoją</w:t>
            </w:r>
          </w:p>
        </w:tc>
        <w:tc>
          <w:tcPr>
            <w:tcW w:w="6797" w:type="dxa"/>
          </w:tcPr>
          <w:p w14:paraId="4DA2605B"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@registrucentras.lt ir </w:t>
            </w:r>
            <w:r w:rsidR="005F2699" w:rsidRPr="00F615E5">
              <w:rPr>
                <w:rFonts w:ascii="Tahoma" w:hAnsi="Tahoma" w:cs="Tahoma"/>
                <w:sz w:val="22"/>
              </w:rPr>
              <w:t>info@registrucentras.lt</w:t>
            </w:r>
          </w:p>
          <w:p w14:paraId="695756AD"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1101637464"/>
              <w:placeholder>
                <w:docPart w:val="50FDBFD814B04B4ABCC962970839872D"/>
              </w:placeholder>
              <w:temporary/>
              <w:showingPlcHdr/>
            </w:sdtPr>
            <w:sdtContent>
              <w:p w14:paraId="56A51FF6" w14:textId="77777777" w:rsidR="005F2699" w:rsidRPr="00F615E5" w:rsidRDefault="005F2699" w:rsidP="005F2699">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p w14:paraId="17C7F68A" w14:textId="77777777" w:rsidR="005F2699" w:rsidRPr="00F615E5" w:rsidRDefault="005F2699" w:rsidP="00676AA7">
            <w:pPr>
              <w:tabs>
                <w:tab w:val="left" w:pos="567"/>
              </w:tabs>
              <w:spacing w:line="276" w:lineRule="auto"/>
              <w:rPr>
                <w:rFonts w:ascii="Tahoma" w:hAnsi="Tahoma" w:cs="Tahoma"/>
                <w:sz w:val="22"/>
              </w:rPr>
            </w:pPr>
          </w:p>
        </w:tc>
      </w:tr>
      <w:tr w:rsidR="00644BDE" w:rsidRPr="00F615E5" w14:paraId="2435BFDB" w14:textId="77777777" w:rsidTr="002E65A7">
        <w:trPr>
          <w:jc w:val="center"/>
        </w:trPr>
        <w:tc>
          <w:tcPr>
            <w:tcW w:w="2694" w:type="dxa"/>
            <w:vAlign w:val="center"/>
          </w:tcPr>
          <w:p w14:paraId="40A1DCD8" w14:textId="77777777" w:rsidR="00644BDE" w:rsidRPr="00F615E5" w:rsidRDefault="00037561" w:rsidP="002E65A7">
            <w:pPr>
              <w:tabs>
                <w:tab w:val="left" w:pos="567"/>
              </w:tabs>
              <w:spacing w:line="276" w:lineRule="auto"/>
              <w:jc w:val="center"/>
              <w:rPr>
                <w:rFonts w:ascii="Tahoma" w:hAnsi="Tahoma" w:cs="Tahoma"/>
                <w:sz w:val="22"/>
              </w:rPr>
            </w:pPr>
            <w:r w:rsidRPr="00F615E5">
              <w:rPr>
                <w:rFonts w:ascii="Tahoma" w:hAnsi="Tahoma" w:cs="Tahoma"/>
                <w:sz w:val="22"/>
              </w:rPr>
              <w:t>Kiti klausimai</w:t>
            </w:r>
          </w:p>
        </w:tc>
        <w:tc>
          <w:tcPr>
            <w:tcW w:w="6797" w:type="dxa"/>
          </w:tcPr>
          <w:p w14:paraId="1CA22CB4" w14:textId="77777777" w:rsidR="00644BDE" w:rsidRPr="00F615E5" w:rsidRDefault="00003A24" w:rsidP="00676AA7">
            <w:pPr>
              <w:tabs>
                <w:tab w:val="left" w:pos="567"/>
              </w:tabs>
              <w:spacing w:line="276" w:lineRule="auto"/>
              <w:rPr>
                <w:rFonts w:ascii="Tahoma" w:hAnsi="Tahoma" w:cs="Tahoma"/>
                <w:sz w:val="22"/>
              </w:rPr>
            </w:pPr>
            <w:r w:rsidRPr="00F615E5">
              <w:rPr>
                <w:rFonts w:ascii="Tahoma" w:hAnsi="Tahoma" w:cs="Tahoma"/>
                <w:b/>
                <w:color w:val="05D091" w:themeColor="accent2"/>
                <w:sz w:val="22"/>
              </w:rPr>
              <w:t>...</w:t>
            </w:r>
            <w:r w:rsidRPr="00F615E5">
              <w:rPr>
                <w:rFonts w:ascii="Tahoma" w:hAnsi="Tahoma" w:cs="Tahoma"/>
                <w:sz w:val="22"/>
              </w:rPr>
              <w:t xml:space="preserve">@registrucentras ir </w:t>
            </w:r>
            <w:r w:rsidR="005F2699" w:rsidRPr="008C006F">
              <w:rPr>
                <w:rFonts w:ascii="Tahoma" w:hAnsi="Tahoma" w:cs="Tahoma"/>
                <w:sz w:val="22"/>
              </w:rPr>
              <w:t>info@registrucentras.lt</w:t>
            </w:r>
          </w:p>
          <w:p w14:paraId="1499ADE4" w14:textId="77777777" w:rsidR="005F2699" w:rsidRPr="00F615E5" w:rsidRDefault="005F2699" w:rsidP="00676AA7">
            <w:pPr>
              <w:tabs>
                <w:tab w:val="left" w:pos="567"/>
              </w:tabs>
              <w:spacing w:line="276" w:lineRule="auto"/>
              <w:rPr>
                <w:rFonts w:ascii="Tahoma" w:hAnsi="Tahoma" w:cs="Tahoma"/>
                <w:sz w:val="22"/>
              </w:rPr>
            </w:pPr>
          </w:p>
          <w:sdt>
            <w:sdtPr>
              <w:rPr>
                <w:rFonts w:ascii="Tahoma" w:hAnsi="Tahoma" w:cs="Tahoma"/>
                <w:sz w:val="22"/>
              </w:rPr>
              <w:id w:val="-816263629"/>
              <w:placeholder>
                <w:docPart w:val="682F431986364CC0BE0B2008B82ECE11"/>
              </w:placeholder>
              <w:temporary/>
              <w:showingPlcHdr/>
            </w:sdtPr>
            <w:sdtContent>
              <w:p w14:paraId="66B0B5A7" w14:textId="77777777" w:rsidR="005F2699" w:rsidRPr="00F615E5" w:rsidRDefault="005F2699" w:rsidP="00676AA7">
                <w:pPr>
                  <w:tabs>
                    <w:tab w:val="left" w:pos="567"/>
                  </w:tabs>
                  <w:spacing w:line="276" w:lineRule="auto"/>
                  <w:rPr>
                    <w:rFonts w:ascii="Tahoma" w:hAnsi="Tahoma" w:cs="Tahoma"/>
                    <w:sz w:val="22"/>
                  </w:rPr>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sdtContent>
          </w:sdt>
        </w:tc>
      </w:tr>
    </w:tbl>
    <w:p w14:paraId="3D0DF586" w14:textId="77777777" w:rsidR="00644BDE" w:rsidRPr="00F615E5" w:rsidRDefault="00644BDE" w:rsidP="00676AA7">
      <w:pPr>
        <w:pStyle w:val="ListParagraph"/>
        <w:tabs>
          <w:tab w:val="left" w:pos="567"/>
        </w:tabs>
        <w:spacing w:line="276" w:lineRule="auto"/>
        <w:ind w:left="927"/>
        <w:rPr>
          <w:rFonts w:ascii="Tahoma" w:hAnsi="Tahoma" w:cs="Tahoma"/>
          <w:sz w:val="22"/>
        </w:rPr>
      </w:pPr>
    </w:p>
    <w:p w14:paraId="5B90DBA9" w14:textId="77777777" w:rsidR="00037561" w:rsidRPr="00F615E5" w:rsidRDefault="00037561" w:rsidP="00676AA7">
      <w:pPr>
        <w:pStyle w:val="ListParagraph"/>
        <w:tabs>
          <w:tab w:val="left" w:pos="567"/>
        </w:tabs>
        <w:spacing w:line="276" w:lineRule="auto"/>
        <w:ind w:left="927"/>
        <w:rPr>
          <w:rFonts w:ascii="Tahoma" w:hAnsi="Tahoma" w:cs="Tahoma"/>
          <w:sz w:val="22"/>
        </w:rPr>
      </w:pPr>
    </w:p>
    <w:p w14:paraId="5F47D542" w14:textId="77777777" w:rsidR="007A0521" w:rsidRPr="00F615E5" w:rsidRDefault="007A0521" w:rsidP="00676AA7">
      <w:pPr>
        <w:spacing w:line="276" w:lineRule="auto"/>
        <w:rPr>
          <w:rFonts w:ascii="Tahoma" w:hAnsi="Tahoma" w:cs="Tahoma"/>
          <w:sz w:val="22"/>
          <w:lang w:eastAsia="lt-LT"/>
        </w:rPr>
      </w:pPr>
    </w:p>
    <w:sectPr w:rsidR="007A0521" w:rsidRPr="00F615E5" w:rsidSect="00F350AC">
      <w:headerReference w:type="default" r:id="rId17"/>
      <w:pgSz w:w="11906" w:h="16838"/>
      <w:pgMar w:top="1134" w:right="567" w:bottom="1134" w:left="1701" w:header="567" w:footer="567" w:gutter="0"/>
      <w:cols w:space="1296"/>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8" w:author="Vilma Andziulevičienė" w:date="2025-05-27T15:57:00Z" w:initials="VA">
    <w:p w14:paraId="15419FAE" w14:textId="77777777" w:rsidR="005B0991" w:rsidRDefault="005B0991" w:rsidP="005B0991">
      <w:pPr>
        <w:pStyle w:val="CommentText"/>
        <w:jc w:val="left"/>
      </w:pPr>
      <w:r>
        <w:rPr>
          <w:rStyle w:val="CommentReference"/>
        </w:rPr>
        <w:annotationRef/>
      </w:r>
      <w:r>
        <w:t>Turite įrašyti konkrečiai kokie prisijungimo duomenys - naudotojo vardas, IP adresas, vardas, pavardė? Ir t.t.</w:t>
      </w:r>
    </w:p>
  </w:comment>
  <w:comment w:id="7" w:author="Vilma Andziulevičienė" w:date="2025-05-27T15:57:00Z" w:initials="VA">
    <w:p w14:paraId="7A4424D7" w14:textId="77777777" w:rsidR="00B73502" w:rsidRDefault="00B73502" w:rsidP="00B73502">
      <w:pPr>
        <w:pStyle w:val="CommentText"/>
        <w:jc w:val="left"/>
      </w:pPr>
      <w:r>
        <w:rPr>
          <w:rStyle w:val="CommentReference"/>
        </w:rPr>
        <w:annotationRef/>
      </w:r>
      <w:r>
        <w:t>Turite įrašyti konkrečiai kokie prisijungimo duomenys - naudotojo vardas, IP adresas, vardas, pavardė? Ir t.t.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5419FAE" w15:done="0"/>
  <w15:commentEx w15:paraId="7A4424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565E91" w16cex:dateUtc="2025-05-27T12:57:00Z"/>
  <w16cex:commentExtensible w16cex:durableId="439C673E" w16cex:dateUtc="2025-05-27T12: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5419FAE" w16cid:durableId="27565E91"/>
  <w16cid:commentId w16cid:paraId="7A4424D7" w16cid:durableId="439C673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F42F2C" w14:textId="77777777" w:rsidR="00275A07" w:rsidRDefault="00275A07" w:rsidP="00DD3A79">
      <w:pPr>
        <w:spacing w:line="240" w:lineRule="auto"/>
      </w:pPr>
      <w:r>
        <w:separator/>
      </w:r>
    </w:p>
  </w:endnote>
  <w:endnote w:type="continuationSeparator" w:id="0">
    <w:p w14:paraId="75D04B6F" w14:textId="77777777" w:rsidR="00275A07" w:rsidRDefault="00275A07" w:rsidP="00DD3A7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4D17C7" w14:textId="77777777" w:rsidR="00275A07" w:rsidRDefault="00275A07" w:rsidP="00DD3A79">
      <w:pPr>
        <w:spacing w:line="240" w:lineRule="auto"/>
      </w:pPr>
      <w:r>
        <w:separator/>
      </w:r>
    </w:p>
  </w:footnote>
  <w:footnote w:type="continuationSeparator" w:id="0">
    <w:p w14:paraId="3D2D081C" w14:textId="77777777" w:rsidR="00275A07" w:rsidRDefault="00275A07" w:rsidP="00DD3A7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cs="Tahoma"/>
      </w:rPr>
      <w:id w:val="673924340"/>
      <w:docPartObj>
        <w:docPartGallery w:val="Page Numbers (Top of Page)"/>
        <w:docPartUnique/>
      </w:docPartObj>
    </w:sdtPr>
    <w:sdtContent>
      <w:p w14:paraId="6D019277" w14:textId="77777777" w:rsidR="009B3288" w:rsidRPr="00F350AC" w:rsidRDefault="009B3288" w:rsidP="00B76466">
        <w:pPr>
          <w:pStyle w:val="Header"/>
          <w:jc w:val="right"/>
          <w:rPr>
            <w:rFonts w:cs="Tahoma"/>
          </w:rPr>
        </w:pPr>
        <w:r w:rsidRPr="00F350AC">
          <w:rPr>
            <w:rFonts w:cs="Tahoma"/>
            <w:bCs/>
          </w:rPr>
          <w:fldChar w:fldCharType="begin"/>
        </w:r>
        <w:r w:rsidRPr="00F350AC">
          <w:rPr>
            <w:rFonts w:cs="Tahoma"/>
            <w:bCs/>
          </w:rPr>
          <w:instrText xml:space="preserve"> PAGE </w:instrText>
        </w:r>
        <w:r w:rsidRPr="00F350AC">
          <w:rPr>
            <w:rFonts w:cs="Tahoma"/>
            <w:bCs/>
          </w:rPr>
          <w:fldChar w:fldCharType="separate"/>
        </w:r>
        <w:r w:rsidR="00F00352">
          <w:rPr>
            <w:rFonts w:cs="Tahoma"/>
            <w:bCs/>
            <w:noProof/>
          </w:rPr>
          <w:t>5</w:t>
        </w:r>
        <w:r w:rsidRPr="00F350AC">
          <w:rPr>
            <w:rFonts w:cs="Tahoma"/>
            <w:bCs/>
          </w:rPr>
          <w:fldChar w:fldCharType="end"/>
        </w:r>
        <w:r w:rsidRPr="00F350AC">
          <w:rPr>
            <w:rFonts w:cs="Tahoma"/>
            <w:bCs/>
          </w:rPr>
          <w:t>-</w:t>
        </w:r>
        <w:r w:rsidRPr="00F350AC">
          <w:rPr>
            <w:rFonts w:cs="Tahoma"/>
            <w:bCs/>
          </w:rPr>
          <w:fldChar w:fldCharType="begin"/>
        </w:r>
        <w:r w:rsidRPr="00F350AC">
          <w:rPr>
            <w:rFonts w:cs="Tahoma"/>
            <w:bCs/>
          </w:rPr>
          <w:instrText xml:space="preserve"> NUMPAGES  </w:instrText>
        </w:r>
        <w:r w:rsidRPr="00F350AC">
          <w:rPr>
            <w:rFonts w:cs="Tahoma"/>
            <w:bCs/>
          </w:rPr>
          <w:fldChar w:fldCharType="separate"/>
        </w:r>
        <w:r w:rsidR="00F00352">
          <w:rPr>
            <w:rFonts w:cs="Tahoma"/>
            <w:bCs/>
            <w:noProof/>
          </w:rPr>
          <w:t>8</w:t>
        </w:r>
        <w:r w:rsidRPr="00F350AC">
          <w:rPr>
            <w:rFonts w:cs="Tahoma"/>
            <w:bCs/>
          </w:rPr>
          <w:fldChar w:fldCharType="end"/>
        </w:r>
      </w:p>
    </w:sdtContent>
  </w:sdt>
  <w:p w14:paraId="705CC7FA" w14:textId="77777777" w:rsidR="009B3288" w:rsidRPr="00F350AC" w:rsidRDefault="009B3288">
    <w:pPr>
      <w:pStyle w:val="Header"/>
      <w:rPr>
        <w:rFonts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7A98"/>
    <w:multiLevelType w:val="hybridMultilevel"/>
    <w:tmpl w:val="E66C45C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17902A2"/>
    <w:multiLevelType w:val="hybridMultilevel"/>
    <w:tmpl w:val="83084DD2"/>
    <w:lvl w:ilvl="0" w:tplc="D5ACA344">
      <w:start w:val="1"/>
      <w:numFmt w:val="decimal"/>
      <w:lvlText w:val="%1."/>
      <w:lvlJc w:val="left"/>
      <w:pPr>
        <w:ind w:left="927" w:hanging="360"/>
      </w:pPr>
      <w:rPr>
        <w:rFonts w:hint="default"/>
        <w:b/>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2" w15:restartNumberingAfterBreak="0">
    <w:nsid w:val="14F8184F"/>
    <w:multiLevelType w:val="hybridMultilevel"/>
    <w:tmpl w:val="D250012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F0D63D0"/>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47C59C6"/>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70D5F03"/>
    <w:multiLevelType w:val="hybridMultilevel"/>
    <w:tmpl w:val="0242023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AF36A1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B67FD1"/>
    <w:multiLevelType w:val="hybridMultilevel"/>
    <w:tmpl w:val="CA022B86"/>
    <w:lvl w:ilvl="0" w:tplc="816C9490">
      <w:start w:val="5"/>
      <w:numFmt w:val="decimal"/>
      <w:lvlText w:val="%1"/>
      <w:lvlJc w:val="left"/>
      <w:pPr>
        <w:ind w:left="1713" w:hanging="360"/>
      </w:pPr>
      <w:rPr>
        <w:rFonts w:hint="default"/>
      </w:rPr>
    </w:lvl>
    <w:lvl w:ilvl="1" w:tplc="04270019" w:tentative="1">
      <w:start w:val="1"/>
      <w:numFmt w:val="lowerLetter"/>
      <w:lvlText w:val="%2."/>
      <w:lvlJc w:val="left"/>
      <w:pPr>
        <w:ind w:left="2433" w:hanging="360"/>
      </w:pPr>
    </w:lvl>
    <w:lvl w:ilvl="2" w:tplc="0427001B" w:tentative="1">
      <w:start w:val="1"/>
      <w:numFmt w:val="lowerRoman"/>
      <w:lvlText w:val="%3."/>
      <w:lvlJc w:val="right"/>
      <w:pPr>
        <w:ind w:left="3153" w:hanging="180"/>
      </w:pPr>
    </w:lvl>
    <w:lvl w:ilvl="3" w:tplc="0427000F" w:tentative="1">
      <w:start w:val="1"/>
      <w:numFmt w:val="decimal"/>
      <w:lvlText w:val="%4."/>
      <w:lvlJc w:val="left"/>
      <w:pPr>
        <w:ind w:left="3873" w:hanging="360"/>
      </w:pPr>
    </w:lvl>
    <w:lvl w:ilvl="4" w:tplc="04270019" w:tentative="1">
      <w:start w:val="1"/>
      <w:numFmt w:val="lowerLetter"/>
      <w:lvlText w:val="%5."/>
      <w:lvlJc w:val="left"/>
      <w:pPr>
        <w:ind w:left="4593" w:hanging="360"/>
      </w:pPr>
    </w:lvl>
    <w:lvl w:ilvl="5" w:tplc="0427001B" w:tentative="1">
      <w:start w:val="1"/>
      <w:numFmt w:val="lowerRoman"/>
      <w:lvlText w:val="%6."/>
      <w:lvlJc w:val="right"/>
      <w:pPr>
        <w:ind w:left="5313" w:hanging="180"/>
      </w:pPr>
    </w:lvl>
    <w:lvl w:ilvl="6" w:tplc="0427000F" w:tentative="1">
      <w:start w:val="1"/>
      <w:numFmt w:val="decimal"/>
      <w:lvlText w:val="%7."/>
      <w:lvlJc w:val="left"/>
      <w:pPr>
        <w:ind w:left="6033" w:hanging="360"/>
      </w:pPr>
    </w:lvl>
    <w:lvl w:ilvl="7" w:tplc="04270019" w:tentative="1">
      <w:start w:val="1"/>
      <w:numFmt w:val="lowerLetter"/>
      <w:lvlText w:val="%8."/>
      <w:lvlJc w:val="left"/>
      <w:pPr>
        <w:ind w:left="6753" w:hanging="360"/>
      </w:pPr>
    </w:lvl>
    <w:lvl w:ilvl="8" w:tplc="0427001B" w:tentative="1">
      <w:start w:val="1"/>
      <w:numFmt w:val="lowerRoman"/>
      <w:lvlText w:val="%9."/>
      <w:lvlJc w:val="right"/>
      <w:pPr>
        <w:ind w:left="7473" w:hanging="180"/>
      </w:pPr>
    </w:lvl>
  </w:abstractNum>
  <w:abstractNum w:abstractNumId="8" w15:restartNumberingAfterBreak="0">
    <w:nsid w:val="2CD7744A"/>
    <w:multiLevelType w:val="hybridMultilevel"/>
    <w:tmpl w:val="5440A298"/>
    <w:lvl w:ilvl="0" w:tplc="9FA04C6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E077E03"/>
    <w:multiLevelType w:val="hybridMultilevel"/>
    <w:tmpl w:val="1D78CDD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F5F0D7E"/>
    <w:multiLevelType w:val="multilevel"/>
    <w:tmpl w:val="85EAD0D6"/>
    <w:lvl w:ilvl="0">
      <w:start w:val="1"/>
      <w:numFmt w:val="decimal"/>
      <w:lvlText w:val="%1."/>
      <w:lvlJc w:val="left"/>
      <w:pPr>
        <w:ind w:left="1065" w:hanging="360"/>
      </w:pPr>
    </w:lvl>
    <w:lvl w:ilvl="1">
      <w:start w:val="1"/>
      <w:numFmt w:val="decimal"/>
      <w:isLgl/>
      <w:lvlText w:val="%1.%2."/>
      <w:lvlJc w:val="left"/>
      <w:pPr>
        <w:ind w:left="1425" w:hanging="720"/>
      </w:pPr>
      <w:rPr>
        <w:rFonts w:ascii="Tahoma" w:hAnsi="Tahoma" w:cs="Tahoma" w:hint="default"/>
        <w:sz w:val="22"/>
        <w:szCs w:val="22"/>
      </w:rPr>
    </w:lvl>
    <w:lvl w:ilvl="2">
      <w:start w:val="1"/>
      <w:numFmt w:val="decimal"/>
      <w:isLgl/>
      <w:lvlText w:val="%1.%2.%3."/>
      <w:lvlJc w:val="left"/>
      <w:pPr>
        <w:ind w:left="1425" w:hanging="720"/>
      </w:pPr>
      <w:rPr>
        <w:rFonts w:ascii="Tahoma" w:hAnsi="Tahoma" w:cs="Tahoma" w:hint="default"/>
        <w:sz w:val="22"/>
        <w:szCs w:val="22"/>
      </w:rPr>
    </w:lvl>
    <w:lvl w:ilvl="3">
      <w:start w:val="1"/>
      <w:numFmt w:val="decimal"/>
      <w:isLgl/>
      <w:lvlText w:val="%1.%2.%3.%4."/>
      <w:lvlJc w:val="left"/>
      <w:pPr>
        <w:ind w:left="1785" w:hanging="1080"/>
      </w:pPr>
      <w:rPr>
        <w:rFonts w:ascii="Arial" w:hAnsi="Arial" w:hint="default"/>
        <w:sz w:val="20"/>
      </w:rPr>
    </w:lvl>
    <w:lvl w:ilvl="4">
      <w:start w:val="1"/>
      <w:numFmt w:val="decimal"/>
      <w:isLgl/>
      <w:lvlText w:val="%1.%2.%3.%4.%5."/>
      <w:lvlJc w:val="left"/>
      <w:pPr>
        <w:ind w:left="2145" w:hanging="1440"/>
      </w:pPr>
      <w:rPr>
        <w:rFonts w:ascii="Arial" w:hAnsi="Arial" w:hint="default"/>
        <w:sz w:val="20"/>
      </w:rPr>
    </w:lvl>
    <w:lvl w:ilvl="5">
      <w:start w:val="1"/>
      <w:numFmt w:val="decimal"/>
      <w:isLgl/>
      <w:lvlText w:val="%1.%2.%3.%4.%5.%6."/>
      <w:lvlJc w:val="left"/>
      <w:pPr>
        <w:ind w:left="2145" w:hanging="1440"/>
      </w:pPr>
      <w:rPr>
        <w:rFonts w:ascii="Arial" w:hAnsi="Arial" w:hint="default"/>
        <w:sz w:val="20"/>
      </w:rPr>
    </w:lvl>
    <w:lvl w:ilvl="6">
      <w:start w:val="1"/>
      <w:numFmt w:val="decimal"/>
      <w:isLgl/>
      <w:lvlText w:val="%1.%2.%3.%4.%5.%6.%7."/>
      <w:lvlJc w:val="left"/>
      <w:pPr>
        <w:ind w:left="2505" w:hanging="1800"/>
      </w:pPr>
      <w:rPr>
        <w:rFonts w:ascii="Arial" w:hAnsi="Arial" w:hint="default"/>
        <w:sz w:val="20"/>
      </w:rPr>
    </w:lvl>
    <w:lvl w:ilvl="7">
      <w:start w:val="1"/>
      <w:numFmt w:val="decimal"/>
      <w:isLgl/>
      <w:lvlText w:val="%1.%2.%3.%4.%5.%6.%7.%8."/>
      <w:lvlJc w:val="left"/>
      <w:pPr>
        <w:ind w:left="2865" w:hanging="2160"/>
      </w:pPr>
      <w:rPr>
        <w:rFonts w:ascii="Arial" w:hAnsi="Arial" w:hint="default"/>
        <w:sz w:val="20"/>
      </w:rPr>
    </w:lvl>
    <w:lvl w:ilvl="8">
      <w:start w:val="1"/>
      <w:numFmt w:val="decimal"/>
      <w:isLgl/>
      <w:lvlText w:val="%1.%2.%3.%4.%5.%6.%7.%8.%9."/>
      <w:lvlJc w:val="left"/>
      <w:pPr>
        <w:ind w:left="2865" w:hanging="2160"/>
      </w:pPr>
      <w:rPr>
        <w:rFonts w:ascii="Arial" w:hAnsi="Arial" w:hint="default"/>
        <w:sz w:val="20"/>
      </w:rPr>
    </w:lvl>
  </w:abstractNum>
  <w:abstractNum w:abstractNumId="11" w15:restartNumberingAfterBreak="0">
    <w:nsid w:val="3C0B38FE"/>
    <w:multiLevelType w:val="hybridMultilevel"/>
    <w:tmpl w:val="013001A6"/>
    <w:lvl w:ilvl="0" w:tplc="0427000F">
      <w:start w:val="1"/>
      <w:numFmt w:val="decimal"/>
      <w:lvlText w:val="%1."/>
      <w:lvlJc w:val="left"/>
      <w:pPr>
        <w:ind w:left="2628" w:hanging="360"/>
      </w:pPr>
      <w:rPr>
        <w:rFonts w:hint="default"/>
      </w:rPr>
    </w:lvl>
    <w:lvl w:ilvl="1" w:tplc="04270019" w:tentative="1">
      <w:start w:val="1"/>
      <w:numFmt w:val="lowerLetter"/>
      <w:lvlText w:val="%2."/>
      <w:lvlJc w:val="left"/>
      <w:pPr>
        <w:ind w:left="3348" w:hanging="360"/>
      </w:pPr>
    </w:lvl>
    <w:lvl w:ilvl="2" w:tplc="0427001B" w:tentative="1">
      <w:start w:val="1"/>
      <w:numFmt w:val="lowerRoman"/>
      <w:lvlText w:val="%3."/>
      <w:lvlJc w:val="right"/>
      <w:pPr>
        <w:ind w:left="4068" w:hanging="180"/>
      </w:pPr>
    </w:lvl>
    <w:lvl w:ilvl="3" w:tplc="0427000F" w:tentative="1">
      <w:start w:val="1"/>
      <w:numFmt w:val="decimal"/>
      <w:lvlText w:val="%4."/>
      <w:lvlJc w:val="left"/>
      <w:pPr>
        <w:ind w:left="4788" w:hanging="360"/>
      </w:pPr>
    </w:lvl>
    <w:lvl w:ilvl="4" w:tplc="04270019" w:tentative="1">
      <w:start w:val="1"/>
      <w:numFmt w:val="lowerLetter"/>
      <w:lvlText w:val="%5."/>
      <w:lvlJc w:val="left"/>
      <w:pPr>
        <w:ind w:left="5508" w:hanging="360"/>
      </w:pPr>
    </w:lvl>
    <w:lvl w:ilvl="5" w:tplc="0427001B" w:tentative="1">
      <w:start w:val="1"/>
      <w:numFmt w:val="lowerRoman"/>
      <w:lvlText w:val="%6."/>
      <w:lvlJc w:val="right"/>
      <w:pPr>
        <w:ind w:left="6228" w:hanging="180"/>
      </w:pPr>
    </w:lvl>
    <w:lvl w:ilvl="6" w:tplc="0427000F" w:tentative="1">
      <w:start w:val="1"/>
      <w:numFmt w:val="decimal"/>
      <w:lvlText w:val="%7."/>
      <w:lvlJc w:val="left"/>
      <w:pPr>
        <w:ind w:left="6948" w:hanging="360"/>
      </w:pPr>
    </w:lvl>
    <w:lvl w:ilvl="7" w:tplc="04270019" w:tentative="1">
      <w:start w:val="1"/>
      <w:numFmt w:val="lowerLetter"/>
      <w:lvlText w:val="%8."/>
      <w:lvlJc w:val="left"/>
      <w:pPr>
        <w:ind w:left="7668" w:hanging="360"/>
      </w:pPr>
    </w:lvl>
    <w:lvl w:ilvl="8" w:tplc="0427001B" w:tentative="1">
      <w:start w:val="1"/>
      <w:numFmt w:val="lowerRoman"/>
      <w:lvlText w:val="%9."/>
      <w:lvlJc w:val="right"/>
      <w:pPr>
        <w:ind w:left="8388" w:hanging="180"/>
      </w:pPr>
    </w:lvl>
  </w:abstractNum>
  <w:abstractNum w:abstractNumId="12" w15:restartNumberingAfterBreak="0">
    <w:nsid w:val="3C750A37"/>
    <w:multiLevelType w:val="hybridMultilevel"/>
    <w:tmpl w:val="EA58C21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3" w15:restartNumberingAfterBreak="0">
    <w:nsid w:val="50CD1C7D"/>
    <w:multiLevelType w:val="hybridMultilevel"/>
    <w:tmpl w:val="397CAF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5E6B6D7D"/>
    <w:multiLevelType w:val="hybridMultilevel"/>
    <w:tmpl w:val="013001A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C1F39A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6DFD412B"/>
    <w:multiLevelType w:val="multilevel"/>
    <w:tmpl w:val="F0D23EB6"/>
    <w:lvl w:ilvl="0">
      <w:start w:val="3"/>
      <w:numFmt w:val="decimal"/>
      <w:lvlText w:val="%1."/>
      <w:lvlJc w:val="left"/>
      <w:pPr>
        <w:ind w:left="585" w:hanging="585"/>
      </w:pPr>
      <w:rPr>
        <w:rFonts w:hint="default"/>
        <w:b/>
      </w:rPr>
    </w:lvl>
    <w:lvl w:ilvl="1">
      <w:start w:val="1"/>
      <w:numFmt w:val="decimal"/>
      <w:lvlText w:val="%1.%2."/>
      <w:lvlJc w:val="left"/>
      <w:pPr>
        <w:ind w:left="1080" w:hanging="720"/>
      </w:pPr>
      <w:rPr>
        <w:rFonts w:hint="default"/>
        <w:b w:val="0"/>
      </w:rPr>
    </w:lvl>
    <w:lvl w:ilvl="2">
      <w:start w:val="1"/>
      <w:numFmt w:val="decimal"/>
      <w:lvlText w:val="%1.%2.%3."/>
      <w:lvlJc w:val="left"/>
      <w:pPr>
        <w:ind w:left="2847"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17" w15:restartNumberingAfterBreak="0">
    <w:nsid w:val="70F81AF8"/>
    <w:multiLevelType w:val="multilevel"/>
    <w:tmpl w:val="4AB6BD30"/>
    <w:lvl w:ilvl="0">
      <w:start w:val="1"/>
      <w:numFmt w:val="decimal"/>
      <w:lvlText w:val="%1."/>
      <w:lvlJc w:val="left"/>
      <w:pPr>
        <w:ind w:left="1353" w:hanging="360"/>
      </w:pPr>
      <w:rPr>
        <w:rFonts w:ascii="Tahoma" w:hAnsi="Tahoma" w:cs="Tahoma" w:hint="default"/>
        <w:b/>
        <w:sz w:val="22"/>
        <w:szCs w:val="22"/>
      </w:rPr>
    </w:lvl>
    <w:lvl w:ilvl="1">
      <w:start w:val="1"/>
      <w:numFmt w:val="decimal"/>
      <w:lvlText w:val="%1.%2."/>
      <w:lvlJc w:val="left"/>
      <w:pPr>
        <w:ind w:left="1000"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rPr>
        <w:color w:val="auto"/>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73A3791F"/>
    <w:multiLevelType w:val="hybridMultilevel"/>
    <w:tmpl w:val="7DD2547A"/>
    <w:lvl w:ilvl="0" w:tplc="3EFA7212">
      <w:start w:val="1"/>
      <w:numFmt w:val="decimal"/>
      <w:lvlText w:val="%1."/>
      <w:lvlJc w:val="left"/>
      <w:pPr>
        <w:ind w:left="644"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9" w15:restartNumberingAfterBreak="0">
    <w:nsid w:val="756F6AFC"/>
    <w:multiLevelType w:val="hybridMultilevel"/>
    <w:tmpl w:val="0E0E86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7E5424E0"/>
    <w:multiLevelType w:val="hybridMultilevel"/>
    <w:tmpl w:val="8F3ED1B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89019438">
    <w:abstractNumId w:val="13"/>
  </w:num>
  <w:num w:numId="2" w16cid:durableId="1161123061">
    <w:abstractNumId w:val="10"/>
  </w:num>
  <w:num w:numId="3" w16cid:durableId="34622536">
    <w:abstractNumId w:val="11"/>
  </w:num>
  <w:num w:numId="4" w16cid:durableId="189102176">
    <w:abstractNumId w:val="1"/>
  </w:num>
  <w:num w:numId="5" w16cid:durableId="1577788031">
    <w:abstractNumId w:val="5"/>
  </w:num>
  <w:num w:numId="6" w16cid:durableId="755787151">
    <w:abstractNumId w:val="2"/>
  </w:num>
  <w:num w:numId="7" w16cid:durableId="1047755821">
    <w:abstractNumId w:val="19"/>
  </w:num>
  <w:num w:numId="8" w16cid:durableId="1474446094">
    <w:abstractNumId w:val="9"/>
  </w:num>
  <w:num w:numId="9" w16cid:durableId="663976345">
    <w:abstractNumId w:val="17"/>
  </w:num>
  <w:num w:numId="10" w16cid:durableId="548298338">
    <w:abstractNumId w:val="3"/>
  </w:num>
  <w:num w:numId="11" w16cid:durableId="548346244">
    <w:abstractNumId w:val="4"/>
  </w:num>
  <w:num w:numId="12" w16cid:durableId="648750896">
    <w:abstractNumId w:val="16"/>
  </w:num>
  <w:num w:numId="13" w16cid:durableId="508446089">
    <w:abstractNumId w:val="7"/>
  </w:num>
  <w:num w:numId="14" w16cid:durableId="1422871542">
    <w:abstractNumId w:val="15"/>
  </w:num>
  <w:num w:numId="15" w16cid:durableId="145828866">
    <w:abstractNumId w:val="6"/>
  </w:num>
  <w:num w:numId="16" w16cid:durableId="1504003398">
    <w:abstractNumId w:val="12"/>
  </w:num>
  <w:num w:numId="17" w16cid:durableId="1918244696">
    <w:abstractNumId w:val="14"/>
  </w:num>
  <w:num w:numId="18" w16cid:durableId="116263989">
    <w:abstractNumId w:val="20"/>
  </w:num>
  <w:num w:numId="19" w16cid:durableId="1335259868">
    <w:abstractNumId w:val="18"/>
  </w:num>
  <w:num w:numId="20" w16cid:durableId="1962491795">
    <w:abstractNumId w:val="0"/>
  </w:num>
  <w:num w:numId="21" w16cid:durableId="592786259">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Vilma Andziulevičienė">
    <w15:presenceInfo w15:providerId="AD" w15:userId="S::Vilma.Andziuleviciene@registrucentras.lt::fb289ff3-9990-4e14-af77-3a4ad641092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1296"/>
  <w:hyphenationZone w:val="396"/>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309"/>
    <w:rsid w:val="00002876"/>
    <w:rsid w:val="00003950"/>
    <w:rsid w:val="00003A24"/>
    <w:rsid w:val="00005356"/>
    <w:rsid w:val="00010A8C"/>
    <w:rsid w:val="00012257"/>
    <w:rsid w:val="000207D4"/>
    <w:rsid w:val="00020B7E"/>
    <w:rsid w:val="00020C95"/>
    <w:rsid w:val="00022B6C"/>
    <w:rsid w:val="000247A5"/>
    <w:rsid w:val="00025AD1"/>
    <w:rsid w:val="00025D95"/>
    <w:rsid w:val="00031987"/>
    <w:rsid w:val="00034C7A"/>
    <w:rsid w:val="00036D00"/>
    <w:rsid w:val="000371A8"/>
    <w:rsid w:val="00037561"/>
    <w:rsid w:val="00042F55"/>
    <w:rsid w:val="0004402C"/>
    <w:rsid w:val="00050BCD"/>
    <w:rsid w:val="00050F5F"/>
    <w:rsid w:val="00052FF5"/>
    <w:rsid w:val="000537AD"/>
    <w:rsid w:val="00053F7E"/>
    <w:rsid w:val="00054C61"/>
    <w:rsid w:val="00056A7F"/>
    <w:rsid w:val="00062B56"/>
    <w:rsid w:val="00070B18"/>
    <w:rsid w:val="00073ACD"/>
    <w:rsid w:val="0007667C"/>
    <w:rsid w:val="00077931"/>
    <w:rsid w:val="00077D4C"/>
    <w:rsid w:val="000941B4"/>
    <w:rsid w:val="000A01C1"/>
    <w:rsid w:val="000A13F7"/>
    <w:rsid w:val="000A15F0"/>
    <w:rsid w:val="000A1D3E"/>
    <w:rsid w:val="000A7778"/>
    <w:rsid w:val="000B1003"/>
    <w:rsid w:val="000B2238"/>
    <w:rsid w:val="000C3D63"/>
    <w:rsid w:val="000D1227"/>
    <w:rsid w:val="000D2728"/>
    <w:rsid w:val="000D5174"/>
    <w:rsid w:val="000D7307"/>
    <w:rsid w:val="000E3508"/>
    <w:rsid w:val="000E3653"/>
    <w:rsid w:val="000E54C1"/>
    <w:rsid w:val="000E7592"/>
    <w:rsid w:val="000F0786"/>
    <w:rsid w:val="000F4C37"/>
    <w:rsid w:val="000F5145"/>
    <w:rsid w:val="000F5679"/>
    <w:rsid w:val="00103910"/>
    <w:rsid w:val="001100E1"/>
    <w:rsid w:val="00110956"/>
    <w:rsid w:val="0011395E"/>
    <w:rsid w:val="001179A5"/>
    <w:rsid w:val="00124030"/>
    <w:rsid w:val="00125D31"/>
    <w:rsid w:val="00130A4C"/>
    <w:rsid w:val="00137412"/>
    <w:rsid w:val="00150FBB"/>
    <w:rsid w:val="001543EF"/>
    <w:rsid w:val="00163C3D"/>
    <w:rsid w:val="001646B7"/>
    <w:rsid w:val="00175975"/>
    <w:rsid w:val="00180978"/>
    <w:rsid w:val="00182260"/>
    <w:rsid w:val="001877B1"/>
    <w:rsid w:val="0019010C"/>
    <w:rsid w:val="00190DA6"/>
    <w:rsid w:val="00191F7A"/>
    <w:rsid w:val="00193545"/>
    <w:rsid w:val="001936CF"/>
    <w:rsid w:val="00196E46"/>
    <w:rsid w:val="001A2F3B"/>
    <w:rsid w:val="001A40E6"/>
    <w:rsid w:val="001A523F"/>
    <w:rsid w:val="001B1978"/>
    <w:rsid w:val="001C10AE"/>
    <w:rsid w:val="001C1F7B"/>
    <w:rsid w:val="001C30C0"/>
    <w:rsid w:val="001C3C64"/>
    <w:rsid w:val="001D129C"/>
    <w:rsid w:val="001D4C74"/>
    <w:rsid w:val="001D59B1"/>
    <w:rsid w:val="001D5DD4"/>
    <w:rsid w:val="001D714B"/>
    <w:rsid w:val="001D79B7"/>
    <w:rsid w:val="001D7C13"/>
    <w:rsid w:val="001E61B2"/>
    <w:rsid w:val="001E7F62"/>
    <w:rsid w:val="001F229E"/>
    <w:rsid w:val="001F734C"/>
    <w:rsid w:val="00200DEA"/>
    <w:rsid w:val="00201E59"/>
    <w:rsid w:val="00202E8E"/>
    <w:rsid w:val="00203C5D"/>
    <w:rsid w:val="00206138"/>
    <w:rsid w:val="00206242"/>
    <w:rsid w:val="0021076C"/>
    <w:rsid w:val="00224320"/>
    <w:rsid w:val="0022598D"/>
    <w:rsid w:val="00226CD0"/>
    <w:rsid w:val="00233F33"/>
    <w:rsid w:val="0023451F"/>
    <w:rsid w:val="002349CD"/>
    <w:rsid w:val="00237BA6"/>
    <w:rsid w:val="0024420F"/>
    <w:rsid w:val="002460A7"/>
    <w:rsid w:val="00246AD1"/>
    <w:rsid w:val="00250027"/>
    <w:rsid w:val="00251B23"/>
    <w:rsid w:val="00260354"/>
    <w:rsid w:val="00264383"/>
    <w:rsid w:val="00272142"/>
    <w:rsid w:val="0027239D"/>
    <w:rsid w:val="00275A07"/>
    <w:rsid w:val="00277E73"/>
    <w:rsid w:val="00281CE3"/>
    <w:rsid w:val="00282DDC"/>
    <w:rsid w:val="002A137F"/>
    <w:rsid w:val="002A3A9D"/>
    <w:rsid w:val="002A4E0F"/>
    <w:rsid w:val="002A7375"/>
    <w:rsid w:val="002A7E5A"/>
    <w:rsid w:val="002B0FA0"/>
    <w:rsid w:val="002B220B"/>
    <w:rsid w:val="002B563A"/>
    <w:rsid w:val="002C4A75"/>
    <w:rsid w:val="002C5445"/>
    <w:rsid w:val="002D23A3"/>
    <w:rsid w:val="002D3024"/>
    <w:rsid w:val="002D62E7"/>
    <w:rsid w:val="002E36A7"/>
    <w:rsid w:val="002E5D92"/>
    <w:rsid w:val="002E65A7"/>
    <w:rsid w:val="002E76D2"/>
    <w:rsid w:val="002E7E87"/>
    <w:rsid w:val="002F2B54"/>
    <w:rsid w:val="002F32CA"/>
    <w:rsid w:val="002F3F20"/>
    <w:rsid w:val="002F54C8"/>
    <w:rsid w:val="003000AB"/>
    <w:rsid w:val="003024D9"/>
    <w:rsid w:val="00302BCB"/>
    <w:rsid w:val="00305132"/>
    <w:rsid w:val="00305D8C"/>
    <w:rsid w:val="00312D8F"/>
    <w:rsid w:val="00322810"/>
    <w:rsid w:val="00325297"/>
    <w:rsid w:val="00330189"/>
    <w:rsid w:val="0033375A"/>
    <w:rsid w:val="00336867"/>
    <w:rsid w:val="003438F6"/>
    <w:rsid w:val="003476EE"/>
    <w:rsid w:val="00350EF6"/>
    <w:rsid w:val="0035144C"/>
    <w:rsid w:val="00352B05"/>
    <w:rsid w:val="00354692"/>
    <w:rsid w:val="0036050C"/>
    <w:rsid w:val="0036176C"/>
    <w:rsid w:val="003629F3"/>
    <w:rsid w:val="00364575"/>
    <w:rsid w:val="00366AD1"/>
    <w:rsid w:val="0037333F"/>
    <w:rsid w:val="00384C14"/>
    <w:rsid w:val="003904AF"/>
    <w:rsid w:val="003907C5"/>
    <w:rsid w:val="0039423F"/>
    <w:rsid w:val="00397994"/>
    <w:rsid w:val="00397FAF"/>
    <w:rsid w:val="003A3C0E"/>
    <w:rsid w:val="003A3E56"/>
    <w:rsid w:val="003A591F"/>
    <w:rsid w:val="003A5C21"/>
    <w:rsid w:val="003A7FAC"/>
    <w:rsid w:val="003B39A1"/>
    <w:rsid w:val="003B3A31"/>
    <w:rsid w:val="003B6AD1"/>
    <w:rsid w:val="003B6CC0"/>
    <w:rsid w:val="003B6F7B"/>
    <w:rsid w:val="003C185E"/>
    <w:rsid w:val="003C5B6D"/>
    <w:rsid w:val="003D29C0"/>
    <w:rsid w:val="003D56C3"/>
    <w:rsid w:val="003D7D63"/>
    <w:rsid w:val="003E48E6"/>
    <w:rsid w:val="003E4B74"/>
    <w:rsid w:val="003F0C4B"/>
    <w:rsid w:val="003F44B5"/>
    <w:rsid w:val="003F607C"/>
    <w:rsid w:val="00403F4B"/>
    <w:rsid w:val="004054DD"/>
    <w:rsid w:val="0040584A"/>
    <w:rsid w:val="004106FE"/>
    <w:rsid w:val="00417645"/>
    <w:rsid w:val="004241E4"/>
    <w:rsid w:val="0042561B"/>
    <w:rsid w:val="0042568E"/>
    <w:rsid w:val="004259E1"/>
    <w:rsid w:val="004511E7"/>
    <w:rsid w:val="00452587"/>
    <w:rsid w:val="004573A7"/>
    <w:rsid w:val="0046017F"/>
    <w:rsid w:val="00461062"/>
    <w:rsid w:val="00461B87"/>
    <w:rsid w:val="00463F01"/>
    <w:rsid w:val="00466466"/>
    <w:rsid w:val="0046754B"/>
    <w:rsid w:val="0047000B"/>
    <w:rsid w:val="0047473E"/>
    <w:rsid w:val="00475E0A"/>
    <w:rsid w:val="004760B8"/>
    <w:rsid w:val="00476F8C"/>
    <w:rsid w:val="004773C2"/>
    <w:rsid w:val="00477B94"/>
    <w:rsid w:val="00482096"/>
    <w:rsid w:val="004826EF"/>
    <w:rsid w:val="00483EEE"/>
    <w:rsid w:val="00484DAA"/>
    <w:rsid w:val="00485C13"/>
    <w:rsid w:val="00486B33"/>
    <w:rsid w:val="00486B73"/>
    <w:rsid w:val="0048705D"/>
    <w:rsid w:val="00493329"/>
    <w:rsid w:val="00494B19"/>
    <w:rsid w:val="00495E65"/>
    <w:rsid w:val="00497E98"/>
    <w:rsid w:val="004A221C"/>
    <w:rsid w:val="004A4BB3"/>
    <w:rsid w:val="004B6E53"/>
    <w:rsid w:val="004B7FD6"/>
    <w:rsid w:val="004C6844"/>
    <w:rsid w:val="004C7D04"/>
    <w:rsid w:val="004D22CC"/>
    <w:rsid w:val="004D24C3"/>
    <w:rsid w:val="004E1367"/>
    <w:rsid w:val="004E48CA"/>
    <w:rsid w:val="00502CD0"/>
    <w:rsid w:val="0050375C"/>
    <w:rsid w:val="0050665C"/>
    <w:rsid w:val="00511495"/>
    <w:rsid w:val="0051301D"/>
    <w:rsid w:val="00514309"/>
    <w:rsid w:val="00523F0C"/>
    <w:rsid w:val="00524125"/>
    <w:rsid w:val="0052738A"/>
    <w:rsid w:val="00527E22"/>
    <w:rsid w:val="005324CD"/>
    <w:rsid w:val="0053414C"/>
    <w:rsid w:val="00534594"/>
    <w:rsid w:val="00536003"/>
    <w:rsid w:val="00540DBA"/>
    <w:rsid w:val="00545C43"/>
    <w:rsid w:val="00545D20"/>
    <w:rsid w:val="005508EF"/>
    <w:rsid w:val="0055245A"/>
    <w:rsid w:val="00552C62"/>
    <w:rsid w:val="00553C2D"/>
    <w:rsid w:val="0056702C"/>
    <w:rsid w:val="00570DF3"/>
    <w:rsid w:val="00571AF7"/>
    <w:rsid w:val="00571E2F"/>
    <w:rsid w:val="00575F62"/>
    <w:rsid w:val="00576C6F"/>
    <w:rsid w:val="00582EF8"/>
    <w:rsid w:val="005868C9"/>
    <w:rsid w:val="0058699B"/>
    <w:rsid w:val="00597F9C"/>
    <w:rsid w:val="005A1917"/>
    <w:rsid w:val="005A4717"/>
    <w:rsid w:val="005B0991"/>
    <w:rsid w:val="005B0E08"/>
    <w:rsid w:val="005B72B2"/>
    <w:rsid w:val="005D0282"/>
    <w:rsid w:val="005D3808"/>
    <w:rsid w:val="005D65DC"/>
    <w:rsid w:val="005E2B31"/>
    <w:rsid w:val="005E3510"/>
    <w:rsid w:val="005E396B"/>
    <w:rsid w:val="005E3AC4"/>
    <w:rsid w:val="005E58D0"/>
    <w:rsid w:val="005F146E"/>
    <w:rsid w:val="005F2699"/>
    <w:rsid w:val="005F47DE"/>
    <w:rsid w:val="005F521F"/>
    <w:rsid w:val="005F6FC8"/>
    <w:rsid w:val="005F7357"/>
    <w:rsid w:val="00604438"/>
    <w:rsid w:val="0060745C"/>
    <w:rsid w:val="00613044"/>
    <w:rsid w:val="006156AA"/>
    <w:rsid w:val="00616844"/>
    <w:rsid w:val="00620CA2"/>
    <w:rsid w:val="0062134D"/>
    <w:rsid w:val="00625A33"/>
    <w:rsid w:val="00625B74"/>
    <w:rsid w:val="00625F20"/>
    <w:rsid w:val="00632F79"/>
    <w:rsid w:val="00632FC9"/>
    <w:rsid w:val="00635EA9"/>
    <w:rsid w:val="00642321"/>
    <w:rsid w:val="00644BDE"/>
    <w:rsid w:val="00666BD3"/>
    <w:rsid w:val="00667206"/>
    <w:rsid w:val="00670C66"/>
    <w:rsid w:val="00672D56"/>
    <w:rsid w:val="00674562"/>
    <w:rsid w:val="006745C3"/>
    <w:rsid w:val="006748F3"/>
    <w:rsid w:val="00675781"/>
    <w:rsid w:val="00676AA7"/>
    <w:rsid w:val="00681A73"/>
    <w:rsid w:val="0068203F"/>
    <w:rsid w:val="0068585E"/>
    <w:rsid w:val="00691EFF"/>
    <w:rsid w:val="00697EC3"/>
    <w:rsid w:val="006A2683"/>
    <w:rsid w:val="006A3B12"/>
    <w:rsid w:val="006A4F85"/>
    <w:rsid w:val="006A7946"/>
    <w:rsid w:val="006B2960"/>
    <w:rsid w:val="006C5936"/>
    <w:rsid w:val="006C623F"/>
    <w:rsid w:val="006C7824"/>
    <w:rsid w:val="006D19BB"/>
    <w:rsid w:val="006D6109"/>
    <w:rsid w:val="006E2B86"/>
    <w:rsid w:val="006E3C40"/>
    <w:rsid w:val="006F4D30"/>
    <w:rsid w:val="00701957"/>
    <w:rsid w:val="00703255"/>
    <w:rsid w:val="007070C2"/>
    <w:rsid w:val="00707410"/>
    <w:rsid w:val="00710363"/>
    <w:rsid w:val="007109FF"/>
    <w:rsid w:val="00710A54"/>
    <w:rsid w:val="00712212"/>
    <w:rsid w:val="0071476F"/>
    <w:rsid w:val="00716574"/>
    <w:rsid w:val="00720111"/>
    <w:rsid w:val="00721C32"/>
    <w:rsid w:val="00724EFC"/>
    <w:rsid w:val="00724FDA"/>
    <w:rsid w:val="007309B4"/>
    <w:rsid w:val="00732D97"/>
    <w:rsid w:val="007341D9"/>
    <w:rsid w:val="00734805"/>
    <w:rsid w:val="00736070"/>
    <w:rsid w:val="007374E2"/>
    <w:rsid w:val="00741D4D"/>
    <w:rsid w:val="0074427F"/>
    <w:rsid w:val="00744639"/>
    <w:rsid w:val="0074478B"/>
    <w:rsid w:val="00744CBC"/>
    <w:rsid w:val="00751565"/>
    <w:rsid w:val="00753A2B"/>
    <w:rsid w:val="00753E6F"/>
    <w:rsid w:val="00762910"/>
    <w:rsid w:val="00766AEB"/>
    <w:rsid w:val="007674C2"/>
    <w:rsid w:val="00772E2D"/>
    <w:rsid w:val="00775161"/>
    <w:rsid w:val="00781356"/>
    <w:rsid w:val="007852C3"/>
    <w:rsid w:val="00791CBF"/>
    <w:rsid w:val="007937D2"/>
    <w:rsid w:val="007973CB"/>
    <w:rsid w:val="007A0521"/>
    <w:rsid w:val="007A3119"/>
    <w:rsid w:val="007A759B"/>
    <w:rsid w:val="007B2646"/>
    <w:rsid w:val="007B759D"/>
    <w:rsid w:val="007C0B2C"/>
    <w:rsid w:val="007C1449"/>
    <w:rsid w:val="007C1CB6"/>
    <w:rsid w:val="007C1F8F"/>
    <w:rsid w:val="007C2CC6"/>
    <w:rsid w:val="007C4A58"/>
    <w:rsid w:val="007C549F"/>
    <w:rsid w:val="007D1830"/>
    <w:rsid w:val="007E1511"/>
    <w:rsid w:val="007E32C8"/>
    <w:rsid w:val="007F1AF5"/>
    <w:rsid w:val="007F1B81"/>
    <w:rsid w:val="007F23D0"/>
    <w:rsid w:val="007F2405"/>
    <w:rsid w:val="007F2986"/>
    <w:rsid w:val="007F486A"/>
    <w:rsid w:val="007F5D85"/>
    <w:rsid w:val="007F5F69"/>
    <w:rsid w:val="00801CAF"/>
    <w:rsid w:val="00806189"/>
    <w:rsid w:val="00806400"/>
    <w:rsid w:val="0081329E"/>
    <w:rsid w:val="00816E5D"/>
    <w:rsid w:val="008209B2"/>
    <w:rsid w:val="008211F3"/>
    <w:rsid w:val="00825837"/>
    <w:rsid w:val="00825C1D"/>
    <w:rsid w:val="00830898"/>
    <w:rsid w:val="008317AF"/>
    <w:rsid w:val="00831831"/>
    <w:rsid w:val="008351A8"/>
    <w:rsid w:val="00835C96"/>
    <w:rsid w:val="00835E94"/>
    <w:rsid w:val="00836260"/>
    <w:rsid w:val="00836847"/>
    <w:rsid w:val="0084117B"/>
    <w:rsid w:val="008416FA"/>
    <w:rsid w:val="008435F7"/>
    <w:rsid w:val="00844EEF"/>
    <w:rsid w:val="008453B5"/>
    <w:rsid w:val="00850B36"/>
    <w:rsid w:val="00851485"/>
    <w:rsid w:val="008524FB"/>
    <w:rsid w:val="00855DC3"/>
    <w:rsid w:val="008566EB"/>
    <w:rsid w:val="0085764C"/>
    <w:rsid w:val="008606F9"/>
    <w:rsid w:val="00861ADB"/>
    <w:rsid w:val="00866B7A"/>
    <w:rsid w:val="00870C58"/>
    <w:rsid w:val="00871BDA"/>
    <w:rsid w:val="00871FB0"/>
    <w:rsid w:val="0087473A"/>
    <w:rsid w:val="00874C73"/>
    <w:rsid w:val="00874DF3"/>
    <w:rsid w:val="008768B7"/>
    <w:rsid w:val="00880C87"/>
    <w:rsid w:val="00880E5E"/>
    <w:rsid w:val="008847ED"/>
    <w:rsid w:val="00884B6C"/>
    <w:rsid w:val="008926A2"/>
    <w:rsid w:val="008930DD"/>
    <w:rsid w:val="008937B7"/>
    <w:rsid w:val="00895AB6"/>
    <w:rsid w:val="00896A52"/>
    <w:rsid w:val="008A034C"/>
    <w:rsid w:val="008A4671"/>
    <w:rsid w:val="008A67A3"/>
    <w:rsid w:val="008A7C17"/>
    <w:rsid w:val="008B0711"/>
    <w:rsid w:val="008B3F7B"/>
    <w:rsid w:val="008C0008"/>
    <w:rsid w:val="008C006F"/>
    <w:rsid w:val="008C00FF"/>
    <w:rsid w:val="008D7ECF"/>
    <w:rsid w:val="008E3F44"/>
    <w:rsid w:val="008E4DA2"/>
    <w:rsid w:val="008F08DE"/>
    <w:rsid w:val="008F1A02"/>
    <w:rsid w:val="008F525E"/>
    <w:rsid w:val="008F693D"/>
    <w:rsid w:val="0090297E"/>
    <w:rsid w:val="00905D90"/>
    <w:rsid w:val="00913E36"/>
    <w:rsid w:val="009154D8"/>
    <w:rsid w:val="00926561"/>
    <w:rsid w:val="009275C3"/>
    <w:rsid w:val="00932ABE"/>
    <w:rsid w:val="0093735A"/>
    <w:rsid w:val="00941577"/>
    <w:rsid w:val="00947728"/>
    <w:rsid w:val="00963CEC"/>
    <w:rsid w:val="00963E68"/>
    <w:rsid w:val="00964ED2"/>
    <w:rsid w:val="009675EC"/>
    <w:rsid w:val="009676F7"/>
    <w:rsid w:val="0097086C"/>
    <w:rsid w:val="00975A1C"/>
    <w:rsid w:val="00976B53"/>
    <w:rsid w:val="00976CA0"/>
    <w:rsid w:val="009779F4"/>
    <w:rsid w:val="00980DDD"/>
    <w:rsid w:val="00982984"/>
    <w:rsid w:val="00983820"/>
    <w:rsid w:val="00997436"/>
    <w:rsid w:val="009A12A0"/>
    <w:rsid w:val="009B3288"/>
    <w:rsid w:val="009B6BEF"/>
    <w:rsid w:val="009C0FCD"/>
    <w:rsid w:val="009C463B"/>
    <w:rsid w:val="009C640E"/>
    <w:rsid w:val="009E1309"/>
    <w:rsid w:val="009E289F"/>
    <w:rsid w:val="009E4114"/>
    <w:rsid w:val="009E7E82"/>
    <w:rsid w:val="009F125E"/>
    <w:rsid w:val="009F2DDC"/>
    <w:rsid w:val="00A008DC"/>
    <w:rsid w:val="00A056BF"/>
    <w:rsid w:val="00A05887"/>
    <w:rsid w:val="00A07F46"/>
    <w:rsid w:val="00A144E2"/>
    <w:rsid w:val="00A14FE1"/>
    <w:rsid w:val="00A23B1F"/>
    <w:rsid w:val="00A24384"/>
    <w:rsid w:val="00A30EEA"/>
    <w:rsid w:val="00A310CF"/>
    <w:rsid w:val="00A34B25"/>
    <w:rsid w:val="00A46C35"/>
    <w:rsid w:val="00A46F17"/>
    <w:rsid w:val="00A518AD"/>
    <w:rsid w:val="00A527FC"/>
    <w:rsid w:val="00A530E9"/>
    <w:rsid w:val="00A55BA5"/>
    <w:rsid w:val="00A56CBD"/>
    <w:rsid w:val="00A6314F"/>
    <w:rsid w:val="00A650D2"/>
    <w:rsid w:val="00A713DE"/>
    <w:rsid w:val="00A72517"/>
    <w:rsid w:val="00A72A04"/>
    <w:rsid w:val="00A9217F"/>
    <w:rsid w:val="00A92801"/>
    <w:rsid w:val="00A97091"/>
    <w:rsid w:val="00AA2BA2"/>
    <w:rsid w:val="00AA2EF9"/>
    <w:rsid w:val="00AA37F6"/>
    <w:rsid w:val="00AA5D0D"/>
    <w:rsid w:val="00AA6972"/>
    <w:rsid w:val="00AA708D"/>
    <w:rsid w:val="00AB33D3"/>
    <w:rsid w:val="00AB57A3"/>
    <w:rsid w:val="00AD159B"/>
    <w:rsid w:val="00AD2B4E"/>
    <w:rsid w:val="00AE06E3"/>
    <w:rsid w:val="00AE286C"/>
    <w:rsid w:val="00AE6EB1"/>
    <w:rsid w:val="00AE7A32"/>
    <w:rsid w:val="00AF22E0"/>
    <w:rsid w:val="00AF3FE4"/>
    <w:rsid w:val="00AF7507"/>
    <w:rsid w:val="00B02A94"/>
    <w:rsid w:val="00B04B4E"/>
    <w:rsid w:val="00B06088"/>
    <w:rsid w:val="00B10FCD"/>
    <w:rsid w:val="00B15215"/>
    <w:rsid w:val="00B20FA5"/>
    <w:rsid w:val="00B21CD9"/>
    <w:rsid w:val="00B2246D"/>
    <w:rsid w:val="00B27026"/>
    <w:rsid w:val="00B3179C"/>
    <w:rsid w:val="00B31DB8"/>
    <w:rsid w:val="00B36A68"/>
    <w:rsid w:val="00B44DC2"/>
    <w:rsid w:val="00B52C7A"/>
    <w:rsid w:val="00B618E4"/>
    <w:rsid w:val="00B726BF"/>
    <w:rsid w:val="00B7301C"/>
    <w:rsid w:val="00B73502"/>
    <w:rsid w:val="00B74B2F"/>
    <w:rsid w:val="00B74E54"/>
    <w:rsid w:val="00B76466"/>
    <w:rsid w:val="00BA0477"/>
    <w:rsid w:val="00BA0512"/>
    <w:rsid w:val="00BA2F14"/>
    <w:rsid w:val="00BA4D49"/>
    <w:rsid w:val="00BA6F39"/>
    <w:rsid w:val="00BB472D"/>
    <w:rsid w:val="00BC23EF"/>
    <w:rsid w:val="00BC59B7"/>
    <w:rsid w:val="00BD1A90"/>
    <w:rsid w:val="00BD3DE7"/>
    <w:rsid w:val="00BD5773"/>
    <w:rsid w:val="00BE500F"/>
    <w:rsid w:val="00BF188D"/>
    <w:rsid w:val="00BF21E9"/>
    <w:rsid w:val="00BF33AC"/>
    <w:rsid w:val="00BF50D7"/>
    <w:rsid w:val="00C026FD"/>
    <w:rsid w:val="00C10106"/>
    <w:rsid w:val="00C1058A"/>
    <w:rsid w:val="00C1256A"/>
    <w:rsid w:val="00C148D5"/>
    <w:rsid w:val="00C20566"/>
    <w:rsid w:val="00C23F03"/>
    <w:rsid w:val="00C245FD"/>
    <w:rsid w:val="00C24C32"/>
    <w:rsid w:val="00C2746C"/>
    <w:rsid w:val="00C3048D"/>
    <w:rsid w:val="00C32DB9"/>
    <w:rsid w:val="00C35363"/>
    <w:rsid w:val="00C44E7F"/>
    <w:rsid w:val="00C45156"/>
    <w:rsid w:val="00C46425"/>
    <w:rsid w:val="00C50791"/>
    <w:rsid w:val="00C50D41"/>
    <w:rsid w:val="00C54B47"/>
    <w:rsid w:val="00C54BA7"/>
    <w:rsid w:val="00C627C3"/>
    <w:rsid w:val="00C64500"/>
    <w:rsid w:val="00C73B0D"/>
    <w:rsid w:val="00C74E2A"/>
    <w:rsid w:val="00C81605"/>
    <w:rsid w:val="00C8353C"/>
    <w:rsid w:val="00C83853"/>
    <w:rsid w:val="00C8439D"/>
    <w:rsid w:val="00C92B18"/>
    <w:rsid w:val="00C93E04"/>
    <w:rsid w:val="00C973DE"/>
    <w:rsid w:val="00C977F1"/>
    <w:rsid w:val="00CA05AB"/>
    <w:rsid w:val="00CB099A"/>
    <w:rsid w:val="00CC1B7D"/>
    <w:rsid w:val="00CC1FD7"/>
    <w:rsid w:val="00CC258C"/>
    <w:rsid w:val="00CC37C8"/>
    <w:rsid w:val="00CD030D"/>
    <w:rsid w:val="00CD4222"/>
    <w:rsid w:val="00CD6096"/>
    <w:rsid w:val="00CD65E6"/>
    <w:rsid w:val="00CD7B45"/>
    <w:rsid w:val="00CE54FC"/>
    <w:rsid w:val="00CE5CE2"/>
    <w:rsid w:val="00CE70A1"/>
    <w:rsid w:val="00CE712D"/>
    <w:rsid w:val="00CF27C3"/>
    <w:rsid w:val="00CF75CB"/>
    <w:rsid w:val="00D00179"/>
    <w:rsid w:val="00D05B0A"/>
    <w:rsid w:val="00D1066D"/>
    <w:rsid w:val="00D13877"/>
    <w:rsid w:val="00D166FC"/>
    <w:rsid w:val="00D24BBC"/>
    <w:rsid w:val="00D2747C"/>
    <w:rsid w:val="00D275FB"/>
    <w:rsid w:val="00D27B8E"/>
    <w:rsid w:val="00D30E11"/>
    <w:rsid w:val="00D321A0"/>
    <w:rsid w:val="00D35445"/>
    <w:rsid w:val="00D434B2"/>
    <w:rsid w:val="00D4517C"/>
    <w:rsid w:val="00D479B9"/>
    <w:rsid w:val="00D47FD7"/>
    <w:rsid w:val="00D51F2A"/>
    <w:rsid w:val="00D53DF5"/>
    <w:rsid w:val="00D53FB3"/>
    <w:rsid w:val="00D561E5"/>
    <w:rsid w:val="00D61E34"/>
    <w:rsid w:val="00D62FB3"/>
    <w:rsid w:val="00D7130C"/>
    <w:rsid w:val="00D73ED3"/>
    <w:rsid w:val="00D74A69"/>
    <w:rsid w:val="00D81E4A"/>
    <w:rsid w:val="00D840ED"/>
    <w:rsid w:val="00D85A94"/>
    <w:rsid w:val="00D8624E"/>
    <w:rsid w:val="00D87C54"/>
    <w:rsid w:val="00D93840"/>
    <w:rsid w:val="00D94526"/>
    <w:rsid w:val="00DA3DEC"/>
    <w:rsid w:val="00DA4919"/>
    <w:rsid w:val="00DB0838"/>
    <w:rsid w:val="00DB456E"/>
    <w:rsid w:val="00DC02BD"/>
    <w:rsid w:val="00DC0CB0"/>
    <w:rsid w:val="00DC5CA0"/>
    <w:rsid w:val="00DC6070"/>
    <w:rsid w:val="00DC6092"/>
    <w:rsid w:val="00DC61E6"/>
    <w:rsid w:val="00DC6D75"/>
    <w:rsid w:val="00DD3466"/>
    <w:rsid w:val="00DD3A79"/>
    <w:rsid w:val="00DD62F4"/>
    <w:rsid w:val="00DE4BAB"/>
    <w:rsid w:val="00DE5A2F"/>
    <w:rsid w:val="00DE6943"/>
    <w:rsid w:val="00DF1B60"/>
    <w:rsid w:val="00DF4E74"/>
    <w:rsid w:val="00DF55DF"/>
    <w:rsid w:val="00DF77DB"/>
    <w:rsid w:val="00E01EAA"/>
    <w:rsid w:val="00E06A59"/>
    <w:rsid w:val="00E10534"/>
    <w:rsid w:val="00E12D60"/>
    <w:rsid w:val="00E15269"/>
    <w:rsid w:val="00E2565F"/>
    <w:rsid w:val="00E25DEF"/>
    <w:rsid w:val="00E25E85"/>
    <w:rsid w:val="00E35B11"/>
    <w:rsid w:val="00E3608B"/>
    <w:rsid w:val="00E36141"/>
    <w:rsid w:val="00E436F0"/>
    <w:rsid w:val="00E4795B"/>
    <w:rsid w:val="00E52DAD"/>
    <w:rsid w:val="00E567A8"/>
    <w:rsid w:val="00E56D2C"/>
    <w:rsid w:val="00E6547D"/>
    <w:rsid w:val="00E654B7"/>
    <w:rsid w:val="00E66F54"/>
    <w:rsid w:val="00E67EB7"/>
    <w:rsid w:val="00E8201C"/>
    <w:rsid w:val="00E82EEA"/>
    <w:rsid w:val="00E84825"/>
    <w:rsid w:val="00E857AC"/>
    <w:rsid w:val="00E85A15"/>
    <w:rsid w:val="00E863C9"/>
    <w:rsid w:val="00E86DFE"/>
    <w:rsid w:val="00E87541"/>
    <w:rsid w:val="00E93E42"/>
    <w:rsid w:val="00E95E5C"/>
    <w:rsid w:val="00E975C7"/>
    <w:rsid w:val="00EA37C0"/>
    <w:rsid w:val="00EA467D"/>
    <w:rsid w:val="00EA6A5C"/>
    <w:rsid w:val="00EB1B67"/>
    <w:rsid w:val="00EB7D47"/>
    <w:rsid w:val="00EC0AD9"/>
    <w:rsid w:val="00EC2BE5"/>
    <w:rsid w:val="00ED2FB4"/>
    <w:rsid w:val="00ED3F2D"/>
    <w:rsid w:val="00ED6C00"/>
    <w:rsid w:val="00EE3AAC"/>
    <w:rsid w:val="00EE726C"/>
    <w:rsid w:val="00EE7AF8"/>
    <w:rsid w:val="00EF1BA6"/>
    <w:rsid w:val="00EF5908"/>
    <w:rsid w:val="00EF7588"/>
    <w:rsid w:val="00EF7FB2"/>
    <w:rsid w:val="00F00352"/>
    <w:rsid w:val="00F0348E"/>
    <w:rsid w:val="00F101D9"/>
    <w:rsid w:val="00F127BB"/>
    <w:rsid w:val="00F13C13"/>
    <w:rsid w:val="00F20468"/>
    <w:rsid w:val="00F23F43"/>
    <w:rsid w:val="00F24752"/>
    <w:rsid w:val="00F24E0B"/>
    <w:rsid w:val="00F3118F"/>
    <w:rsid w:val="00F33145"/>
    <w:rsid w:val="00F34311"/>
    <w:rsid w:val="00F350AC"/>
    <w:rsid w:val="00F4181F"/>
    <w:rsid w:val="00F446D3"/>
    <w:rsid w:val="00F4782E"/>
    <w:rsid w:val="00F51E72"/>
    <w:rsid w:val="00F52045"/>
    <w:rsid w:val="00F52D05"/>
    <w:rsid w:val="00F52D87"/>
    <w:rsid w:val="00F53772"/>
    <w:rsid w:val="00F5384F"/>
    <w:rsid w:val="00F615E5"/>
    <w:rsid w:val="00F62D90"/>
    <w:rsid w:val="00F709EE"/>
    <w:rsid w:val="00F711B2"/>
    <w:rsid w:val="00F747AD"/>
    <w:rsid w:val="00F81B00"/>
    <w:rsid w:val="00F85304"/>
    <w:rsid w:val="00F87395"/>
    <w:rsid w:val="00F91AEA"/>
    <w:rsid w:val="00F9278F"/>
    <w:rsid w:val="00F95DD8"/>
    <w:rsid w:val="00FA0AA3"/>
    <w:rsid w:val="00FA147A"/>
    <w:rsid w:val="00FA17DE"/>
    <w:rsid w:val="00FA27D9"/>
    <w:rsid w:val="00FA4540"/>
    <w:rsid w:val="00FB2EC2"/>
    <w:rsid w:val="00FC04C7"/>
    <w:rsid w:val="00FC1196"/>
    <w:rsid w:val="00FC1DC7"/>
    <w:rsid w:val="00FC2B7F"/>
    <w:rsid w:val="00FC4B15"/>
    <w:rsid w:val="00FC5CCE"/>
    <w:rsid w:val="00FC71A9"/>
    <w:rsid w:val="00FC7B2F"/>
    <w:rsid w:val="00FD3F42"/>
    <w:rsid w:val="00FD59A4"/>
    <w:rsid w:val="00FD6D68"/>
    <w:rsid w:val="00FE0E1D"/>
    <w:rsid w:val="00FF17AB"/>
    <w:rsid w:val="00FF260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A4191F"/>
  <w15:chartTrackingRefBased/>
  <w15:docId w15:val="{D7E85DDD-D755-4966-830A-62951C95A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 w:val="22"/>
        <w:szCs w:val="22"/>
        <w:lang w:val="lt-LT" w:eastAsia="en-US" w:bidi="ar-SA"/>
      </w:rPr>
    </w:rPrDefault>
    <w:pPrDefault>
      <w:pPr>
        <w:spacing w:line="259" w:lineRule="auto"/>
        <w:ind w:firstLine="1247"/>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44BDE"/>
    <w:pPr>
      <w:spacing w:line="240" w:lineRule="exact"/>
      <w:ind w:firstLine="0"/>
      <w:jc w:val="both"/>
    </w:pPr>
    <w:rPr>
      <w:rFonts w:ascii="Arial" w:hAnsi="Arial"/>
      <w:color w:val="000000" w:themeColor="text1"/>
      <w:sz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D3A79"/>
    <w:pPr>
      <w:tabs>
        <w:tab w:val="center" w:pos="4986"/>
        <w:tab w:val="right" w:pos="9972"/>
      </w:tabs>
      <w:spacing w:line="240" w:lineRule="auto"/>
    </w:pPr>
  </w:style>
  <w:style w:type="character" w:customStyle="1" w:styleId="HeaderChar">
    <w:name w:val="Header Char"/>
    <w:basedOn w:val="DefaultParagraphFont"/>
    <w:link w:val="Header"/>
    <w:uiPriority w:val="99"/>
    <w:rsid w:val="00DD3A79"/>
  </w:style>
  <w:style w:type="paragraph" w:styleId="Footer">
    <w:name w:val="footer"/>
    <w:basedOn w:val="Normal"/>
    <w:link w:val="FooterChar"/>
    <w:uiPriority w:val="99"/>
    <w:unhideWhenUsed/>
    <w:rsid w:val="00DD3A79"/>
    <w:pPr>
      <w:tabs>
        <w:tab w:val="center" w:pos="4986"/>
        <w:tab w:val="right" w:pos="9972"/>
      </w:tabs>
      <w:spacing w:line="240" w:lineRule="auto"/>
    </w:pPr>
  </w:style>
  <w:style w:type="character" w:customStyle="1" w:styleId="FooterChar">
    <w:name w:val="Footer Char"/>
    <w:basedOn w:val="DefaultParagraphFont"/>
    <w:link w:val="Footer"/>
    <w:uiPriority w:val="99"/>
    <w:rsid w:val="00DD3A79"/>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not in Table,punktai"/>
    <w:basedOn w:val="Normal"/>
    <w:link w:val="ListParagraphChar"/>
    <w:uiPriority w:val="34"/>
    <w:qFormat/>
    <w:rsid w:val="00E66F54"/>
    <w:pPr>
      <w:ind w:left="720"/>
      <w:contextualSpacing/>
    </w:pPr>
  </w:style>
  <w:style w:type="character" w:styleId="Hyperlink">
    <w:name w:val="Hyperlink"/>
    <w:basedOn w:val="DefaultParagraphFont"/>
    <w:unhideWhenUsed/>
    <w:rsid w:val="00AA2EF9"/>
    <w:rPr>
      <w:color w:val="05D091" w:themeColor="hyperlink"/>
      <w:u w:val="single"/>
    </w:rPr>
  </w:style>
  <w:style w:type="table" w:styleId="TableGrid">
    <w:name w:val="Table Grid"/>
    <w:basedOn w:val="TableNormal"/>
    <w:uiPriority w:val="39"/>
    <w:rsid w:val="008F08DE"/>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93E42"/>
    <w:rPr>
      <w:sz w:val="16"/>
      <w:szCs w:val="16"/>
    </w:rPr>
  </w:style>
  <w:style w:type="paragraph" w:styleId="CommentText">
    <w:name w:val="annotation text"/>
    <w:basedOn w:val="Normal"/>
    <w:link w:val="CommentTextChar"/>
    <w:uiPriority w:val="99"/>
    <w:unhideWhenUsed/>
    <w:qFormat/>
    <w:rsid w:val="00E93E42"/>
    <w:pPr>
      <w:spacing w:line="240" w:lineRule="auto"/>
    </w:pPr>
    <w:rPr>
      <w:szCs w:val="20"/>
    </w:rPr>
  </w:style>
  <w:style w:type="character" w:customStyle="1" w:styleId="CommentTextChar">
    <w:name w:val="Comment Text Char"/>
    <w:basedOn w:val="DefaultParagraphFont"/>
    <w:link w:val="CommentText"/>
    <w:uiPriority w:val="99"/>
    <w:qFormat/>
    <w:rsid w:val="00E93E42"/>
    <w:rPr>
      <w:rFonts w:ascii="Arial" w:hAnsi="Arial"/>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E93E42"/>
    <w:rPr>
      <w:b/>
      <w:bCs/>
    </w:rPr>
  </w:style>
  <w:style w:type="character" w:customStyle="1" w:styleId="CommentSubjectChar">
    <w:name w:val="Comment Subject Char"/>
    <w:basedOn w:val="CommentTextChar"/>
    <w:link w:val="CommentSubject"/>
    <w:uiPriority w:val="99"/>
    <w:semiHidden/>
    <w:rsid w:val="00E93E42"/>
    <w:rPr>
      <w:rFonts w:ascii="Arial" w:hAnsi="Arial"/>
      <w:b/>
      <w:bCs/>
      <w:color w:val="000000" w:themeColor="text1"/>
      <w:sz w:val="20"/>
      <w:szCs w:val="20"/>
    </w:rPr>
  </w:style>
  <w:style w:type="paragraph" w:styleId="BalloonText">
    <w:name w:val="Balloon Text"/>
    <w:basedOn w:val="Normal"/>
    <w:link w:val="BalloonTextChar"/>
    <w:uiPriority w:val="99"/>
    <w:semiHidden/>
    <w:unhideWhenUsed/>
    <w:rsid w:val="00E93E42"/>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93E42"/>
    <w:rPr>
      <w:rFonts w:ascii="Segoe UI" w:hAnsi="Segoe UI" w:cs="Segoe UI"/>
      <w:color w:val="000000" w:themeColor="text1"/>
      <w:sz w:val="18"/>
      <w:szCs w:val="18"/>
    </w:rPr>
  </w:style>
  <w:style w:type="paragraph" w:customStyle="1" w:styleId="Default">
    <w:name w:val="Default"/>
    <w:rsid w:val="00397994"/>
    <w:pPr>
      <w:autoSpaceDE w:val="0"/>
      <w:autoSpaceDN w:val="0"/>
      <w:adjustRightInd w:val="0"/>
      <w:spacing w:line="240" w:lineRule="auto"/>
      <w:ind w:firstLine="0"/>
    </w:pPr>
    <w:rPr>
      <w:rFonts w:ascii="Calibri" w:hAnsi="Calibri" w:cs="Calibri"/>
      <w:color w:val="000000"/>
      <w:sz w:val="24"/>
      <w:szCs w:val="24"/>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
    <w:link w:val="ListParagraph"/>
    <w:uiPriority w:val="34"/>
    <w:rsid w:val="00200DEA"/>
    <w:rPr>
      <w:rFonts w:ascii="Arial" w:hAnsi="Arial"/>
      <w:color w:val="000000" w:themeColor="text1"/>
      <w:sz w:val="20"/>
    </w:rPr>
  </w:style>
  <w:style w:type="paragraph" w:styleId="Revision">
    <w:name w:val="Revision"/>
    <w:hidden/>
    <w:uiPriority w:val="99"/>
    <w:semiHidden/>
    <w:rsid w:val="00B02A94"/>
    <w:pPr>
      <w:spacing w:line="240" w:lineRule="auto"/>
      <w:ind w:firstLine="0"/>
    </w:pPr>
    <w:rPr>
      <w:rFonts w:ascii="Arial" w:hAnsi="Arial"/>
      <w:color w:val="000000" w:themeColor="text1"/>
      <w:sz w:val="20"/>
    </w:rPr>
  </w:style>
  <w:style w:type="character" w:styleId="FollowedHyperlink">
    <w:name w:val="FollowedHyperlink"/>
    <w:basedOn w:val="DefaultParagraphFont"/>
    <w:uiPriority w:val="99"/>
    <w:semiHidden/>
    <w:unhideWhenUsed/>
    <w:rsid w:val="00866B7A"/>
    <w:rPr>
      <w:color w:val="05D091" w:themeColor="followedHyperlink"/>
      <w:u w:val="single"/>
    </w:rPr>
  </w:style>
  <w:style w:type="character" w:styleId="PlaceholderText">
    <w:name w:val="Placeholder Text"/>
    <w:basedOn w:val="DefaultParagraphFont"/>
    <w:uiPriority w:val="99"/>
    <w:semiHidden/>
    <w:rsid w:val="00002876"/>
    <w:rPr>
      <w:color w:val="808080"/>
    </w:rPr>
  </w:style>
  <w:style w:type="character" w:styleId="Emphasis">
    <w:name w:val="Emphasis"/>
    <w:basedOn w:val="DefaultParagraphFont"/>
    <w:uiPriority w:val="20"/>
    <w:qFormat/>
    <w:rsid w:val="00514309"/>
    <w:rPr>
      <w:i/>
      <w:iCs/>
    </w:rPr>
  </w:style>
  <w:style w:type="character" w:styleId="UnresolvedMention">
    <w:name w:val="Unresolved Mention"/>
    <w:basedOn w:val="DefaultParagraphFont"/>
    <w:uiPriority w:val="99"/>
    <w:semiHidden/>
    <w:unhideWhenUsed/>
    <w:rsid w:val="0051430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1049541">
      <w:bodyDiv w:val="1"/>
      <w:marLeft w:val="0"/>
      <w:marRight w:val="0"/>
      <w:marTop w:val="0"/>
      <w:marBottom w:val="0"/>
      <w:divBdr>
        <w:top w:val="none" w:sz="0" w:space="0" w:color="auto"/>
        <w:left w:val="none" w:sz="0" w:space="0" w:color="auto"/>
        <w:bottom w:val="none" w:sz="0" w:space="0" w:color="auto"/>
        <w:right w:val="none" w:sz="0" w:space="0" w:color="auto"/>
      </w:divBdr>
      <w:divsChild>
        <w:div w:id="156968735">
          <w:marLeft w:val="0"/>
          <w:marRight w:val="0"/>
          <w:marTop w:val="0"/>
          <w:marBottom w:val="0"/>
          <w:divBdr>
            <w:top w:val="none" w:sz="0" w:space="0" w:color="auto"/>
            <w:left w:val="none" w:sz="0" w:space="0" w:color="auto"/>
            <w:bottom w:val="none" w:sz="0" w:space="0" w:color="auto"/>
            <w:right w:val="none" w:sz="0" w:space="0" w:color="auto"/>
          </w:divBdr>
          <w:divsChild>
            <w:div w:id="1633049056">
              <w:marLeft w:val="0"/>
              <w:marRight w:val="0"/>
              <w:marTop w:val="0"/>
              <w:marBottom w:val="0"/>
              <w:divBdr>
                <w:top w:val="none" w:sz="0" w:space="0" w:color="auto"/>
                <w:left w:val="none" w:sz="0" w:space="0" w:color="auto"/>
                <w:bottom w:val="none" w:sz="0" w:space="0" w:color="auto"/>
                <w:right w:val="none" w:sz="0" w:space="0" w:color="auto"/>
              </w:divBdr>
            </w:div>
          </w:divsChild>
        </w:div>
        <w:div w:id="1902208494">
          <w:marLeft w:val="0"/>
          <w:marRight w:val="0"/>
          <w:marTop w:val="0"/>
          <w:marBottom w:val="0"/>
          <w:divBdr>
            <w:top w:val="none" w:sz="0" w:space="0" w:color="auto"/>
            <w:left w:val="none" w:sz="0" w:space="0" w:color="auto"/>
            <w:bottom w:val="none" w:sz="0" w:space="0" w:color="auto"/>
            <w:right w:val="none" w:sz="0" w:space="0" w:color="auto"/>
          </w:divBdr>
          <w:divsChild>
            <w:div w:id="1380279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3661578">
      <w:bodyDiv w:val="1"/>
      <w:marLeft w:val="0"/>
      <w:marRight w:val="0"/>
      <w:marTop w:val="0"/>
      <w:marBottom w:val="0"/>
      <w:divBdr>
        <w:top w:val="none" w:sz="0" w:space="0" w:color="auto"/>
        <w:left w:val="none" w:sz="0" w:space="0" w:color="auto"/>
        <w:bottom w:val="none" w:sz="0" w:space="0" w:color="auto"/>
        <w:right w:val="none" w:sz="0" w:space="0" w:color="auto"/>
      </w:divBdr>
      <w:divsChild>
        <w:div w:id="1127551434">
          <w:marLeft w:val="0"/>
          <w:marRight w:val="0"/>
          <w:marTop w:val="0"/>
          <w:marBottom w:val="0"/>
          <w:divBdr>
            <w:top w:val="none" w:sz="0" w:space="0" w:color="auto"/>
            <w:left w:val="none" w:sz="0" w:space="0" w:color="auto"/>
            <w:bottom w:val="none" w:sz="0" w:space="0" w:color="auto"/>
            <w:right w:val="none" w:sz="0" w:space="0" w:color="auto"/>
          </w:divBdr>
        </w:div>
        <w:div w:id="184371370">
          <w:marLeft w:val="0"/>
          <w:marRight w:val="0"/>
          <w:marTop w:val="0"/>
          <w:marBottom w:val="0"/>
          <w:divBdr>
            <w:top w:val="none" w:sz="0" w:space="0" w:color="auto"/>
            <w:left w:val="none" w:sz="0" w:space="0" w:color="auto"/>
            <w:bottom w:val="none" w:sz="0" w:space="0" w:color="auto"/>
            <w:right w:val="none" w:sz="0" w:space="0" w:color="auto"/>
          </w:divBdr>
        </w:div>
      </w:divsChild>
    </w:div>
    <w:div w:id="1283806214">
      <w:bodyDiv w:val="1"/>
      <w:marLeft w:val="0"/>
      <w:marRight w:val="0"/>
      <w:marTop w:val="0"/>
      <w:marBottom w:val="0"/>
      <w:divBdr>
        <w:top w:val="none" w:sz="0" w:space="0" w:color="auto"/>
        <w:left w:val="none" w:sz="0" w:space="0" w:color="auto"/>
        <w:bottom w:val="none" w:sz="0" w:space="0" w:color="auto"/>
        <w:right w:val="none" w:sz="0" w:space="0" w:color="auto"/>
      </w:divBdr>
    </w:div>
    <w:div w:id="1375234136">
      <w:bodyDiv w:val="1"/>
      <w:marLeft w:val="0"/>
      <w:marRight w:val="0"/>
      <w:marTop w:val="0"/>
      <w:marBottom w:val="0"/>
      <w:divBdr>
        <w:top w:val="none" w:sz="0" w:space="0" w:color="auto"/>
        <w:left w:val="none" w:sz="0" w:space="0" w:color="auto"/>
        <w:bottom w:val="none" w:sz="0" w:space="0" w:color="auto"/>
        <w:right w:val="none" w:sz="0" w:space="0" w:color="auto"/>
      </w:divBdr>
      <w:divsChild>
        <w:div w:id="305009857">
          <w:marLeft w:val="0"/>
          <w:marRight w:val="0"/>
          <w:marTop w:val="0"/>
          <w:marBottom w:val="0"/>
          <w:divBdr>
            <w:top w:val="none" w:sz="0" w:space="0" w:color="auto"/>
            <w:left w:val="none" w:sz="0" w:space="0" w:color="auto"/>
            <w:bottom w:val="none" w:sz="0" w:space="0" w:color="auto"/>
            <w:right w:val="none" w:sz="0" w:space="0" w:color="auto"/>
          </w:divBdr>
        </w:div>
        <w:div w:id="904610585">
          <w:marLeft w:val="0"/>
          <w:marRight w:val="0"/>
          <w:marTop w:val="0"/>
          <w:marBottom w:val="0"/>
          <w:divBdr>
            <w:top w:val="none" w:sz="0" w:space="0" w:color="auto"/>
            <w:left w:val="none" w:sz="0" w:space="0" w:color="auto"/>
            <w:bottom w:val="none" w:sz="0" w:space="0" w:color="auto"/>
            <w:right w:val="none" w:sz="0" w:space="0" w:color="auto"/>
          </w:divBdr>
        </w:div>
        <w:div w:id="764106493">
          <w:marLeft w:val="0"/>
          <w:marRight w:val="0"/>
          <w:marTop w:val="0"/>
          <w:marBottom w:val="0"/>
          <w:divBdr>
            <w:top w:val="none" w:sz="0" w:space="0" w:color="auto"/>
            <w:left w:val="none" w:sz="0" w:space="0" w:color="auto"/>
            <w:bottom w:val="none" w:sz="0" w:space="0" w:color="auto"/>
            <w:right w:val="none" w:sz="0" w:space="0" w:color="auto"/>
          </w:divBdr>
        </w:div>
        <w:div w:id="1543446098">
          <w:marLeft w:val="0"/>
          <w:marRight w:val="0"/>
          <w:marTop w:val="0"/>
          <w:marBottom w:val="0"/>
          <w:divBdr>
            <w:top w:val="none" w:sz="0" w:space="0" w:color="auto"/>
            <w:left w:val="none" w:sz="0" w:space="0" w:color="auto"/>
            <w:bottom w:val="none" w:sz="0" w:space="0" w:color="auto"/>
            <w:right w:val="none" w:sz="0" w:space="0" w:color="auto"/>
          </w:divBdr>
        </w:div>
      </w:divsChild>
    </w:div>
    <w:div w:id="1554459522">
      <w:bodyDiv w:val="1"/>
      <w:marLeft w:val="0"/>
      <w:marRight w:val="0"/>
      <w:marTop w:val="0"/>
      <w:marBottom w:val="0"/>
      <w:divBdr>
        <w:top w:val="none" w:sz="0" w:space="0" w:color="auto"/>
        <w:left w:val="none" w:sz="0" w:space="0" w:color="auto"/>
        <w:bottom w:val="none" w:sz="0" w:space="0" w:color="auto"/>
        <w:right w:val="none" w:sz="0" w:space="0" w:color="auto"/>
      </w:divBdr>
    </w:div>
    <w:div w:id="1852260225">
      <w:bodyDiv w:val="1"/>
      <w:marLeft w:val="0"/>
      <w:marRight w:val="0"/>
      <w:marTop w:val="0"/>
      <w:marBottom w:val="0"/>
      <w:divBdr>
        <w:top w:val="none" w:sz="0" w:space="0" w:color="auto"/>
        <w:left w:val="none" w:sz="0" w:space="0" w:color="auto"/>
        <w:bottom w:val="none" w:sz="0" w:space="0" w:color="auto"/>
        <w:right w:val="none" w:sz="0" w:space="0" w:color="auto"/>
      </w:divBdr>
      <w:divsChild>
        <w:div w:id="1394431364">
          <w:marLeft w:val="0"/>
          <w:marRight w:val="0"/>
          <w:marTop w:val="0"/>
          <w:marBottom w:val="0"/>
          <w:divBdr>
            <w:top w:val="none" w:sz="0" w:space="0" w:color="auto"/>
            <w:left w:val="none" w:sz="0" w:space="0" w:color="auto"/>
            <w:bottom w:val="none" w:sz="0" w:space="0" w:color="auto"/>
            <w:right w:val="none" w:sz="0" w:space="0" w:color="auto"/>
          </w:divBdr>
        </w:div>
        <w:div w:id="1229922878">
          <w:marLeft w:val="0"/>
          <w:marRight w:val="0"/>
          <w:marTop w:val="0"/>
          <w:marBottom w:val="0"/>
          <w:divBdr>
            <w:top w:val="none" w:sz="0" w:space="0" w:color="auto"/>
            <w:left w:val="none" w:sz="0" w:space="0" w:color="auto"/>
            <w:bottom w:val="none" w:sz="0" w:space="0" w:color="auto"/>
            <w:right w:val="none" w:sz="0" w:space="0" w:color="auto"/>
          </w:divBdr>
        </w:div>
        <w:div w:id="1069426422">
          <w:marLeft w:val="0"/>
          <w:marRight w:val="0"/>
          <w:marTop w:val="0"/>
          <w:marBottom w:val="0"/>
          <w:divBdr>
            <w:top w:val="none" w:sz="0" w:space="0" w:color="auto"/>
            <w:left w:val="none" w:sz="0" w:space="0" w:color="auto"/>
            <w:bottom w:val="none" w:sz="0" w:space="0" w:color="auto"/>
            <w:right w:val="none" w:sz="0" w:space="0" w:color="auto"/>
          </w:divBdr>
        </w:div>
        <w:div w:id="1336223859">
          <w:marLeft w:val="0"/>
          <w:marRight w:val="0"/>
          <w:marTop w:val="0"/>
          <w:marBottom w:val="0"/>
          <w:divBdr>
            <w:top w:val="none" w:sz="0" w:space="0" w:color="auto"/>
            <w:left w:val="none" w:sz="0" w:space="0" w:color="auto"/>
            <w:bottom w:val="none" w:sz="0" w:space="0" w:color="auto"/>
            <w:right w:val="none" w:sz="0" w:space="0" w:color="auto"/>
          </w:divBdr>
        </w:div>
        <w:div w:id="1656301688">
          <w:marLeft w:val="0"/>
          <w:marRight w:val="0"/>
          <w:marTop w:val="0"/>
          <w:marBottom w:val="0"/>
          <w:divBdr>
            <w:top w:val="none" w:sz="0" w:space="0" w:color="auto"/>
            <w:left w:val="none" w:sz="0" w:space="0" w:color="auto"/>
            <w:bottom w:val="none" w:sz="0" w:space="0" w:color="auto"/>
            <w:right w:val="none" w:sz="0" w:space="0" w:color="auto"/>
          </w:divBdr>
        </w:div>
        <w:div w:id="306011372">
          <w:marLeft w:val="0"/>
          <w:marRight w:val="0"/>
          <w:marTop w:val="0"/>
          <w:marBottom w:val="0"/>
          <w:divBdr>
            <w:top w:val="none" w:sz="0" w:space="0" w:color="auto"/>
            <w:left w:val="none" w:sz="0" w:space="0" w:color="auto"/>
            <w:bottom w:val="none" w:sz="0" w:space="0" w:color="auto"/>
            <w:right w:val="none" w:sz="0" w:space="0" w:color="auto"/>
          </w:divBdr>
        </w:div>
        <w:div w:id="1521704005">
          <w:marLeft w:val="0"/>
          <w:marRight w:val="0"/>
          <w:marTop w:val="0"/>
          <w:marBottom w:val="0"/>
          <w:divBdr>
            <w:top w:val="none" w:sz="0" w:space="0" w:color="auto"/>
            <w:left w:val="none" w:sz="0" w:space="0" w:color="auto"/>
            <w:bottom w:val="none" w:sz="0" w:space="0" w:color="auto"/>
            <w:right w:val="none" w:sz="0" w:space="0" w:color="auto"/>
          </w:divBdr>
        </w:div>
      </w:divsChild>
    </w:div>
    <w:div w:id="1888754848">
      <w:bodyDiv w:val="1"/>
      <w:marLeft w:val="0"/>
      <w:marRight w:val="0"/>
      <w:marTop w:val="0"/>
      <w:marBottom w:val="0"/>
      <w:divBdr>
        <w:top w:val="none" w:sz="0" w:space="0" w:color="auto"/>
        <w:left w:val="none" w:sz="0" w:space="0" w:color="auto"/>
        <w:bottom w:val="none" w:sz="0" w:space="0" w:color="auto"/>
        <w:right w:val="none" w:sz="0" w:space="0" w:color="auto"/>
      </w:divBdr>
    </w:div>
    <w:div w:id="2097702507">
      <w:bodyDiv w:val="1"/>
      <w:marLeft w:val="0"/>
      <w:marRight w:val="0"/>
      <w:marTop w:val="0"/>
      <w:marBottom w:val="0"/>
      <w:divBdr>
        <w:top w:val="none" w:sz="0" w:space="0" w:color="auto"/>
        <w:left w:val="none" w:sz="0" w:space="0" w:color="auto"/>
        <w:bottom w:val="none" w:sz="0" w:space="0" w:color="auto"/>
        <w:right w:val="none" w:sz="0" w:space="0" w:color="auto"/>
      </w:divBdr>
      <w:divsChild>
        <w:div w:id="2081321285">
          <w:marLeft w:val="0"/>
          <w:marRight w:val="0"/>
          <w:marTop w:val="0"/>
          <w:marBottom w:val="0"/>
          <w:divBdr>
            <w:top w:val="none" w:sz="0" w:space="0" w:color="auto"/>
            <w:left w:val="none" w:sz="0" w:space="0" w:color="auto"/>
            <w:bottom w:val="none" w:sz="0" w:space="0" w:color="auto"/>
            <w:right w:val="none" w:sz="0" w:space="0" w:color="auto"/>
          </w:divBdr>
        </w:div>
        <w:div w:id="416638275">
          <w:marLeft w:val="0"/>
          <w:marRight w:val="0"/>
          <w:marTop w:val="0"/>
          <w:marBottom w:val="0"/>
          <w:divBdr>
            <w:top w:val="none" w:sz="0" w:space="0" w:color="auto"/>
            <w:left w:val="none" w:sz="0" w:space="0" w:color="auto"/>
            <w:bottom w:val="none" w:sz="0" w:space="0" w:color="auto"/>
            <w:right w:val="none" w:sz="0" w:space="0" w:color="auto"/>
          </w:divBdr>
        </w:div>
        <w:div w:id="1860502635">
          <w:marLeft w:val="0"/>
          <w:marRight w:val="0"/>
          <w:marTop w:val="0"/>
          <w:marBottom w:val="0"/>
          <w:divBdr>
            <w:top w:val="none" w:sz="0" w:space="0" w:color="auto"/>
            <w:left w:val="none" w:sz="0" w:space="0" w:color="auto"/>
            <w:bottom w:val="none" w:sz="0" w:space="0" w:color="auto"/>
            <w:right w:val="none" w:sz="0" w:space="0" w:color="auto"/>
          </w:divBdr>
        </w:div>
        <w:div w:id="421687721">
          <w:marLeft w:val="0"/>
          <w:marRight w:val="0"/>
          <w:marTop w:val="0"/>
          <w:marBottom w:val="0"/>
          <w:divBdr>
            <w:top w:val="none" w:sz="0" w:space="0" w:color="auto"/>
            <w:left w:val="none" w:sz="0" w:space="0" w:color="auto"/>
            <w:bottom w:val="none" w:sz="0" w:space="0" w:color="auto"/>
            <w:right w:val="none" w:sz="0" w:space="0" w:color="auto"/>
          </w:divBdr>
        </w:div>
        <w:div w:id="211961746">
          <w:marLeft w:val="0"/>
          <w:marRight w:val="0"/>
          <w:marTop w:val="0"/>
          <w:marBottom w:val="0"/>
          <w:divBdr>
            <w:top w:val="none" w:sz="0" w:space="0" w:color="auto"/>
            <w:left w:val="none" w:sz="0" w:space="0" w:color="auto"/>
            <w:bottom w:val="none" w:sz="0" w:space="0" w:color="auto"/>
            <w:right w:val="none" w:sz="0" w:space="0" w:color="auto"/>
          </w:divBdr>
        </w:div>
        <w:div w:id="1384910900">
          <w:marLeft w:val="0"/>
          <w:marRight w:val="0"/>
          <w:marTop w:val="0"/>
          <w:marBottom w:val="0"/>
          <w:divBdr>
            <w:top w:val="none" w:sz="0" w:space="0" w:color="auto"/>
            <w:left w:val="none" w:sz="0" w:space="0" w:color="auto"/>
            <w:bottom w:val="none" w:sz="0" w:space="0" w:color="auto"/>
            <w:right w:val="none" w:sz="0" w:space="0" w:color="auto"/>
          </w:divBdr>
        </w:div>
        <w:div w:id="7253703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omments" Target="comments.xml"/><Relationship Id="rId18"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ministerija@sam.lt" TargetMode="External"/><Relationship Id="rId17" Type="http://schemas.openxmlformats.org/officeDocument/2006/relationships/header" Target="header1.xml"/><Relationship Id="rId2" Type="http://schemas.openxmlformats.org/officeDocument/2006/relationships/customXml" Target="../customXml/item2.xml"/><Relationship Id="rId16" Type="http://schemas.microsoft.com/office/2018/08/relationships/commentsExtensible" Target="commentsExtensible.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registrucentras.lt" TargetMode="External"/><Relationship Id="rId5" Type="http://schemas.openxmlformats.org/officeDocument/2006/relationships/numbering" Target="numbering.xml"/><Relationship Id="rId15" Type="http://schemas.microsoft.com/office/2016/09/relationships/commentsIds" Target="commentsIds.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commentsExtended" Target="commentsExtended.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idgud\Downloads\Susitarimas%20d&#279;l%20asmens%20duomen&#371;%20tvarkymo_kai%20ra&#353;ytin&#279;%20sutartis.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AE3A21C8C324DB3811333DFC069CADE"/>
        <w:category>
          <w:name w:val="General"/>
          <w:gallery w:val="placeholder"/>
        </w:category>
        <w:types>
          <w:type w:val="bbPlcHdr"/>
        </w:types>
        <w:behaviors>
          <w:behavior w:val="content"/>
        </w:behaviors>
        <w:guid w:val="{87D5BD58-9FA8-4FB7-A680-A85F887F949F}"/>
      </w:docPartPr>
      <w:docPartBody>
        <w:p w:rsidR="00220224" w:rsidRDefault="00000000">
          <w:pPr>
            <w:pStyle w:val="4AE3A21C8C324DB3811333DFC069CADE"/>
          </w:pPr>
          <w:r w:rsidRPr="00F615E5">
            <w:rPr>
              <w:rStyle w:val="PlaceholderText"/>
              <w:rFonts w:ascii="Tahoma" w:hAnsi="Tahoma" w:cs="Tahoma"/>
              <w:i/>
              <w:color w:val="05D091"/>
              <w:sz w:val="22"/>
            </w:rPr>
            <w:t>[įrašyti pavadinimą,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docPartBody>
    </w:docPart>
    <w:docPart>
      <w:docPartPr>
        <w:name w:val="21F332E7B8F942B9B5341D9300D7B815"/>
        <w:category>
          <w:name w:val="General"/>
          <w:gallery w:val="placeholder"/>
        </w:category>
        <w:types>
          <w:type w:val="bbPlcHdr"/>
        </w:types>
        <w:behaviors>
          <w:behavior w:val="content"/>
        </w:behaviors>
        <w:guid w:val="{52307FD1-928A-470A-A014-FC7D2412230F}"/>
      </w:docPartPr>
      <w:docPartBody>
        <w:p w:rsidR="00220224" w:rsidRDefault="00000000">
          <w:pPr>
            <w:pStyle w:val="21F332E7B8F942B9B5341D9300D7B815"/>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F99A1F66235D4278BC63987A381C2D00"/>
        <w:category>
          <w:name w:val="General"/>
          <w:gallery w:val="placeholder"/>
        </w:category>
        <w:types>
          <w:type w:val="bbPlcHdr"/>
        </w:types>
        <w:behaviors>
          <w:behavior w:val="content"/>
        </w:behaviors>
        <w:guid w:val="{4E2836DB-90B7-4024-841C-3F3F9A3C5660}"/>
      </w:docPartPr>
      <w:docPartBody>
        <w:p w:rsidR="00220224" w:rsidRDefault="00000000">
          <w:pPr>
            <w:pStyle w:val="F99A1F66235D4278BC63987A381C2D00"/>
          </w:pPr>
          <w:r w:rsidRPr="00CC37C8">
            <w:rPr>
              <w:rFonts w:ascii="Tahoma" w:eastAsia="Times New Roman" w:hAnsi="Tahoma" w:cs="Tahoma"/>
              <w:b/>
              <w:i/>
              <w:color w:val="05D091"/>
              <w:sz w:val="22"/>
              <w:lang w:eastAsia="en-GB"/>
            </w:rPr>
            <w:t>Pažymėti čia</w:t>
          </w:r>
          <w:r w:rsidRPr="00FD6D68">
            <w:rPr>
              <w:rFonts w:ascii="Tahoma" w:eastAsia="Times New Roman" w:hAnsi="Tahoma" w:cs="Tahoma"/>
              <w:i/>
              <w:color w:val="05D091"/>
              <w:sz w:val="22"/>
              <w:lang w:eastAsia="en-GB"/>
            </w:rPr>
            <w:t>, tuomet</w:t>
          </w:r>
          <w:r w:rsidRPr="00FD6D68">
            <w:rPr>
              <w:rFonts w:ascii="Tahoma" w:eastAsia="Calibri" w:hAnsi="Tahoma" w:cs="Tahoma"/>
              <w:sz w:val="22"/>
            </w:rPr>
            <w:t xml:space="preserve"> </w:t>
          </w:r>
          <w:r w:rsidRPr="00FD6D68">
            <w:rPr>
              <w:rFonts w:ascii="Tahoma" w:eastAsia="Times New Roman" w:hAnsi="Tahoma" w:cs="Tahoma"/>
              <w:i/>
              <w:color w:val="05D091"/>
              <w:sz w:val="22"/>
              <w:lang w:eastAsia="en-GB"/>
            </w:rPr>
            <w:t xml:space="preserve">paspaudus </w:t>
          </w:r>
          <w:r>
            <w:rPr>
              <w:rFonts w:ascii="Tahoma" w:eastAsia="Times New Roman" w:hAnsi="Tahoma" w:cs="Tahoma"/>
              <w:i/>
              <w:color w:val="05D091"/>
              <w:sz w:val="22"/>
              <w:lang w:eastAsia="en-GB"/>
            </w:rPr>
            <w:t xml:space="preserve">atsiradusios </w:t>
          </w:r>
          <w:r w:rsidRPr="00CC37C8">
            <w:rPr>
              <w:rFonts w:ascii="Tahoma" w:eastAsia="Times New Roman" w:hAnsi="Tahoma" w:cs="Tahoma"/>
              <w:b/>
              <w:i/>
              <w:color w:val="05D091"/>
              <w:sz w:val="22"/>
              <w:lang w:eastAsia="en-GB"/>
            </w:rPr>
            <w:t>rodyklės</w:t>
          </w:r>
          <w:r w:rsidRPr="00FD6D68">
            <w:rPr>
              <w:rFonts w:ascii="Tahoma" w:eastAsia="Times New Roman" w:hAnsi="Tahoma" w:cs="Tahoma"/>
              <w:i/>
              <w:color w:val="05D091"/>
              <w:sz w:val="22"/>
              <w:lang w:eastAsia="en-GB"/>
            </w:rPr>
            <w:t xml:space="preserve"> ženklą pasirinkti </w:t>
          </w:r>
          <w:r>
            <w:rPr>
              <w:rFonts w:ascii="Tahoma" w:eastAsia="Times New Roman" w:hAnsi="Tahoma" w:cs="Tahoma"/>
              <w:i/>
              <w:color w:val="05D091"/>
              <w:sz w:val="22"/>
              <w:lang w:eastAsia="en-GB"/>
            </w:rPr>
            <w:t>tinkamą variantą iš sąrašo</w:t>
          </w:r>
        </w:p>
      </w:docPartBody>
    </w:docPart>
    <w:docPart>
      <w:docPartPr>
        <w:name w:val="E062437601624BD98EB908F2DEA04652"/>
        <w:category>
          <w:name w:val="General"/>
          <w:gallery w:val="placeholder"/>
        </w:category>
        <w:types>
          <w:type w:val="bbPlcHdr"/>
        </w:types>
        <w:behaviors>
          <w:behavior w:val="content"/>
        </w:behaviors>
        <w:guid w:val="{91EE48FB-B272-4211-8022-31FDC9D0B0CD}"/>
      </w:docPartPr>
      <w:docPartBody>
        <w:p w:rsidR="00220224" w:rsidRDefault="00000000">
          <w:pPr>
            <w:pStyle w:val="E062437601624BD98EB908F2DEA04652"/>
          </w:pPr>
          <w:r w:rsidRPr="00C83853">
            <w:rPr>
              <w:rStyle w:val="PlaceholderText"/>
              <w:rFonts w:ascii="Tahoma" w:hAnsi="Tahoma" w:cs="Tahoma"/>
              <w:b/>
              <w:i/>
              <w:color w:val="05D091"/>
              <w:sz w:val="22"/>
            </w:rPr>
            <w:t xml:space="preserve">Pildo </w:t>
          </w:r>
          <w:r w:rsidRPr="00C83853">
            <w:rPr>
              <w:rStyle w:val="PlaceholderText"/>
              <w:rFonts w:ascii="Tahoma" w:hAnsi="Tahoma" w:cs="Tahoma"/>
              <w:i/>
              <w:color w:val="05D091"/>
              <w:sz w:val="22"/>
            </w:rPr>
            <w:t>Paslaugos teikėjas (Duomenų tvarkytojas).</w:t>
          </w:r>
        </w:p>
      </w:docPartBody>
    </w:docPart>
    <w:docPart>
      <w:docPartPr>
        <w:name w:val="A7864F8C421C4ED0A671FC8922BD889C"/>
        <w:category>
          <w:name w:val="General"/>
          <w:gallery w:val="placeholder"/>
        </w:category>
        <w:types>
          <w:type w:val="bbPlcHdr"/>
        </w:types>
        <w:behaviors>
          <w:behavior w:val="content"/>
        </w:behaviors>
        <w:guid w:val="{C679DCA1-5C8B-42B4-8E25-962900D1596D}"/>
      </w:docPartPr>
      <w:docPartBody>
        <w:p w:rsidR="00220224" w:rsidRDefault="00000000">
          <w:pPr>
            <w:pStyle w:val="A7864F8C421C4ED0A671FC8922BD889C"/>
          </w:pPr>
          <w:r w:rsidRPr="00CC37C8">
            <w:rPr>
              <w:rFonts w:ascii="Tahoma" w:eastAsia="Times New Roman" w:hAnsi="Tahoma" w:cs="Tahoma"/>
              <w:b/>
              <w:i/>
              <w:color w:val="05D091"/>
              <w:sz w:val="22"/>
              <w:lang w:eastAsia="en-GB"/>
            </w:rPr>
            <w:t>Pažymėti</w:t>
          </w:r>
          <w:r w:rsidRPr="00BF528F">
            <w:rPr>
              <w:rFonts w:ascii="Tahoma" w:eastAsia="Times New Roman" w:hAnsi="Tahoma" w:cs="Tahoma"/>
              <w:i/>
              <w:color w:val="05D091"/>
              <w:sz w:val="22"/>
              <w:lang w:eastAsia="en-GB"/>
            </w:rPr>
            <w:t>, tuomet</w:t>
          </w:r>
          <w:r>
            <w:rPr>
              <w:rFonts w:ascii="Tahoma" w:hAnsi="Tahoma" w:cs="Tahoma"/>
              <w:sz w:val="22"/>
            </w:rPr>
            <w:t xml:space="preserve"> </w:t>
          </w:r>
          <w:r>
            <w:rPr>
              <w:rFonts w:ascii="Tahoma" w:eastAsia="Times New Roman" w:hAnsi="Tahoma" w:cs="Tahoma"/>
              <w:i/>
              <w:color w:val="05D091"/>
              <w:sz w:val="22"/>
              <w:lang w:eastAsia="en-GB"/>
            </w:rPr>
            <w:t>p</w:t>
          </w:r>
          <w:r w:rsidRPr="004E0547">
            <w:rPr>
              <w:rFonts w:ascii="Tahoma" w:eastAsia="Times New Roman" w:hAnsi="Tahoma" w:cs="Tahoma"/>
              <w:i/>
              <w:color w:val="05D091"/>
              <w:sz w:val="22"/>
              <w:lang w:eastAsia="en-GB"/>
            </w:rPr>
            <w:t>aspaudus</w:t>
          </w:r>
          <w:r>
            <w:rPr>
              <w:rFonts w:ascii="Tahoma" w:eastAsia="Times New Roman" w:hAnsi="Tahoma" w:cs="Tahoma"/>
              <w:i/>
              <w:color w:val="05D091"/>
              <w:sz w:val="22"/>
              <w:lang w:eastAsia="en-GB"/>
            </w:rPr>
            <w:t xml:space="preserve"> </w:t>
          </w:r>
          <w:r w:rsidRPr="00A9217F">
            <w:rPr>
              <w:rFonts w:ascii="Tahoma" w:eastAsia="Times New Roman" w:hAnsi="Tahoma" w:cs="Tahoma"/>
              <w:b/>
              <w:i/>
              <w:color w:val="05D091"/>
              <w:sz w:val="22"/>
              <w:lang w:eastAsia="en-GB"/>
            </w:rPr>
            <w:t>rodyklės</w:t>
          </w:r>
          <w:r>
            <w:rPr>
              <w:rFonts w:ascii="Tahoma" w:eastAsia="Times New Roman" w:hAnsi="Tahoma" w:cs="Tahoma"/>
              <w:i/>
              <w:color w:val="05D091"/>
              <w:sz w:val="22"/>
              <w:lang w:eastAsia="en-GB"/>
            </w:rPr>
            <w:t xml:space="preserve"> ženklą</w:t>
          </w:r>
          <w:r w:rsidRPr="004E0547">
            <w:rPr>
              <w:rFonts w:ascii="Tahoma" w:eastAsia="Times New Roman" w:hAnsi="Tahoma" w:cs="Tahoma"/>
              <w:i/>
              <w:color w:val="05D091"/>
              <w:sz w:val="22"/>
              <w:lang w:eastAsia="en-GB"/>
            </w:rPr>
            <w:t xml:space="preserve"> pasirinkti iš sąrašo</w:t>
          </w:r>
        </w:p>
      </w:docPartBody>
    </w:docPart>
    <w:docPart>
      <w:docPartPr>
        <w:name w:val="50FDBFD814B04B4ABCC962970839872D"/>
        <w:category>
          <w:name w:val="General"/>
          <w:gallery w:val="placeholder"/>
        </w:category>
        <w:types>
          <w:type w:val="bbPlcHdr"/>
        </w:types>
        <w:behaviors>
          <w:behavior w:val="content"/>
        </w:behaviors>
        <w:guid w:val="{812905C0-97D7-4CE6-AC39-8991FC0C622E}"/>
      </w:docPartPr>
      <w:docPartBody>
        <w:p w:rsidR="00220224" w:rsidRDefault="00000000">
          <w:pPr>
            <w:pStyle w:val="50FDBFD814B04B4ABCC962970839872D"/>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
      <w:docPartPr>
        <w:name w:val="682F431986364CC0BE0B2008B82ECE11"/>
        <w:category>
          <w:name w:val="General"/>
          <w:gallery w:val="placeholder"/>
        </w:category>
        <w:types>
          <w:type w:val="bbPlcHdr"/>
        </w:types>
        <w:behaviors>
          <w:behavior w:val="content"/>
        </w:behaviors>
        <w:guid w:val="{FE7DF2CE-8A15-43E6-BC9B-2AB06AC9D465}"/>
      </w:docPartPr>
      <w:docPartBody>
        <w:p w:rsidR="00220224" w:rsidRDefault="00000000">
          <w:pPr>
            <w:pStyle w:val="682F431986364CC0BE0B2008B82ECE11"/>
          </w:pPr>
          <w:r w:rsidRPr="00F615E5">
            <w:rPr>
              <w:rFonts w:ascii="Tahoma" w:hAnsi="Tahoma" w:cs="Tahoma"/>
              <w:b/>
              <w:i/>
              <w:color w:val="05D091"/>
              <w:sz w:val="22"/>
            </w:rPr>
            <w:t>Pastaba*</w:t>
          </w:r>
          <w:r w:rsidRPr="00F615E5">
            <w:rPr>
              <w:rFonts w:ascii="Tahoma" w:hAnsi="Tahoma" w:cs="Tahoma"/>
              <w:i/>
              <w:color w:val="05D091"/>
              <w:sz w:val="22"/>
            </w:rPr>
            <w:t xml:space="preserve"> produkto vadovo el. pašto adresas įrašomas tik prieš pasirašant Susitarimą, kai jau yra žinomas Paslaugos teikėjas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1929"/>
    <w:rsid w:val="00005356"/>
    <w:rsid w:val="000B2963"/>
    <w:rsid w:val="00220224"/>
    <w:rsid w:val="00361929"/>
    <w:rsid w:val="00426AEA"/>
    <w:rsid w:val="00720111"/>
    <w:rsid w:val="00C05727"/>
    <w:rsid w:val="00CB0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AE3A21C8C324DB3811333DFC069CADE">
    <w:name w:val="4AE3A21C8C324DB3811333DFC069CADE"/>
  </w:style>
  <w:style w:type="paragraph" w:customStyle="1" w:styleId="21F332E7B8F942B9B5341D9300D7B815">
    <w:name w:val="21F332E7B8F942B9B5341D9300D7B815"/>
  </w:style>
  <w:style w:type="paragraph" w:customStyle="1" w:styleId="F99A1F66235D4278BC63987A381C2D00">
    <w:name w:val="F99A1F66235D4278BC63987A381C2D00"/>
  </w:style>
  <w:style w:type="paragraph" w:customStyle="1" w:styleId="E062437601624BD98EB908F2DEA04652">
    <w:name w:val="E062437601624BD98EB908F2DEA04652"/>
  </w:style>
  <w:style w:type="paragraph" w:customStyle="1" w:styleId="A7864F8C421C4ED0A671FC8922BD889C">
    <w:name w:val="A7864F8C421C4ED0A671FC8922BD889C"/>
  </w:style>
  <w:style w:type="paragraph" w:customStyle="1" w:styleId="50FDBFD814B04B4ABCC962970839872D">
    <w:name w:val="50FDBFD814B04B4ABCC962970839872D"/>
  </w:style>
  <w:style w:type="paragraph" w:customStyle="1" w:styleId="682F431986364CC0BE0B2008B82ECE11">
    <w:name w:val="682F431986364CC0BE0B2008B82ECE1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RC tema">
  <a:themeElements>
    <a:clrScheme name="Pasirinktinis 32">
      <a:dk1>
        <a:sysClr val="windowText" lastClr="000000"/>
      </a:dk1>
      <a:lt1>
        <a:sysClr val="window" lastClr="FFFFFF"/>
      </a:lt1>
      <a:dk2>
        <a:srgbClr val="000000"/>
      </a:dk2>
      <a:lt2>
        <a:srgbClr val="FFFFFF"/>
      </a:lt2>
      <a:accent1>
        <a:srgbClr val="50C9F3"/>
      </a:accent1>
      <a:accent2>
        <a:srgbClr val="05D091"/>
      </a:accent2>
      <a:accent3>
        <a:srgbClr val="FA5A46"/>
      </a:accent3>
      <a:accent4>
        <a:srgbClr val="FFCA22"/>
      </a:accent4>
      <a:accent5>
        <a:srgbClr val="3250AE"/>
      </a:accent5>
      <a:accent6>
        <a:srgbClr val="5A5A5A"/>
      </a:accent6>
      <a:hlink>
        <a:srgbClr val="05D091"/>
      </a:hlink>
      <a:folHlink>
        <a:srgbClr val="05D091"/>
      </a:folHlink>
    </a:clrScheme>
    <a:fontScheme name="2021 - ataskaita">
      <a:majorFont>
        <a:latin typeface="Tahoma"/>
        <a:ea typeface=""/>
        <a:cs typeface=""/>
      </a:majorFont>
      <a:minorFont>
        <a:latin typeface="Tahom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RC-WORD" id="{9F184147-18C1-451D-B606-8F8CFAF70E92}" vid="{FD5EDD21-5617-4104-9708-33304B7150D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3A7212D-05DB-47F1-83C2-133302D83191}"/>
</file>

<file path=customXml/itemProps2.xml><?xml version="1.0" encoding="utf-8"?>
<ds:datastoreItem xmlns:ds="http://schemas.openxmlformats.org/officeDocument/2006/customXml" ds:itemID="{0BDFED7E-A770-4302-8E1F-44D3D5520C40}">
  <ds:schemaRefs>
    <ds:schemaRef ds:uri="http://schemas.openxmlformats.org/officeDocument/2006/bibliography"/>
  </ds:schemaRefs>
</ds:datastoreItem>
</file>

<file path=customXml/itemProps3.xml><?xml version="1.0" encoding="utf-8"?>
<ds:datastoreItem xmlns:ds="http://schemas.openxmlformats.org/officeDocument/2006/customXml" ds:itemID="{77C6708F-CC90-42B3-A2E2-4F78DB278D5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93D7814-AF75-4A58-864D-2C905037C8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Susitarimas dėl asmens duomenų tvarkymo_kai rašytinė sutartis.dotx</Template>
  <TotalTime>6</TotalTime>
  <Pages>7</Pages>
  <Words>10973</Words>
  <Characters>6255</Characters>
  <Application>Microsoft Office Word</Application>
  <DocSecurity>0</DocSecurity>
  <Lines>52</Lines>
  <Paragraphs>34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VĮ Registrų centras</Company>
  <LinksUpToDate>false</LinksUpToDate>
  <CharactersWithSpaces>17194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Aidas Gudavičius</dc:creator>
  <cp:keywords/>
  <dc:description/>
  <cp:lastModifiedBy>Oleg Ščiupakov</cp:lastModifiedBy>
  <cp:revision>3</cp:revision>
  <dcterms:created xsi:type="dcterms:W3CDTF">2025-05-27T12:58:00Z</dcterms:created>
  <dcterms:modified xsi:type="dcterms:W3CDTF">2025-05-27T13:22:00Z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79ca552-b207-4d72-8d58-818aee87ca18_Enabled">
    <vt:lpwstr>true</vt:lpwstr>
  </property>
  <property fmtid="{D5CDD505-2E9C-101B-9397-08002B2CF9AE}" pid="3" name="MSIP_Label_179ca552-b207-4d72-8d58-818aee87ca18_SetDate">
    <vt:lpwstr>2024-01-08T08:57:56Z</vt:lpwstr>
  </property>
  <property fmtid="{D5CDD505-2E9C-101B-9397-08002B2CF9AE}" pid="4" name="MSIP_Label_179ca552-b207-4d72-8d58-818aee87ca18_Method">
    <vt:lpwstr>Standard</vt:lpwstr>
  </property>
  <property fmtid="{D5CDD505-2E9C-101B-9397-08002B2CF9AE}" pid="5" name="MSIP_Label_179ca552-b207-4d72-8d58-818aee87ca18_Name">
    <vt:lpwstr>Vidinė_informacija</vt:lpwstr>
  </property>
  <property fmtid="{D5CDD505-2E9C-101B-9397-08002B2CF9AE}" pid="6" name="MSIP_Label_179ca552-b207-4d72-8d58-818aee87ca18_SiteId">
    <vt:lpwstr>b439ef4d-44b1-4d5a-92fb-b87e549b071c</vt:lpwstr>
  </property>
  <property fmtid="{D5CDD505-2E9C-101B-9397-08002B2CF9AE}" pid="7" name="MSIP_Label_179ca552-b207-4d72-8d58-818aee87ca18_ActionId">
    <vt:lpwstr>23ac9032-47a9-4863-a944-3931b69c95d6</vt:lpwstr>
  </property>
  <property fmtid="{D5CDD505-2E9C-101B-9397-08002B2CF9AE}" pid="8" name="MSIP_Label_179ca552-b207-4d72-8d58-818aee87ca18_ContentBits">
    <vt:lpwstr>0</vt:lpwstr>
  </property>
  <property fmtid="{D5CDD505-2E9C-101B-9397-08002B2CF9AE}" pid="9" name="ContentTypeId">
    <vt:lpwstr>0x01010082D9DDB0AABBAB4A81DF2813D8869AC1</vt:lpwstr>
  </property>
</Properties>
</file>